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 ПРЕДМЕТ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ГЕОГРАФИЈА                                                </w:t>
            </w: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РАЗРЕД:</w:t>
            </w:r>
            <w:r w:rsidR="007221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ОСМИ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ШКОЛА:                                                                                       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C2D69B" w:themeFill="accent3" w:themeFillTint="99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НАСТАВНИК:</w:t>
            </w:r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РЕДНИ БРОЈ ЧАСА У ШКОЛСКОЈ ГОДИНИ:</w:t>
            </w:r>
            <w:r w:rsidR="00722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E5875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36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45C96" w:rsidRDefault="003321C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ТЕМА:</w:t>
            </w:r>
            <w:r w:rsidR="00BA107D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664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</w:t>
            </w:r>
            <w:r w:rsid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-географске одлике С</w:t>
            </w:r>
            <w:r w:rsidR="004D1238" w:rsidRPr="004D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рбије</w:t>
            </w:r>
            <w:r w:rsidR="004D1238" w:rsidRP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754A41" w:rsidRDefault="00D0461E" w:rsidP="00754A4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НАСТАВНА ЈЕДИНИЦА</w:t>
            </w:r>
            <w:r w:rsidRPr="00AA0D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B24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E5875" w:rsidRPr="008E587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Природно и </w:t>
            </w:r>
            <w:proofErr w:type="spellStart"/>
            <w:r w:rsidR="008E5875" w:rsidRPr="008E5875">
              <w:rPr>
                <w:rFonts w:ascii="Times New Roman" w:hAnsi="Times New Roman"/>
                <w:sz w:val="24"/>
                <w:szCs w:val="24"/>
              </w:rPr>
              <w:t>механичко</w:t>
            </w:r>
            <w:proofErr w:type="spellEnd"/>
            <w:r w:rsidR="008E5875" w:rsidRPr="008E58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E5875" w:rsidRPr="008E5875">
              <w:rPr>
                <w:rFonts w:ascii="Times New Roman" w:hAnsi="Times New Roman"/>
                <w:sz w:val="24"/>
                <w:szCs w:val="24"/>
              </w:rPr>
              <w:t>кретање</w:t>
            </w:r>
            <w:proofErr w:type="spellEnd"/>
            <w:r w:rsidR="008E5875" w:rsidRPr="008E58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E5875" w:rsidRPr="008E5875">
              <w:rPr>
                <w:rFonts w:ascii="Times New Roman" w:hAnsi="Times New Roman"/>
                <w:sz w:val="24"/>
                <w:szCs w:val="24"/>
              </w:rPr>
              <w:t>становништва</w:t>
            </w:r>
            <w:proofErr w:type="spellEnd"/>
          </w:p>
        </w:tc>
      </w:tr>
      <w:tr w:rsidR="003321C2" w:rsidRPr="003321C2" w:rsidTr="0072210E">
        <w:tc>
          <w:tcPr>
            <w:tcW w:w="9350" w:type="dxa"/>
            <w:shd w:val="clear" w:color="auto" w:fill="C2D69B" w:themeFill="accent3" w:themeFillTint="99"/>
          </w:tcPr>
          <w:p w:rsidR="003321C2" w:rsidRPr="004D1238" w:rsidRDefault="00D0461E" w:rsidP="006D675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ТИП ЧАСА: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587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3321C2" w:rsidRPr="00B37DAE" w:rsidTr="0072210E">
        <w:tc>
          <w:tcPr>
            <w:tcW w:w="9350" w:type="dxa"/>
            <w:shd w:val="clear" w:color="auto" w:fill="C2D69B" w:themeFill="accent3" w:themeFillTint="99"/>
          </w:tcPr>
          <w:p w:rsidR="003321C2" w:rsidRPr="005E7DBC" w:rsidRDefault="003321C2" w:rsidP="008E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ЦИЉ ЧАСА:</w:t>
            </w:r>
            <w:r w:rsidR="009F0A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E5875" w:rsidRPr="008E58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Утврдити усвојеност знања које су ученици стекли о основним одликама и миграцијама становништва Србије</w:t>
            </w:r>
            <w:r w:rsidR="008E5875" w:rsidRPr="008E587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</w:tr>
      <w:tr w:rsidR="00A45210" w:rsidRPr="00B37DAE" w:rsidTr="0072210E">
        <w:tc>
          <w:tcPr>
            <w:tcW w:w="9350" w:type="dxa"/>
            <w:shd w:val="clear" w:color="auto" w:fill="C2D69B" w:themeFill="accent3" w:themeFillTint="99"/>
          </w:tcPr>
          <w:p w:rsidR="0082119A" w:rsidRPr="00273F96" w:rsidRDefault="00A45210" w:rsidP="008E5875">
            <w:pPr>
              <w:shd w:val="clear" w:color="auto" w:fill="C2D69B" w:themeFill="accent3" w:themeFillTint="99"/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ЗАДАЦИ ЧАСА: </w:t>
            </w:r>
            <w:r w:rsidR="008E5875" w:rsidRPr="008E58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Утврдити знања о  врстама миграција које се обављају на нашим подручјима и одликама становништва. </w:t>
            </w:r>
            <w:r w:rsidR="00273F96" w:rsidRPr="00273F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Поновити стечена знања о природним кретањима становништва Србије.</w:t>
            </w:r>
            <w:r w:rsidR="00273F96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 w:rsidR="008E5875" w:rsidRPr="008E58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Упоредити старе и савремене миграције и утврдити разлоге њихових обављања. Указати на важност праћења података о кретању становништва и његовим одликама. Развијати способности сналажења на географској карти, као и разумевање читања бројчаних података који се односе на особине и кретања становништва. Подстицати развој логичког мишљења и разумевања прочитаног текста. Развијати љубав према својој земљи и жеље за њеним упознавањем.</w:t>
            </w:r>
            <w:r w:rsidR="008E58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4D1238" w:rsidRDefault="00D0461E" w:rsidP="004D123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ОЧЕКИВАНИ ИСХОДИ: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завршетк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 часа ученик ће</w:t>
            </w:r>
            <w:r w:rsidR="00670648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82119A" w:rsidRDefault="0082119A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6D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</w:t>
            </w:r>
            <w:r w:rsidR="00754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да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наведе основне одлике становништва Србије.</w:t>
            </w:r>
          </w:p>
          <w:p w:rsidR="007A3706" w:rsidRDefault="005E7DBC" w:rsidP="0082119A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дефинише појмове везане за становништво, као што су: </w:t>
            </w:r>
            <w:r w:rsidRPr="005E7D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број, густина, природна кретања</w:t>
            </w:r>
            <w:r w:rsidR="007A3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2119A" w:rsidRDefault="007A3706" w:rsidP="00754A4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5E7D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 чита графиконе и приказе положаја становника на географској карти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E5875" w:rsidRDefault="008E5875" w:rsidP="008E5875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оћи да наведе основне одлике становништва Србије.</w:t>
            </w:r>
          </w:p>
          <w:p w:rsidR="008E5875" w:rsidRDefault="008E5875" w:rsidP="008E5875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да дефинише појаам миграције. </w:t>
            </w:r>
          </w:p>
          <w:p w:rsidR="008E5875" w:rsidRDefault="008E5875" w:rsidP="008E5875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објасни разлоге дешавања миграција и да покаже на карти правац њихових кретања.</w:t>
            </w:r>
          </w:p>
          <w:p w:rsidR="008E5875" w:rsidRPr="00754A41" w:rsidRDefault="008E5875" w:rsidP="008E5875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моћи да упореди старе и нове миграције и да упореди разлоге њихових одвијања.</w:t>
            </w:r>
          </w:p>
          <w:p w:rsidR="004D1238" w:rsidRPr="007A3706" w:rsidRDefault="0082119A" w:rsidP="007A370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4B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моћи 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</w:t>
            </w:r>
            <w:r w:rsidR="0077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 самостално сналази и чита садржај географске карте</w:t>
            </w:r>
            <w:r w:rsidR="00265D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A3706" w:rsidRPr="007A3706" w:rsidTr="0072210E">
        <w:tc>
          <w:tcPr>
            <w:tcW w:w="9350" w:type="dxa"/>
            <w:shd w:val="clear" w:color="auto" w:fill="C2D69B" w:themeFill="accent3" w:themeFillTint="99"/>
          </w:tcPr>
          <w:p w:rsidR="004B24F6" w:rsidRPr="008130EF" w:rsidRDefault="00664F16" w:rsidP="004B24F6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0E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СТАНДАРДИ И НИВОИ ЗНАЊА:</w:t>
            </w:r>
            <w:r w:rsidR="00670648" w:rsidRPr="008130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130EF" w:rsidRPr="008130EF" w:rsidRDefault="008130EF" w:rsidP="008130EF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130E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Основни ниво</w:t>
            </w:r>
            <w:r w:rsidRPr="008130EF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ГЕ. 1.3.1.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Познаје основне појмове о становништву и насељима и уочава њихов просторни распоред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Ученик познаје основне демографске појмове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број становника своје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з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емље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миграције и врсте миграција).                                              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              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8130EF" w:rsidRPr="008130EF" w:rsidRDefault="00CA725F" w:rsidP="008130EF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6" w:history="1"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1.4.1. </w:t>
              </w:r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репознаје основне</w:t>
              </w:r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</w:t>
              </w:r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друштвене одлике наше државе</w:t>
              </w:r>
            </w:hyperlink>
            <w:r w:rsidR="008130EF"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(појам избеглица).</w:t>
            </w:r>
          </w:p>
          <w:p w:rsidR="008130EF" w:rsidRPr="008130EF" w:rsidRDefault="008130EF" w:rsidP="008130EF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</w:t>
            </w:r>
          </w:p>
          <w:p w:rsidR="008130EF" w:rsidRPr="008130EF" w:rsidRDefault="008130EF" w:rsidP="008130EF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130E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Средњи ниво</w:t>
            </w:r>
            <w:r w:rsidRPr="008130EF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                     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2.1.3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Објашњава географске појаве и процесе који су представљени графиконом, табелом и шемом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џ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бенику.                    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                                                                                                                               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ГЕ. 2.3.1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Разликује и објашњава кретање становништва и структуре становништва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као и врсте и узроке миграција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    </w:t>
            </w:r>
          </w:p>
          <w:p w:rsidR="005E7DBC" w:rsidRPr="008130EF" w:rsidRDefault="00CA725F" w:rsidP="008130EF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hyperlink r:id="rId7" w:history="1"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2.1.4. </w:t>
              </w:r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П</w:t>
              </w:r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риказује понуђене географске податке на немој карти картографским изражајним средствима (бојама, линијама, простим геометријским знацима, симболичким знацима...)</w:t>
              </w:r>
            </w:hyperlink>
            <w:r w:rsidR="008130EF"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8130EF"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</w:t>
            </w:r>
            <w:r w:rsidR="008130EF"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</w:t>
            </w:r>
            <w:r w:rsidR="008130EF"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130EF"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</w:t>
            </w:r>
            <w:r w:rsidR="008130EF" w:rsidRPr="008130E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</w:t>
            </w:r>
          </w:p>
          <w:p w:rsidR="008130EF" w:rsidRPr="008130EF" w:rsidRDefault="008130EF" w:rsidP="008130EF">
            <w:pPr>
              <w:ind w:right="-20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8130EF" w:rsidRPr="008130EF" w:rsidRDefault="008130EF" w:rsidP="008130EF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130E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Напредни ниво</w:t>
            </w:r>
            <w:r w:rsidRPr="008130EF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                                  </w:t>
            </w:r>
            <w:r w:rsidRPr="008130E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8130EF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                                             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ГЕ. 3.3.1.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>Објашњава утицај природних и друштвених фактора на развој и размештај становништва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ru-RU" w:bidi="en-US"/>
              </w:rPr>
              <w:t xml:space="preserve">Анализира географску карту и доноси закључке о везама природне средине и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размештаја становништва Србије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Ученик је у стању да објасни узроке и последице миграција, висин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природног прираштаја, дужин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животног века становништва. Повез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демографске појаве са степеном привредне развијености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Pr="008130E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</w:t>
            </w:r>
          </w:p>
          <w:p w:rsidR="007B6F6A" w:rsidRPr="008130EF" w:rsidRDefault="00CA725F" w:rsidP="008130EF">
            <w:pPr>
              <w:ind w:right="-2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hyperlink r:id="rId8" w:history="1"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ГЕ. 3.4.1. </w:t>
              </w:r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О</w:t>
              </w:r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 xml:space="preserve">бјашњава географске везе (просторне и каузалне, директне и индиректне) и законитости </w:t>
              </w:r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у </w:t>
              </w:r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Latn-RS"/>
                </w:rPr>
                <w:t>распоређености</w:t>
              </w:r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 xml:space="preserve"> становништва </w:t>
              </w:r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 w:bidi="en-US"/>
                </w:rPr>
                <w:t>(опште и посебне) у нашој земљи</w:t>
              </w:r>
              <w:r w:rsidR="008130EF" w:rsidRPr="008130E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</w:hyperlink>
          </w:p>
        </w:tc>
      </w:tr>
      <w:tr w:rsidR="00D0461E" w:rsidRPr="00B37DAE" w:rsidTr="0072210E">
        <w:tc>
          <w:tcPr>
            <w:tcW w:w="9350" w:type="dxa"/>
            <w:shd w:val="clear" w:color="auto" w:fill="C2D69B" w:themeFill="accent3" w:themeFillTint="99"/>
          </w:tcPr>
          <w:p w:rsidR="00D0461E" w:rsidRPr="008130EF" w:rsidRDefault="00D0461E" w:rsidP="00F03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039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КЉУЧНИ ПОЈМОВИ:</w:t>
            </w:r>
            <w:r w:rsidR="00A45210" w:rsidRPr="00F039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кретање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броја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становника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пописи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становништва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395B" w:rsidRPr="00F039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густина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насељености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природно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кретање</w:t>
            </w:r>
            <w:proofErr w:type="spellEnd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395B" w:rsidRPr="00F0395B">
              <w:rPr>
                <w:rFonts w:ascii="Times New Roman" w:hAnsi="Times New Roman" w:cs="Times New Roman"/>
                <w:sz w:val="24"/>
                <w:szCs w:val="24"/>
              </w:rPr>
              <w:t>становништва</w:t>
            </w:r>
            <w:proofErr w:type="spellEnd"/>
            <w:r w:rsid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="008130EF" w:rsidRPr="008130EF">
              <w:rPr>
                <w:rFonts w:ascii="Times New Roman" w:hAnsi="Times New Roman" w:cs="Times New Roman"/>
                <w:sz w:val="24"/>
                <w:szCs w:val="24"/>
              </w:rPr>
              <w:t>механичко</w:t>
            </w:r>
            <w:proofErr w:type="spellEnd"/>
            <w:r w:rsidR="008130EF"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8130EF" w:rsidRPr="008130EF">
              <w:rPr>
                <w:rFonts w:ascii="Times New Roman" w:hAnsi="Times New Roman" w:cs="Times New Roman"/>
                <w:sz w:val="24"/>
                <w:szCs w:val="24"/>
              </w:rPr>
              <w:t>кретање</w:t>
            </w:r>
            <w:proofErr w:type="spellEnd"/>
            <w:r w:rsidR="008130EF" w:rsidRPr="008130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30EF" w:rsidRPr="008130EF">
              <w:rPr>
                <w:rFonts w:ascii="Times New Roman" w:hAnsi="Times New Roman" w:cs="Times New Roman"/>
                <w:sz w:val="24"/>
                <w:szCs w:val="24"/>
              </w:rPr>
              <w:t>становништва</w:t>
            </w:r>
            <w:proofErr w:type="spellEnd"/>
            <w:r w:rsidR="008130EF" w:rsidRPr="008130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130EF" w:rsidRPr="008130EF">
              <w:rPr>
                <w:rFonts w:ascii="Times New Roman" w:hAnsi="Times New Roman" w:cs="Times New Roman"/>
                <w:sz w:val="24"/>
                <w:szCs w:val="24"/>
              </w:rPr>
              <w:t>мигрант</w:t>
            </w:r>
            <w:proofErr w:type="spellEnd"/>
            <w:r w:rsidR="008130EF" w:rsidRPr="008130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30EF" w:rsidRPr="008130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8130EF" w:rsidRPr="008130EF">
              <w:rPr>
                <w:rFonts w:ascii="Times New Roman" w:hAnsi="Times New Roman" w:cs="Times New Roman"/>
                <w:sz w:val="24"/>
                <w:szCs w:val="24"/>
              </w:rPr>
              <w:t>миграционе</w:t>
            </w:r>
            <w:proofErr w:type="spellEnd"/>
            <w:r w:rsidR="008130EF" w:rsidRPr="008130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30EF" w:rsidRPr="008130EF">
              <w:rPr>
                <w:rFonts w:ascii="Times New Roman" w:hAnsi="Times New Roman" w:cs="Times New Roman"/>
                <w:sz w:val="24"/>
                <w:szCs w:val="24"/>
              </w:rPr>
              <w:t>струје</w:t>
            </w:r>
            <w:proofErr w:type="spellEnd"/>
          </w:p>
        </w:tc>
      </w:tr>
      <w:tr w:rsidR="00545C96" w:rsidRPr="00545C96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72210E" w:rsidP="004D1238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ОБЛИЦИ РАДА:</w:t>
            </w:r>
            <w:r w:rsidR="004D123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A725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фронтални</w:t>
            </w:r>
            <w:bookmarkStart w:id="0" w:name="_GoBack"/>
            <w:bookmarkEnd w:id="0"/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4D1238" w:rsidRDefault="00545C96" w:rsidP="004D123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РАДА: </w:t>
            </w:r>
            <w:r w:rsidR="004D1238" w:rsidRPr="004D123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монолошка, демонстрациона, илустрациона</w:t>
            </w:r>
            <w:r w:rsidR="007A37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рад на тексту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НАСТАВНА СРЕДСТВА: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уџбеник, географска карта света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E7DBC" w:rsidRDefault="00466279" w:rsidP="005E7DB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МЕЂУПРЕДМЕТНЕ КОМПЕТЕНЦИЈЕ</w:t>
            </w:r>
            <w:r w:rsidR="00545C96"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4D1238" w:rsidRPr="004D1238">
              <w:rPr>
                <w:rFonts w:ascii="Calibri" w:eastAsia="Calibri" w:hAnsi="Calibri" w:cs="Times New Roman"/>
                <w:sz w:val="18"/>
                <w:szCs w:val="18"/>
                <w:lang w:val="sr-Cyrl-CS"/>
              </w:rPr>
              <w:t xml:space="preserve"> </w:t>
            </w:r>
            <w:r w:rsidR="005E7DBC" w:rsidRPr="005E7DBC">
              <w:rPr>
                <w:rFonts w:ascii="Times New Roman" w:hAnsi="Times New Roman"/>
                <w:sz w:val="24"/>
                <w:szCs w:val="24"/>
                <w:lang w:val="sr-Cyrl-CS"/>
              </w:rPr>
              <w:t>историја, информатика, математика</w:t>
            </w:r>
          </w:p>
        </w:tc>
      </w:tr>
      <w:tr w:rsidR="00545C96" w:rsidRPr="003321C2" w:rsidTr="0072210E">
        <w:tc>
          <w:tcPr>
            <w:tcW w:w="9350" w:type="dxa"/>
          </w:tcPr>
          <w:p w:rsidR="00545C96" w:rsidRPr="00545C96" w:rsidRDefault="00545C9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ТОК ЧАСА:</w:t>
            </w: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Уводни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D1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96516D" w:rsidRPr="00B37DAE" w:rsidTr="0072210E">
        <w:tc>
          <w:tcPr>
            <w:tcW w:w="9350" w:type="dxa"/>
          </w:tcPr>
          <w:p w:rsidR="008130EF" w:rsidRPr="008130EF" w:rsidRDefault="008130EF" w:rsidP="008130EF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</w:pPr>
            <w:r w:rsidRPr="00813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Поновити </w:t>
            </w:r>
            <w:r w:rsidRPr="008130EF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и</w:t>
            </w:r>
            <w:r w:rsidRPr="00813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утврдити </w:t>
            </w:r>
            <w:r w:rsidRPr="008130EF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појам становништва и демографије, као науке.</w:t>
            </w:r>
          </w:p>
          <w:p w:rsidR="008130EF" w:rsidRPr="008130EF" w:rsidRDefault="008130EF" w:rsidP="008130EF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</w:pPr>
            <w:r w:rsidRPr="00813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Поновити </w:t>
            </w:r>
            <w:r w:rsidRPr="008130EF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и</w:t>
            </w:r>
            <w:r w:rsidRPr="00813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утврдити </w:t>
            </w:r>
            <w:r w:rsidRPr="008130EF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појам пописа становништва.</w:t>
            </w:r>
          </w:p>
          <w:p w:rsidR="008130EF" w:rsidRPr="008130EF" w:rsidRDefault="008130EF" w:rsidP="008130EF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</w:pPr>
            <w:r w:rsidRPr="00813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Поновити </w:t>
            </w:r>
            <w:r w:rsidRPr="008130EF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и </w:t>
            </w:r>
            <w:r w:rsidRPr="00813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>објаснити</w:t>
            </w:r>
            <w:r w:rsidRPr="008130EF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 дефиниције појмова наталитет, морталитет, природни прираштај</w:t>
            </w:r>
            <w:r w:rsidRPr="008130EF">
              <w:rPr>
                <w:rFonts w:ascii="Times New Roman" w:eastAsia="Times New Roman" w:hAnsi="Times New Roman" w:cs="Times New Roman"/>
                <w:sz w:val="24"/>
                <w:szCs w:val="24"/>
                <w:lang w:val="sr-Latn-CS" w:bidi="en-US"/>
              </w:rPr>
              <w:t>.</w:t>
            </w:r>
          </w:p>
          <w:p w:rsidR="000C5134" w:rsidRDefault="008130EF" w:rsidP="008130EF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</w:pPr>
            <w:r w:rsidRPr="00813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Поновити </w:t>
            </w:r>
            <w:r w:rsidRPr="008130EF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>и</w:t>
            </w:r>
            <w:r w:rsidRPr="00813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bidi="en-US"/>
              </w:rPr>
              <w:t xml:space="preserve"> утврдити</w:t>
            </w:r>
            <w:r w:rsidRPr="008130EF">
              <w:rPr>
                <w:rFonts w:ascii="Times New Roman" w:eastAsia="Times New Roman" w:hAnsi="Times New Roman" w:cs="Times New Roman"/>
                <w:sz w:val="24"/>
                <w:szCs w:val="24"/>
                <w:lang w:val="sr-Cyrl-CS" w:bidi="en-US"/>
              </w:rPr>
              <w:t xml:space="preserve"> појам миграције.</w:t>
            </w:r>
          </w:p>
          <w:p w:rsidR="008130EF" w:rsidRPr="005E7DBC" w:rsidRDefault="008130EF" w:rsidP="008130EF">
            <w:pPr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 w:rsidP="0046001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D1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="00460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5C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минута</w:t>
            </w:r>
          </w:p>
        </w:tc>
      </w:tr>
      <w:tr w:rsidR="001C6C13" w:rsidRPr="00B37DAE" w:rsidTr="0072210E">
        <w:tc>
          <w:tcPr>
            <w:tcW w:w="9350" w:type="dxa"/>
          </w:tcPr>
          <w:p w:rsidR="008130EF" w:rsidRDefault="008130EF" w:rsidP="008130EF">
            <w:p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7631BF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Понављање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7631BF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и</w:t>
            </w:r>
            <w:r w:rsidRPr="007631BF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утврђивање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наставних садржаја обрађених на претходном часу извршити усменим путем.</w:t>
            </w:r>
          </w:p>
          <w:p w:rsidR="008130EF" w:rsidRPr="00273F96" w:rsidRDefault="008130EF" w:rsidP="008130EF">
            <w:pPr>
              <w:numPr>
                <w:ilvl w:val="0"/>
                <w:numId w:val="37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6478B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 стечена о најстаријим материјалним траговима људског живота на територији Србије.</w:t>
            </w:r>
          </w:p>
          <w:p w:rsidR="00273F96" w:rsidRPr="00751F78" w:rsidRDefault="00273F96" w:rsidP="008130EF">
            <w:pPr>
              <w:numPr>
                <w:ilvl w:val="0"/>
                <w:numId w:val="37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Поновити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стечена знања о природним кретањима становништва Србије.</w:t>
            </w:r>
          </w:p>
          <w:p w:rsidR="008130EF" w:rsidRDefault="008130EF" w:rsidP="008130EF">
            <w:pPr>
              <w:numPr>
                <w:ilvl w:val="0"/>
                <w:numId w:val="37"/>
              </w:numP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751F7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Поновити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којим временским периодима је обављено највише пописа на нашим територијама. </w:t>
            </w:r>
          </w:p>
          <w:p w:rsidR="008130EF" w:rsidRPr="00B940C7" w:rsidRDefault="008130EF" w:rsidP="008130EF">
            <w:pPr>
              <w:numPr>
                <w:ilvl w:val="0"/>
                <w:numId w:val="3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врсте миграција које су се обављале у нашој земљи.</w:t>
            </w:r>
          </w:p>
          <w:p w:rsidR="008130EF" w:rsidRDefault="008130EF" w:rsidP="008130EF">
            <w:pPr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Дати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пример за сваку струју старих миграција</w:t>
            </w:r>
            <w:r w:rsidRPr="00B940C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показати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правце кретања </w:t>
            </w:r>
            <w:r w:rsidRPr="00B940C7">
              <w:rPr>
                <w:rFonts w:ascii="Times New Roman" w:hAnsi="Times New Roman"/>
                <w:sz w:val="24"/>
                <w:szCs w:val="24"/>
                <w:lang w:val="sr-Cyrl-CS"/>
              </w:rPr>
              <w:t>на географској карти Србије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8130EF" w:rsidRDefault="008130EF" w:rsidP="008130EF">
            <w:pPr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9340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Објаснити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конкретном примеру сваке миграционе струје како је настала, </w:t>
            </w:r>
            <w:r w:rsidRPr="0099340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анализирати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разлоге њеног обављања.</w:t>
            </w:r>
          </w:p>
          <w:p w:rsidR="008130EF" w:rsidRPr="00B940C7" w:rsidRDefault="008130EF" w:rsidP="008130EF">
            <w:pPr>
              <w:numPr>
                <w:ilvl w:val="0"/>
                <w:numId w:val="36"/>
              </w:num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Навести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врсте и разлоге савремених миграција које се обављају у нашој земљи.</w:t>
            </w:r>
          </w:p>
          <w:p w:rsidR="008130EF" w:rsidRDefault="008130EF" w:rsidP="008130EF">
            <w:pPr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Дати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пример за сваку врсту миграција</w:t>
            </w:r>
            <w:r w:rsidRPr="00B940C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објаснити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је</w:t>
            </w:r>
            <w:r w:rsidRPr="00B940C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конкретним примерима из свакодневног живота.</w:t>
            </w:r>
          </w:p>
          <w:p w:rsidR="008130EF" w:rsidRDefault="008130EF" w:rsidP="008130EF">
            <w:pPr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31B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Анализирати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функцију и</w:t>
            </w:r>
            <w:r w:rsidRPr="00E6065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значај који имају миграције  за привреду Србије.</w:t>
            </w:r>
          </w:p>
          <w:p w:rsidR="00A56B0A" w:rsidRPr="00A56B0A" w:rsidRDefault="00A56B0A" w:rsidP="008130EF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5C96" w:rsidRPr="00B37DAE" w:rsidTr="0072210E">
        <w:tc>
          <w:tcPr>
            <w:tcW w:w="9350" w:type="dxa"/>
            <w:shd w:val="clear" w:color="auto" w:fill="C2D69B" w:themeFill="accent3" w:themeFillTint="99"/>
          </w:tcPr>
          <w:p w:rsidR="00545C96" w:rsidRPr="00545C96" w:rsidRDefault="00545C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Завршни део часа ( минута):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D4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минута</w:t>
            </w:r>
          </w:p>
        </w:tc>
      </w:tr>
      <w:tr w:rsidR="005F784B" w:rsidRPr="00B37DAE" w:rsidTr="0072210E">
        <w:tc>
          <w:tcPr>
            <w:tcW w:w="9350" w:type="dxa"/>
          </w:tcPr>
          <w:p w:rsidR="008130EF" w:rsidRDefault="008130EF" w:rsidP="008130EF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31B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Провера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7631B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оцењивање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усвојености наставних садржаја са претходних часова.</w:t>
            </w:r>
          </w:p>
          <w:p w:rsidR="00D009D5" w:rsidRPr="00D009D5" w:rsidRDefault="00D009D5" w:rsidP="008130EF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80B22" w:rsidRPr="00A17F87" w:rsidTr="0072210E">
        <w:tc>
          <w:tcPr>
            <w:tcW w:w="9350" w:type="dxa"/>
            <w:tcBorders>
              <w:top w:val="nil"/>
            </w:tcBorders>
            <w:shd w:val="clear" w:color="auto" w:fill="C2D69B" w:themeFill="accent3" w:themeFillTint="99"/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наставника</w:t>
            </w:r>
          </w:p>
        </w:tc>
      </w:tr>
      <w:tr w:rsidR="001C6C13" w:rsidRPr="00B37DAE" w:rsidTr="0072210E">
        <w:tc>
          <w:tcPr>
            <w:tcW w:w="9350" w:type="dxa"/>
            <w:tcBorders>
              <w:top w:val="nil"/>
            </w:tcBorders>
          </w:tcPr>
          <w:p w:rsidR="00B80B22" w:rsidRPr="00B80B22" w:rsidRDefault="00B80B22" w:rsidP="001C6C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Објашњава ученицима,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разговара са њима, поставља им питања и наводи их да тачно одговоре на њих, уважава ученичка мишљења, подстиче их на логичко размишљање, похваљује њихову активност, врши запис на табли</w:t>
            </w:r>
          </w:p>
          <w:p w:rsidR="001C6C13" w:rsidRPr="00545C96" w:rsidRDefault="001C6C13" w:rsidP="00DA6D4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80B22" w:rsidRPr="00B80B22" w:rsidTr="0072210E">
        <w:tc>
          <w:tcPr>
            <w:tcW w:w="9350" w:type="dxa"/>
            <w:shd w:val="clear" w:color="auto" w:fill="C2D69B" w:themeFill="accent3" w:themeFillTint="99"/>
          </w:tcPr>
          <w:p w:rsidR="00B80B22" w:rsidRPr="00545C96" w:rsidRDefault="00B80B22" w:rsidP="001C6C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B80B2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Активности ученика</w:t>
            </w:r>
          </w:p>
        </w:tc>
      </w:tr>
      <w:tr w:rsidR="001C6C13" w:rsidRPr="00B37DAE" w:rsidTr="0072210E">
        <w:tc>
          <w:tcPr>
            <w:tcW w:w="9350" w:type="dxa"/>
          </w:tcPr>
          <w:p w:rsidR="001C6C13" w:rsidRDefault="001C6C13" w:rsidP="00B37D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Ученици слушају, одговарају на постављена питања наставника и сами постављају питања. 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Активно учествују у раду разговором, постављањем питања и закључивањем.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Записују текст са табле.</w:t>
            </w:r>
            <w:r w:rsidR="00B80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0703B" w:rsidRPr="00545C96" w:rsidRDefault="00F0703B" w:rsidP="00B37DA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06767" w:rsidRPr="00B80B22" w:rsidTr="0072210E">
        <w:tc>
          <w:tcPr>
            <w:tcW w:w="9350" w:type="dxa"/>
            <w:shd w:val="clear" w:color="auto" w:fill="C2D69B" w:themeFill="accent3" w:themeFillTint="99"/>
          </w:tcPr>
          <w:p w:rsidR="00606767" w:rsidRDefault="006067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ИЗГЛЕД ТАБЛЕ</w:t>
            </w:r>
          </w:p>
        </w:tc>
      </w:tr>
      <w:tr w:rsidR="001C6C13" w:rsidRPr="00B37DAE" w:rsidTr="0072210E">
        <w:tc>
          <w:tcPr>
            <w:tcW w:w="9350" w:type="dxa"/>
          </w:tcPr>
          <w:p w:rsidR="00DF3F5F" w:rsidRDefault="00DF3F5F" w:rsidP="00FB7DC9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130EF" w:rsidRPr="00954F32" w:rsidRDefault="003A07E1" w:rsidP="008130EF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</w:t>
            </w:r>
            <w:r w:rsidR="008130EF" w:rsidRPr="00954F32">
              <w:rPr>
                <w:rFonts w:ascii="Times New Roman" w:hAnsi="Times New Roman"/>
                <w:sz w:val="24"/>
                <w:szCs w:val="24"/>
                <w:lang w:val="sr-Cyrl-CS"/>
              </w:rPr>
              <w:t>Основне одлике и миграције становништва Србије</w:t>
            </w:r>
            <w:r w:rsidR="008130EF" w:rsidRPr="00954F3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8130EF" w:rsidRPr="00954F32" w:rsidRDefault="008130EF" w:rsidP="008130E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54F3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</w:t>
            </w:r>
            <w:r w:rsidR="003A07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</w:t>
            </w:r>
            <w:r w:rsidRPr="00954F3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(утврђивање)</w:t>
            </w:r>
          </w:p>
          <w:p w:rsidR="008130EF" w:rsidRDefault="008130EF" w:rsidP="008130E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130EF" w:rsidRPr="00550E78" w:rsidRDefault="008130EF" w:rsidP="008130EF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8130EF" w:rsidRDefault="008130EF" w:rsidP="008130EF">
            <w:pPr>
              <w:ind w:left="360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Питања која се могу постављати ученицима:</w:t>
            </w:r>
          </w:p>
          <w:p w:rsidR="008130EF" w:rsidRDefault="008130EF" w:rsidP="008130EF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се подразумева под појмом становништво?</w:t>
            </w:r>
          </w:p>
          <w:p w:rsidR="008130EF" w:rsidRDefault="008130EF" w:rsidP="008130EF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проучава демографија?</w:t>
            </w:r>
          </w:p>
          <w:p w:rsidR="008130EF" w:rsidRDefault="008130EF" w:rsidP="008130EF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су пописи и у чему се састоји њихов значај?</w:t>
            </w:r>
          </w:p>
          <w:p w:rsidR="008130EF" w:rsidRDefault="008130EF" w:rsidP="008130EF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Када су се вршили први пописи нашег становништва?</w:t>
            </w:r>
          </w:p>
          <w:p w:rsidR="008130EF" w:rsidRDefault="008130EF" w:rsidP="008130EF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Којих година су се вршили новији пописи нашег становништва?</w:t>
            </w:r>
          </w:p>
          <w:p w:rsidR="008130EF" w:rsidRDefault="008130EF" w:rsidP="008130EF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је општа, а шта посебна густина насељености?</w:t>
            </w:r>
          </w:p>
          <w:p w:rsidR="008130EF" w:rsidRDefault="008130EF" w:rsidP="008130EF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је наталитет, а шта морталитет?</w:t>
            </w:r>
          </w:p>
          <w:p w:rsidR="008130EF" w:rsidRDefault="008130EF" w:rsidP="008130EF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Како се израчунава приридни прираштај једне земље и шта нам он показује?</w:t>
            </w:r>
          </w:p>
          <w:p w:rsidR="008130EF" w:rsidRDefault="008130EF" w:rsidP="008130EF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су миграције?</w:t>
            </w:r>
          </w:p>
          <w:p w:rsidR="008130EF" w:rsidRDefault="008130EF" w:rsidP="008130EF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Које врсте миграција постоје?</w:t>
            </w:r>
          </w:p>
          <w:p w:rsidR="008130EF" w:rsidRDefault="008130EF" w:rsidP="008130EF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Наведи разлоге миграционих кретања становништва.</w:t>
            </w:r>
          </w:p>
          <w:p w:rsidR="008130EF" w:rsidRDefault="008130EF" w:rsidP="008130EF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Покажи на географској карти Србије правце кретања миграционих струја у периоду између 15. и 19. века.</w:t>
            </w:r>
          </w:p>
          <w:p w:rsidR="008130EF" w:rsidRDefault="008130EF" w:rsidP="008130EF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Наведи разлоге савремених миграционих кретања.</w:t>
            </w:r>
          </w:p>
          <w:p w:rsidR="00382D41" w:rsidRDefault="008130EF" w:rsidP="008130EF">
            <w:pPr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 су сезонске, а шта дневне миграције?</w:t>
            </w:r>
          </w:p>
          <w:p w:rsidR="008130EF" w:rsidRPr="008130EF" w:rsidRDefault="008130EF" w:rsidP="008130EF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4334D" w:rsidRPr="003321C2" w:rsidTr="0072210E">
        <w:tc>
          <w:tcPr>
            <w:tcW w:w="9350" w:type="dxa"/>
            <w:shd w:val="clear" w:color="auto" w:fill="C2D69B" w:themeFill="accent3" w:themeFillTint="99"/>
          </w:tcPr>
          <w:p w:rsidR="00E4334D" w:rsidRPr="00545C96" w:rsidRDefault="00E4334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ЕВАЛУАЦИЈА ЧАСА: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C6C13" w:rsidRPr="003321C2" w:rsidTr="0072210E">
        <w:tc>
          <w:tcPr>
            <w:tcW w:w="9350" w:type="dxa"/>
            <w:shd w:val="clear" w:color="auto" w:fill="C2D69B" w:themeFill="accent3" w:themeFillTint="99"/>
          </w:tcPr>
          <w:p w:rsidR="001C6C13" w:rsidRPr="00E4334D" w:rsidRDefault="001C6C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5C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ЗАПАЖАЊА НАСТАВНИКА:</w:t>
            </w:r>
          </w:p>
        </w:tc>
      </w:tr>
      <w:tr w:rsidR="0072210E" w:rsidRPr="003321C2" w:rsidTr="0072210E">
        <w:tc>
          <w:tcPr>
            <w:tcW w:w="9350" w:type="dxa"/>
            <w:shd w:val="clear" w:color="auto" w:fill="auto"/>
          </w:tcPr>
          <w:p w:rsidR="0072210E" w:rsidRPr="00545C96" w:rsidRDefault="0072210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F20E4" w:rsidRPr="003321C2" w:rsidRDefault="00BF20E4">
      <w:pPr>
        <w:rPr>
          <w:lang w:val="ru-RU"/>
        </w:rPr>
      </w:pPr>
    </w:p>
    <w:sectPr w:rsidR="00BF20E4" w:rsidRPr="003321C2" w:rsidSect="00BF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46C0"/>
    <w:multiLevelType w:val="hybridMultilevel"/>
    <w:tmpl w:val="E35A8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7046D"/>
    <w:multiLevelType w:val="hybridMultilevel"/>
    <w:tmpl w:val="DC343A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E8A"/>
    <w:multiLevelType w:val="hybridMultilevel"/>
    <w:tmpl w:val="0CC43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F0313"/>
    <w:multiLevelType w:val="hybridMultilevel"/>
    <w:tmpl w:val="0266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72823"/>
    <w:multiLevelType w:val="hybridMultilevel"/>
    <w:tmpl w:val="E7E6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74230"/>
    <w:multiLevelType w:val="hybridMultilevel"/>
    <w:tmpl w:val="CE307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A323E"/>
    <w:multiLevelType w:val="hybridMultilevel"/>
    <w:tmpl w:val="C20E2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A4BC2"/>
    <w:multiLevelType w:val="hybridMultilevel"/>
    <w:tmpl w:val="2EF00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77965"/>
    <w:multiLevelType w:val="hybridMultilevel"/>
    <w:tmpl w:val="DF64B8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51618"/>
    <w:multiLevelType w:val="hybridMultilevel"/>
    <w:tmpl w:val="A028A9F2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2477A"/>
    <w:multiLevelType w:val="hybridMultilevel"/>
    <w:tmpl w:val="CDEC6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23520"/>
    <w:multiLevelType w:val="hybridMultilevel"/>
    <w:tmpl w:val="8BE40FDE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64D32"/>
    <w:multiLevelType w:val="hybridMultilevel"/>
    <w:tmpl w:val="63D43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0286D"/>
    <w:multiLevelType w:val="hybridMultilevel"/>
    <w:tmpl w:val="2840AC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E5B33"/>
    <w:multiLevelType w:val="hybridMultilevel"/>
    <w:tmpl w:val="46E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7A3D33"/>
    <w:multiLevelType w:val="hybridMultilevel"/>
    <w:tmpl w:val="1FEE4454"/>
    <w:lvl w:ilvl="0" w:tplc="CF34BE3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931B6"/>
    <w:multiLevelType w:val="hybridMultilevel"/>
    <w:tmpl w:val="6952D7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36BD1"/>
    <w:multiLevelType w:val="hybridMultilevel"/>
    <w:tmpl w:val="DD6AC1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E13A31"/>
    <w:multiLevelType w:val="hybridMultilevel"/>
    <w:tmpl w:val="4C84F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A13A2"/>
    <w:multiLevelType w:val="hybridMultilevel"/>
    <w:tmpl w:val="BA6E7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C34723"/>
    <w:multiLevelType w:val="hybridMultilevel"/>
    <w:tmpl w:val="BCBA9AC8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5193D"/>
    <w:multiLevelType w:val="hybridMultilevel"/>
    <w:tmpl w:val="FBC6A4AA"/>
    <w:lvl w:ilvl="0" w:tplc="8EC46F6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17253F7"/>
    <w:multiLevelType w:val="hybridMultilevel"/>
    <w:tmpl w:val="CE0C2378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52F95FD7"/>
    <w:multiLevelType w:val="hybridMultilevel"/>
    <w:tmpl w:val="119AC1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A651A5"/>
    <w:multiLevelType w:val="hybridMultilevel"/>
    <w:tmpl w:val="7FA44844"/>
    <w:lvl w:ilvl="0" w:tplc="8EC46F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47446A"/>
    <w:multiLevelType w:val="hybridMultilevel"/>
    <w:tmpl w:val="CCFA12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BCC62E8"/>
    <w:multiLevelType w:val="hybridMultilevel"/>
    <w:tmpl w:val="6D4A11E0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A698D"/>
    <w:multiLevelType w:val="hybridMultilevel"/>
    <w:tmpl w:val="4600C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F66D7"/>
    <w:multiLevelType w:val="hybridMultilevel"/>
    <w:tmpl w:val="423A0D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72244"/>
    <w:multiLevelType w:val="hybridMultilevel"/>
    <w:tmpl w:val="8F924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56F2595"/>
    <w:multiLevelType w:val="hybridMultilevel"/>
    <w:tmpl w:val="EE74A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B56D76"/>
    <w:multiLevelType w:val="hybridMultilevel"/>
    <w:tmpl w:val="3CEC8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46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7E1E8F"/>
    <w:multiLevelType w:val="hybridMultilevel"/>
    <w:tmpl w:val="89A4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3230F"/>
    <w:multiLevelType w:val="hybridMultilevel"/>
    <w:tmpl w:val="D63A247A"/>
    <w:lvl w:ilvl="0" w:tplc="54942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9714DA"/>
    <w:multiLevelType w:val="hybridMultilevel"/>
    <w:tmpl w:val="49C0D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DA1D4B"/>
    <w:multiLevelType w:val="hybridMultilevel"/>
    <w:tmpl w:val="C0E21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C24AC"/>
    <w:multiLevelType w:val="hybridMultilevel"/>
    <w:tmpl w:val="C88A1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202BF6"/>
    <w:multiLevelType w:val="hybridMultilevel"/>
    <w:tmpl w:val="53704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A32AA"/>
    <w:multiLevelType w:val="hybridMultilevel"/>
    <w:tmpl w:val="A7E46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2"/>
  </w:num>
  <w:num w:numId="3">
    <w:abstractNumId w:val="16"/>
  </w:num>
  <w:num w:numId="4">
    <w:abstractNumId w:val="17"/>
  </w:num>
  <w:num w:numId="5">
    <w:abstractNumId w:val="24"/>
  </w:num>
  <w:num w:numId="6">
    <w:abstractNumId w:val="26"/>
  </w:num>
  <w:num w:numId="7">
    <w:abstractNumId w:val="9"/>
  </w:num>
  <w:num w:numId="8">
    <w:abstractNumId w:val="33"/>
  </w:num>
  <w:num w:numId="9">
    <w:abstractNumId w:val="34"/>
  </w:num>
  <w:num w:numId="10">
    <w:abstractNumId w:val="31"/>
  </w:num>
  <w:num w:numId="11">
    <w:abstractNumId w:val="12"/>
  </w:num>
  <w:num w:numId="12">
    <w:abstractNumId w:val="29"/>
  </w:num>
  <w:num w:numId="13">
    <w:abstractNumId w:val="27"/>
  </w:num>
  <w:num w:numId="14">
    <w:abstractNumId w:val="11"/>
  </w:num>
  <w:num w:numId="15">
    <w:abstractNumId w:val="4"/>
  </w:num>
  <w:num w:numId="16">
    <w:abstractNumId w:val="21"/>
  </w:num>
  <w:num w:numId="17">
    <w:abstractNumId w:val="20"/>
  </w:num>
  <w:num w:numId="18">
    <w:abstractNumId w:val="3"/>
  </w:num>
  <w:num w:numId="19">
    <w:abstractNumId w:val="15"/>
  </w:num>
  <w:num w:numId="20">
    <w:abstractNumId w:val="18"/>
  </w:num>
  <w:num w:numId="21">
    <w:abstractNumId w:val="2"/>
  </w:num>
  <w:num w:numId="22">
    <w:abstractNumId w:val="7"/>
  </w:num>
  <w:num w:numId="23">
    <w:abstractNumId w:val="38"/>
  </w:num>
  <w:num w:numId="24">
    <w:abstractNumId w:val="37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6"/>
  </w:num>
  <w:num w:numId="28">
    <w:abstractNumId w:val="28"/>
  </w:num>
  <w:num w:numId="29">
    <w:abstractNumId w:val="0"/>
  </w:num>
  <w:num w:numId="30">
    <w:abstractNumId w:val="36"/>
  </w:num>
  <w:num w:numId="31">
    <w:abstractNumId w:val="35"/>
  </w:num>
  <w:num w:numId="32">
    <w:abstractNumId w:val="22"/>
  </w:num>
  <w:num w:numId="33">
    <w:abstractNumId w:val="1"/>
  </w:num>
  <w:num w:numId="34">
    <w:abstractNumId w:val="5"/>
  </w:num>
  <w:num w:numId="35">
    <w:abstractNumId w:val="19"/>
  </w:num>
  <w:num w:numId="36">
    <w:abstractNumId w:val="13"/>
  </w:num>
  <w:num w:numId="37">
    <w:abstractNumId w:val="23"/>
  </w:num>
  <w:num w:numId="38">
    <w:abstractNumId w:val="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7D"/>
    <w:rsid w:val="0001161D"/>
    <w:rsid w:val="000C0BC7"/>
    <w:rsid w:val="000C5134"/>
    <w:rsid w:val="000E4B87"/>
    <w:rsid w:val="00177289"/>
    <w:rsid w:val="001C6C13"/>
    <w:rsid w:val="00210FF1"/>
    <w:rsid w:val="002365E8"/>
    <w:rsid w:val="002471DD"/>
    <w:rsid w:val="00255E09"/>
    <w:rsid w:val="00265D25"/>
    <w:rsid w:val="00273F96"/>
    <w:rsid w:val="002D4187"/>
    <w:rsid w:val="003321C2"/>
    <w:rsid w:val="003664E5"/>
    <w:rsid w:val="00382D41"/>
    <w:rsid w:val="00384BE7"/>
    <w:rsid w:val="00391413"/>
    <w:rsid w:val="00394C65"/>
    <w:rsid w:val="003A07E1"/>
    <w:rsid w:val="003C7837"/>
    <w:rsid w:val="003D559B"/>
    <w:rsid w:val="003F25B6"/>
    <w:rsid w:val="0045302D"/>
    <w:rsid w:val="00460010"/>
    <w:rsid w:val="00466279"/>
    <w:rsid w:val="00486C8F"/>
    <w:rsid w:val="004B025F"/>
    <w:rsid w:val="004B24F6"/>
    <w:rsid w:val="004B66C7"/>
    <w:rsid w:val="004C7CD5"/>
    <w:rsid w:val="004D1238"/>
    <w:rsid w:val="005140EA"/>
    <w:rsid w:val="00545C96"/>
    <w:rsid w:val="005A249A"/>
    <w:rsid w:val="005E7DBC"/>
    <w:rsid w:val="005F784B"/>
    <w:rsid w:val="00605D58"/>
    <w:rsid w:val="00606767"/>
    <w:rsid w:val="00664F16"/>
    <w:rsid w:val="00670648"/>
    <w:rsid w:val="00672944"/>
    <w:rsid w:val="006B08B8"/>
    <w:rsid w:val="006D675B"/>
    <w:rsid w:val="006E2F25"/>
    <w:rsid w:val="006F2937"/>
    <w:rsid w:val="0072210E"/>
    <w:rsid w:val="007247FA"/>
    <w:rsid w:val="00754A41"/>
    <w:rsid w:val="0077149E"/>
    <w:rsid w:val="00781ADA"/>
    <w:rsid w:val="007A3706"/>
    <w:rsid w:val="007A3AC2"/>
    <w:rsid w:val="007B6F6A"/>
    <w:rsid w:val="007E5250"/>
    <w:rsid w:val="007E6623"/>
    <w:rsid w:val="008130EF"/>
    <w:rsid w:val="0082119A"/>
    <w:rsid w:val="00850E89"/>
    <w:rsid w:val="008E5875"/>
    <w:rsid w:val="008F0F0B"/>
    <w:rsid w:val="0092304A"/>
    <w:rsid w:val="00936925"/>
    <w:rsid w:val="00940DEE"/>
    <w:rsid w:val="00952CBC"/>
    <w:rsid w:val="0096516D"/>
    <w:rsid w:val="0099551A"/>
    <w:rsid w:val="009F0AF1"/>
    <w:rsid w:val="00A17F87"/>
    <w:rsid w:val="00A45210"/>
    <w:rsid w:val="00A47E59"/>
    <w:rsid w:val="00A56B0A"/>
    <w:rsid w:val="00AA0D44"/>
    <w:rsid w:val="00AB78A4"/>
    <w:rsid w:val="00B37DAE"/>
    <w:rsid w:val="00B6058C"/>
    <w:rsid w:val="00B7272C"/>
    <w:rsid w:val="00B72778"/>
    <w:rsid w:val="00B80B22"/>
    <w:rsid w:val="00B95863"/>
    <w:rsid w:val="00BA107D"/>
    <w:rsid w:val="00BF20E4"/>
    <w:rsid w:val="00C379D6"/>
    <w:rsid w:val="00C62564"/>
    <w:rsid w:val="00C70D9C"/>
    <w:rsid w:val="00C81044"/>
    <w:rsid w:val="00CA725F"/>
    <w:rsid w:val="00CC0911"/>
    <w:rsid w:val="00CF2342"/>
    <w:rsid w:val="00D009D5"/>
    <w:rsid w:val="00D009F3"/>
    <w:rsid w:val="00D0461E"/>
    <w:rsid w:val="00DE65D7"/>
    <w:rsid w:val="00DF3F5F"/>
    <w:rsid w:val="00E4334D"/>
    <w:rsid w:val="00EA25EB"/>
    <w:rsid w:val="00ED13B5"/>
    <w:rsid w:val="00F0395B"/>
    <w:rsid w:val="00F05659"/>
    <w:rsid w:val="00F0703B"/>
    <w:rsid w:val="00F137B9"/>
    <w:rsid w:val="00F57D30"/>
    <w:rsid w:val="00FB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45ACC"/>
  <w15:docId w15:val="{D16A19FD-5FCB-4B29-ACDC-3F2B8323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3321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06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ceo.edu.rs/question/preview.php?continue=1&amp;courseid=7&amp;id=2520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ceo.edu.rs/question/preview.php?continue=1&amp;courseid=7&amp;id=25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ceo.edu.rs/question/preview.php?continue=1&amp;courseid=7&amp;id=250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Desktop\&#1055;&#1056;&#1048;&#1055;&#1056;&#1045;&#1052;&#1040;%20&#1047;&#1040;%20&#1095;&#1072;&#1089;%20%206.%20&#1056;,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EAE94-AA5F-428D-8EFE-BD78126A1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ПРИПРЕМА ЗА час  6. Р,</Template>
  <TotalTime>4722</TotalTime>
  <Pages>3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Marija B.</cp:lastModifiedBy>
  <cp:revision>30</cp:revision>
  <dcterms:created xsi:type="dcterms:W3CDTF">2021-08-13T16:44:00Z</dcterms:created>
  <dcterms:modified xsi:type="dcterms:W3CDTF">2021-08-26T08:17:00Z</dcterms:modified>
</cp:coreProperties>
</file>