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1</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Lezione introduttiva</w:t>
      </w:r>
    </w:p>
    <w:p w:rsidR="00F01BE7" w:rsidRPr="004966C3" w:rsidRDefault="00F01BE7" w:rsidP="002E1D9B">
      <w:pPr>
        <w:shd w:val="clear" w:color="auto" w:fill="FFFFFF"/>
        <w:rPr>
          <w:b/>
          <w:i/>
          <w:u w:val="single"/>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уводни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дијалошка, демонстративна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Уџбеник, Радна свеска (само за показивање)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color w:val="FF0000"/>
        </w:rPr>
      </w:pPr>
      <w:r w:rsidRPr="004966C3">
        <w:rPr>
          <w:b/>
        </w:rPr>
        <w:t>обнављање основних комуникативних функција, представљање уџбеничког комплета и програма за шести разред</w:t>
      </w: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ind w:left="284"/>
        <w:rPr>
          <w:b/>
        </w:rPr>
      </w:pPr>
      <w:r w:rsidRPr="004966C3">
        <w:t xml:space="preserve">      </w:t>
      </w:r>
      <w:r w:rsidRPr="004966C3">
        <w:rPr>
          <w:b/>
        </w:rPr>
        <w:t xml:space="preserve">По завршетку часа ученици ће да: </w:t>
      </w:r>
    </w:p>
    <w:p w:rsidR="00F01BE7" w:rsidRPr="004966C3" w:rsidRDefault="00F01BE7" w:rsidP="002E1D9B">
      <w:pPr>
        <w:numPr>
          <w:ilvl w:val="1"/>
          <w:numId w:val="19"/>
        </w:numPr>
        <w:rPr>
          <w:b/>
        </w:rPr>
      </w:pPr>
      <w:r w:rsidRPr="004966C3">
        <w:rPr>
          <w:b/>
        </w:rPr>
        <w:t>знају саржај, начин рада и вредновање</w:t>
      </w:r>
    </w:p>
    <w:p w:rsidR="00F01BE7" w:rsidRPr="004966C3" w:rsidRDefault="00F01BE7" w:rsidP="002E1D9B">
      <w:pPr>
        <w:numPr>
          <w:ilvl w:val="1"/>
          <w:numId w:val="19"/>
        </w:numPr>
        <w:rPr>
          <w:b/>
        </w:rPr>
      </w:pPr>
      <w:r w:rsidRPr="004966C3">
        <w:rPr>
          <w:b/>
        </w:rPr>
        <w:t>умеју  да се представе и представе неку особу, кажу шта им се свиђа или не свиђа</w:t>
      </w:r>
    </w:p>
    <w:p w:rsidR="00F01BE7" w:rsidRPr="004966C3" w:rsidRDefault="00F01BE7" w:rsidP="002E1D9B">
      <w:pPr>
        <w:numPr>
          <w:ilvl w:val="0"/>
          <w:numId w:val="9"/>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rPr>
          <w:b/>
        </w:rPr>
      </w:pPr>
      <w:r w:rsidRPr="004966C3">
        <w:rPr>
          <w:b/>
          <w:u w:val="dotted"/>
        </w:rPr>
        <w:t>Наставника</w:t>
      </w:r>
      <w:r w:rsidRPr="004966C3">
        <w:rPr>
          <w:b/>
        </w:rPr>
        <w:t>: Иницира дијалог, помаже ученицима у представљању, показује им Уџбеник, представља програм за шести разред.</w:t>
      </w:r>
    </w:p>
    <w:p w:rsidR="00F01BE7" w:rsidRPr="004966C3" w:rsidRDefault="00F01BE7" w:rsidP="002E1D9B">
      <w:pPr>
        <w:numPr>
          <w:ilvl w:val="0"/>
          <w:numId w:val="12"/>
        </w:numPr>
        <w:shd w:val="clear" w:color="auto" w:fill="FFFFFF"/>
        <w:rPr>
          <w:b/>
          <w:u w:val="dotted"/>
        </w:rPr>
      </w:pPr>
      <w:r w:rsidRPr="004966C3">
        <w:rPr>
          <w:b/>
          <w:u w:val="dotted"/>
        </w:rPr>
        <w:t>Ученика</w:t>
      </w:r>
      <w:r w:rsidRPr="004966C3">
        <w:rPr>
          <w:b/>
        </w:rPr>
        <w:t>: Представљају се на италијанском језику, разговарају о летњем распусту, износе мишљење о Уџбенику и предстојећем програму.</w:t>
      </w:r>
    </w:p>
    <w:p w:rsidR="00F01BE7" w:rsidRPr="004966C3" w:rsidRDefault="00F01BE7" w:rsidP="002E1D9B">
      <w:pPr>
        <w:shd w:val="clear" w:color="auto" w:fill="FFFFFF"/>
        <w:rPr>
          <w:b/>
          <w:u w:val="dotted"/>
        </w:rPr>
      </w:pPr>
    </w:p>
    <w:p w:rsidR="00F01BE7" w:rsidRPr="004966C3" w:rsidRDefault="00F01BE7" w:rsidP="002E1D9B">
      <w:pPr>
        <w:shd w:val="clear" w:color="auto" w:fill="FFFFFF"/>
        <w:rPr>
          <w:b/>
          <w:u w:val="dotted"/>
        </w:rPr>
      </w:pPr>
    </w:p>
    <w:p w:rsidR="00F01BE7" w:rsidRPr="004966C3" w:rsidRDefault="00F01BE7" w:rsidP="002E1D9B">
      <w:pPr>
        <w:shd w:val="clear" w:color="auto" w:fill="FFFFFF"/>
        <w:rPr>
          <w:b/>
          <w:u w:val="dotted"/>
        </w:rPr>
      </w:pPr>
    </w:p>
    <w:p w:rsidR="00F01BE7" w:rsidRPr="004966C3" w:rsidRDefault="00F01BE7" w:rsidP="002E1D9B">
      <w:pPr>
        <w:shd w:val="clear" w:color="auto" w:fill="FFFFFF"/>
        <w:rPr>
          <w:b/>
          <w:u w:val="dotted"/>
        </w:rPr>
      </w:pPr>
    </w:p>
    <w:p w:rsidR="00F01BE7" w:rsidRPr="004966C3" w:rsidRDefault="00F01BE7" w:rsidP="002E1D9B">
      <w:pPr>
        <w:shd w:val="clear" w:color="auto" w:fill="FFFFFF"/>
        <w:rPr>
          <w:b/>
          <w:u w:val="dotted"/>
        </w:rPr>
      </w:pPr>
    </w:p>
    <w:p w:rsidR="00F01BE7" w:rsidRPr="004966C3" w:rsidRDefault="00F01BE7" w:rsidP="002E1D9B">
      <w:pPr>
        <w:shd w:val="clear" w:color="auto" w:fill="FFFFFF"/>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i/>
          <w:lang w:val="sr-Cyrl-CS"/>
        </w:rPr>
      </w:pPr>
      <w:r w:rsidRPr="004966C3">
        <w:rPr>
          <w:b/>
          <w:lang w:val="sr-Cyrl-CS"/>
        </w:rPr>
        <w:t xml:space="preserve">На почетку часа разговарам са ученицима о томе како су провели летњи распуст. Не инсистирам од самог почетка на комуникацији на италијанском језику, важно је да се ученици после дуже паузе опусте, подсете пријатне атмосфере на часовима италијанског језика и поделе своја искуства са распуста. У току разговора убацујем тек понеку италијанску реч која је ученицима од раније позната, а тиче се лета, као нпр. </w:t>
      </w:r>
      <w:r w:rsidRPr="004966C3">
        <w:rPr>
          <w:b/>
          <w:i/>
          <w:lang w:val="it-IT"/>
        </w:rPr>
        <w:t>estate</w:t>
      </w:r>
      <w:r w:rsidRPr="004966C3">
        <w:rPr>
          <w:b/>
          <w:i/>
          <w:lang w:val="sr-Cyrl-CS"/>
        </w:rPr>
        <w:t xml:space="preserve">, </w:t>
      </w:r>
      <w:r w:rsidRPr="004966C3">
        <w:rPr>
          <w:b/>
          <w:i/>
          <w:lang w:val="it-IT"/>
        </w:rPr>
        <w:t>mare</w:t>
      </w:r>
      <w:r w:rsidRPr="004966C3">
        <w:rPr>
          <w:b/>
          <w:i/>
          <w:lang w:val="sr-Cyrl-CS"/>
        </w:rPr>
        <w:t xml:space="preserve">, </w:t>
      </w:r>
      <w:r w:rsidRPr="004966C3">
        <w:rPr>
          <w:b/>
          <w:i/>
          <w:lang w:val="it-IT"/>
        </w:rPr>
        <w:t>sole</w:t>
      </w:r>
      <w:r w:rsidRPr="004966C3">
        <w:rPr>
          <w:b/>
          <w:i/>
          <w:lang w:val="sr-Cyrl-CS"/>
        </w:rPr>
        <w:t xml:space="preserve">, </w:t>
      </w:r>
      <w:r w:rsidRPr="004966C3">
        <w:rPr>
          <w:b/>
          <w:i/>
          <w:lang w:val="it-IT"/>
        </w:rPr>
        <w:t>nuoto</w:t>
      </w:r>
      <w:r w:rsidRPr="004966C3">
        <w:rPr>
          <w:b/>
          <w:i/>
          <w:lang w:val="sr-Cyrl-CS"/>
        </w:rPr>
        <w:t xml:space="preserve">, </w:t>
      </w:r>
      <w:r w:rsidRPr="004966C3">
        <w:rPr>
          <w:b/>
          <w:i/>
          <w:lang w:val="it-IT"/>
        </w:rPr>
        <w:t>valigia</w:t>
      </w:r>
      <w:r w:rsidRPr="004966C3">
        <w:rPr>
          <w:b/>
          <w:i/>
          <w:lang w:val="sr-Cyrl-CS"/>
        </w:rPr>
        <w:t>...</w:t>
      </w:r>
    </w:p>
    <w:p w:rsidR="00F01BE7" w:rsidRPr="004966C3" w:rsidRDefault="00F01BE7" w:rsidP="002E1D9B">
      <w:pPr>
        <w:shd w:val="clear" w:color="auto" w:fill="FFFFFF"/>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(30 минута)</w:t>
      </w:r>
    </w:p>
    <w:p w:rsidR="00F01BE7" w:rsidRPr="004966C3" w:rsidRDefault="00F01BE7" w:rsidP="002E1D9B">
      <w:pPr>
        <w:shd w:val="clear" w:color="auto" w:fill="FFFFFF"/>
        <w:jc w:val="both"/>
        <w:rPr>
          <w:b/>
          <w:i/>
          <w:lang w:val="sr-Cyrl-CS"/>
        </w:rPr>
      </w:pPr>
    </w:p>
    <w:p w:rsidR="00F01BE7" w:rsidRPr="004966C3" w:rsidRDefault="00F01BE7" w:rsidP="002E1D9B">
      <w:pPr>
        <w:shd w:val="clear" w:color="auto" w:fill="FFFFFF"/>
        <w:jc w:val="both"/>
        <w:rPr>
          <w:b/>
          <w:lang w:val="it-IT"/>
        </w:rPr>
      </w:pPr>
      <w:r w:rsidRPr="004966C3">
        <w:rPr>
          <w:b/>
          <w:lang w:val="sr-Cyrl-CS"/>
        </w:rPr>
        <w:t xml:space="preserve">Када су се ученици опустили, тражим од њих да ми се свако укратко представи на италијанском језику. Подсећам их како то може да се уради: </w:t>
      </w:r>
      <w:r w:rsidRPr="004966C3">
        <w:rPr>
          <w:b/>
          <w:i/>
          <w:lang w:val="it-IT"/>
        </w:rPr>
        <w:t>Io</w:t>
      </w:r>
      <w:r w:rsidRPr="004966C3">
        <w:rPr>
          <w:b/>
          <w:i/>
          <w:lang w:val="sr-Cyrl-CS"/>
        </w:rPr>
        <w:t xml:space="preserve"> </w:t>
      </w:r>
      <w:r w:rsidRPr="004966C3">
        <w:rPr>
          <w:b/>
          <w:i/>
          <w:lang w:val="it-IT"/>
        </w:rPr>
        <w:t>mi</w:t>
      </w:r>
      <w:r w:rsidRPr="004966C3">
        <w:rPr>
          <w:b/>
          <w:i/>
          <w:lang w:val="sr-Cyrl-CS"/>
        </w:rPr>
        <w:t xml:space="preserve"> </w:t>
      </w:r>
      <w:r w:rsidRPr="004966C3">
        <w:rPr>
          <w:b/>
          <w:i/>
          <w:lang w:val="it-IT"/>
        </w:rPr>
        <w:t>chiamo</w:t>
      </w:r>
      <w:r w:rsidRPr="004966C3">
        <w:rPr>
          <w:b/>
          <w:i/>
          <w:lang w:val="sr-Cyrl-CS"/>
        </w:rPr>
        <w:t xml:space="preserve"> ...... </w:t>
      </w:r>
      <w:r w:rsidRPr="004966C3">
        <w:rPr>
          <w:b/>
          <w:i/>
          <w:lang w:val="it-IT"/>
        </w:rPr>
        <w:t xml:space="preserve">Sono di ...... Ho ......... anni. Mi piace ....... (giocare a calcio, scambiare le figurine, leggere....). </w:t>
      </w:r>
      <w:r w:rsidRPr="004966C3">
        <w:rPr>
          <w:b/>
        </w:rPr>
        <w:t>Охрабрујем</w:t>
      </w:r>
      <w:r w:rsidRPr="004966C3">
        <w:rPr>
          <w:b/>
          <w:lang w:val="it-IT"/>
        </w:rPr>
        <w:t xml:space="preserve"> </w:t>
      </w:r>
      <w:r w:rsidRPr="004966C3">
        <w:rPr>
          <w:b/>
        </w:rPr>
        <w:t>ученике</w:t>
      </w:r>
      <w:r w:rsidRPr="004966C3">
        <w:rPr>
          <w:b/>
          <w:lang w:val="it-IT"/>
        </w:rPr>
        <w:t xml:space="preserve"> </w:t>
      </w:r>
      <w:r w:rsidRPr="004966C3">
        <w:rPr>
          <w:b/>
        </w:rPr>
        <w:t>да</w:t>
      </w:r>
      <w:r w:rsidRPr="004966C3">
        <w:rPr>
          <w:b/>
          <w:lang w:val="it-IT"/>
        </w:rPr>
        <w:t xml:space="preserve"> </w:t>
      </w:r>
      <w:r w:rsidRPr="004966C3">
        <w:rPr>
          <w:b/>
        </w:rPr>
        <w:t>прошире</w:t>
      </w:r>
      <w:r w:rsidRPr="004966C3">
        <w:rPr>
          <w:b/>
          <w:lang w:val="it-IT"/>
        </w:rPr>
        <w:t xml:space="preserve"> </w:t>
      </w:r>
      <w:r w:rsidRPr="004966C3">
        <w:rPr>
          <w:b/>
        </w:rPr>
        <w:t>своје</w:t>
      </w:r>
      <w:r w:rsidRPr="004966C3">
        <w:rPr>
          <w:b/>
          <w:lang w:val="it-IT"/>
        </w:rPr>
        <w:t xml:space="preserve"> </w:t>
      </w:r>
      <w:r w:rsidRPr="004966C3">
        <w:rPr>
          <w:b/>
        </w:rPr>
        <w:t>представљање</w:t>
      </w:r>
      <w:r w:rsidRPr="004966C3">
        <w:rPr>
          <w:b/>
          <w:lang w:val="it-IT"/>
        </w:rPr>
        <w:t xml:space="preserve"> </w:t>
      </w:r>
      <w:r w:rsidRPr="004966C3">
        <w:rPr>
          <w:b/>
        </w:rPr>
        <w:t>уколико</w:t>
      </w:r>
      <w:r w:rsidRPr="004966C3">
        <w:rPr>
          <w:b/>
          <w:lang w:val="it-IT"/>
        </w:rPr>
        <w:t xml:space="preserve"> </w:t>
      </w:r>
      <w:r w:rsidRPr="004966C3">
        <w:rPr>
          <w:b/>
        </w:rPr>
        <w:t>се</w:t>
      </w:r>
      <w:r w:rsidRPr="004966C3">
        <w:rPr>
          <w:b/>
          <w:lang w:val="it-IT"/>
        </w:rPr>
        <w:t xml:space="preserve"> </w:t>
      </w:r>
      <w:r w:rsidRPr="004966C3">
        <w:rPr>
          <w:b/>
        </w:rPr>
        <w:t>још</w:t>
      </w:r>
      <w:r w:rsidRPr="004966C3">
        <w:rPr>
          <w:b/>
          <w:lang w:val="it-IT"/>
        </w:rPr>
        <w:t xml:space="preserve"> </w:t>
      </w:r>
      <w:r w:rsidRPr="004966C3">
        <w:rPr>
          <w:b/>
        </w:rPr>
        <w:t>нечега</w:t>
      </w:r>
      <w:r w:rsidRPr="004966C3">
        <w:rPr>
          <w:b/>
          <w:lang w:val="it-IT"/>
        </w:rPr>
        <w:t xml:space="preserve"> </w:t>
      </w:r>
      <w:r w:rsidRPr="004966C3">
        <w:rPr>
          <w:b/>
        </w:rPr>
        <w:t>сете</w:t>
      </w:r>
      <w:r w:rsidRPr="004966C3">
        <w:rPr>
          <w:b/>
          <w:lang w:val="it-IT"/>
        </w:rPr>
        <w:t xml:space="preserve"> </w:t>
      </w:r>
      <w:r w:rsidRPr="004966C3">
        <w:rPr>
          <w:b/>
        </w:rPr>
        <w:t>и</w:t>
      </w:r>
      <w:r w:rsidRPr="004966C3">
        <w:rPr>
          <w:b/>
          <w:lang w:val="it-IT"/>
        </w:rPr>
        <w:t xml:space="preserve"> </w:t>
      </w:r>
      <w:r w:rsidRPr="004966C3">
        <w:rPr>
          <w:b/>
        </w:rPr>
        <w:t>да</w:t>
      </w:r>
      <w:r w:rsidRPr="004966C3">
        <w:rPr>
          <w:b/>
          <w:lang w:val="it-IT"/>
        </w:rPr>
        <w:t xml:space="preserve"> </w:t>
      </w:r>
      <w:r w:rsidRPr="004966C3">
        <w:rPr>
          <w:b/>
        </w:rPr>
        <w:t>говорим</w:t>
      </w:r>
      <w:r w:rsidRPr="004966C3">
        <w:rPr>
          <w:b/>
          <w:lang w:val="it-IT"/>
        </w:rPr>
        <w:t xml:space="preserve"> </w:t>
      </w:r>
      <w:r w:rsidRPr="004966C3">
        <w:rPr>
          <w:b/>
        </w:rPr>
        <w:t>им</w:t>
      </w:r>
      <w:r w:rsidRPr="004966C3">
        <w:rPr>
          <w:b/>
          <w:lang w:val="it-IT"/>
        </w:rPr>
        <w:t xml:space="preserve"> </w:t>
      </w:r>
      <w:r w:rsidRPr="004966C3">
        <w:rPr>
          <w:b/>
        </w:rPr>
        <w:t>да</w:t>
      </w:r>
      <w:r w:rsidRPr="004966C3">
        <w:rPr>
          <w:b/>
          <w:lang w:val="it-IT"/>
        </w:rPr>
        <w:t xml:space="preserve"> </w:t>
      </w:r>
      <w:r w:rsidRPr="004966C3">
        <w:rPr>
          <w:b/>
        </w:rPr>
        <w:t>не</w:t>
      </w:r>
      <w:r w:rsidRPr="004966C3">
        <w:rPr>
          <w:b/>
          <w:lang w:val="it-IT"/>
        </w:rPr>
        <w:t xml:space="preserve"> </w:t>
      </w:r>
      <w:r w:rsidRPr="004966C3">
        <w:rPr>
          <w:b/>
        </w:rPr>
        <w:t>брину</w:t>
      </w:r>
      <w:r w:rsidRPr="004966C3">
        <w:rPr>
          <w:b/>
          <w:lang w:val="it-IT"/>
        </w:rPr>
        <w:t xml:space="preserve"> </w:t>
      </w:r>
      <w:r w:rsidRPr="004966C3">
        <w:rPr>
          <w:b/>
        </w:rPr>
        <w:t>ако</w:t>
      </w:r>
      <w:r w:rsidRPr="004966C3">
        <w:rPr>
          <w:b/>
          <w:lang w:val="it-IT"/>
        </w:rPr>
        <w:t xml:space="preserve"> </w:t>
      </w:r>
      <w:r w:rsidRPr="004966C3">
        <w:rPr>
          <w:b/>
        </w:rPr>
        <w:t>погреше</w:t>
      </w:r>
      <w:r w:rsidRPr="004966C3">
        <w:rPr>
          <w:b/>
          <w:lang w:val="it-IT"/>
        </w:rPr>
        <w:t>.</w:t>
      </w: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што</w:t>
      </w:r>
      <w:r w:rsidRPr="004966C3">
        <w:rPr>
          <w:b/>
          <w:lang w:val="it-IT"/>
        </w:rPr>
        <w:t xml:space="preserve"> </w:t>
      </w:r>
      <w:r w:rsidRPr="004966C3">
        <w:rPr>
          <w:b/>
        </w:rPr>
        <w:t>су</w:t>
      </w:r>
      <w:r w:rsidRPr="004966C3">
        <w:rPr>
          <w:b/>
          <w:lang w:val="it-IT"/>
        </w:rPr>
        <w:t xml:space="preserve"> </w:t>
      </w:r>
      <w:r w:rsidRPr="004966C3">
        <w:rPr>
          <w:b/>
        </w:rPr>
        <w:t>се</w:t>
      </w:r>
      <w:r w:rsidRPr="004966C3">
        <w:rPr>
          <w:b/>
          <w:lang w:val="it-IT"/>
        </w:rPr>
        <w:t xml:space="preserve"> </w:t>
      </w:r>
      <w:r w:rsidRPr="004966C3">
        <w:rPr>
          <w:b/>
        </w:rPr>
        <w:t>ученици</w:t>
      </w:r>
      <w:r w:rsidRPr="004966C3">
        <w:rPr>
          <w:b/>
          <w:lang w:val="it-IT"/>
        </w:rPr>
        <w:t xml:space="preserve"> </w:t>
      </w:r>
      <w:r w:rsidRPr="004966C3">
        <w:rPr>
          <w:b/>
        </w:rPr>
        <w:t>представили</w:t>
      </w:r>
      <w:r w:rsidRPr="004966C3">
        <w:rPr>
          <w:b/>
          <w:lang w:val="it-IT"/>
        </w:rPr>
        <w:t xml:space="preserve"> </w:t>
      </w:r>
      <w:r w:rsidRPr="004966C3">
        <w:rPr>
          <w:b/>
        </w:rPr>
        <w:t>на</w:t>
      </w:r>
      <w:r w:rsidRPr="004966C3">
        <w:rPr>
          <w:b/>
          <w:lang w:val="it-IT"/>
        </w:rPr>
        <w:t xml:space="preserve"> </w:t>
      </w:r>
      <w:r w:rsidRPr="004966C3">
        <w:rPr>
          <w:b/>
        </w:rPr>
        <w:t>италијанском</w:t>
      </w:r>
      <w:r w:rsidRPr="004966C3">
        <w:rPr>
          <w:b/>
          <w:lang w:val="it-IT"/>
        </w:rPr>
        <w:t xml:space="preserve"> </w:t>
      </w:r>
      <w:r w:rsidRPr="004966C3">
        <w:rPr>
          <w:b/>
        </w:rPr>
        <w:t>језику</w:t>
      </w:r>
      <w:r w:rsidRPr="004966C3">
        <w:rPr>
          <w:b/>
          <w:lang w:val="it-IT"/>
        </w:rPr>
        <w:t xml:space="preserve">, </w:t>
      </w:r>
      <w:r w:rsidRPr="004966C3">
        <w:rPr>
          <w:b/>
        </w:rPr>
        <w:t>показујем</w:t>
      </w:r>
      <w:r w:rsidRPr="004966C3">
        <w:rPr>
          <w:b/>
          <w:lang w:val="it-IT"/>
        </w:rPr>
        <w:t xml:space="preserve"> </w:t>
      </w:r>
      <w:r w:rsidRPr="004966C3">
        <w:rPr>
          <w:b/>
        </w:rPr>
        <w:t>им</w:t>
      </w:r>
      <w:r w:rsidRPr="004966C3">
        <w:rPr>
          <w:b/>
          <w:lang w:val="it-IT"/>
        </w:rPr>
        <w:t xml:space="preserve"> </w:t>
      </w:r>
      <w:r w:rsidRPr="004966C3">
        <w:rPr>
          <w:b/>
        </w:rPr>
        <w:t>Уџбеник</w:t>
      </w:r>
      <w:r w:rsidRPr="004966C3">
        <w:rPr>
          <w:b/>
          <w:lang w:val="it-IT"/>
        </w:rPr>
        <w:t xml:space="preserve">. </w:t>
      </w:r>
      <w:r w:rsidRPr="004966C3">
        <w:rPr>
          <w:b/>
        </w:rPr>
        <w:t>На</w:t>
      </w:r>
      <w:r w:rsidRPr="004966C3">
        <w:rPr>
          <w:b/>
          <w:lang w:val="it-IT"/>
        </w:rPr>
        <w:t xml:space="preserve"> </w:t>
      </w:r>
      <w:r w:rsidRPr="004966C3">
        <w:rPr>
          <w:b/>
        </w:rPr>
        <w:t>првој</w:t>
      </w:r>
      <w:r w:rsidRPr="004966C3">
        <w:rPr>
          <w:b/>
          <w:lang w:val="it-IT"/>
        </w:rPr>
        <w:t xml:space="preserve"> </w:t>
      </w:r>
      <w:r w:rsidRPr="004966C3">
        <w:rPr>
          <w:b/>
        </w:rPr>
        <w:t>страни</w:t>
      </w:r>
      <w:r w:rsidRPr="004966C3">
        <w:rPr>
          <w:b/>
          <w:lang w:val="it-IT"/>
        </w:rPr>
        <w:t xml:space="preserve">, </w:t>
      </w:r>
      <w:r w:rsidRPr="004966C3">
        <w:rPr>
          <w:b/>
        </w:rPr>
        <w:t>испод</w:t>
      </w:r>
      <w:r w:rsidRPr="004966C3">
        <w:rPr>
          <w:b/>
          <w:lang w:val="it-IT"/>
        </w:rPr>
        <w:t xml:space="preserve"> </w:t>
      </w:r>
      <w:r w:rsidRPr="004966C3">
        <w:rPr>
          <w:b/>
        </w:rPr>
        <w:t>садржаја</w:t>
      </w:r>
      <w:r w:rsidRPr="004966C3">
        <w:rPr>
          <w:b/>
          <w:lang w:val="it-IT"/>
        </w:rPr>
        <w:t xml:space="preserve">, </w:t>
      </w:r>
      <w:r w:rsidRPr="004966C3">
        <w:rPr>
          <w:b/>
        </w:rPr>
        <w:t>налази</w:t>
      </w:r>
      <w:r w:rsidRPr="004966C3">
        <w:rPr>
          <w:b/>
          <w:lang w:val="it-IT"/>
        </w:rPr>
        <w:t xml:space="preserve"> </w:t>
      </w:r>
      <w:r w:rsidRPr="004966C3">
        <w:rPr>
          <w:b/>
        </w:rPr>
        <w:t>се</w:t>
      </w:r>
      <w:r w:rsidRPr="004966C3">
        <w:rPr>
          <w:b/>
          <w:lang w:val="it-IT"/>
        </w:rPr>
        <w:t xml:space="preserve"> </w:t>
      </w:r>
      <w:r w:rsidRPr="004966C3">
        <w:rPr>
          <w:b/>
        </w:rPr>
        <w:t>илустрација</w:t>
      </w:r>
      <w:r w:rsidRPr="004966C3">
        <w:rPr>
          <w:b/>
          <w:lang w:val="it-IT"/>
        </w:rPr>
        <w:t xml:space="preserve"> </w:t>
      </w:r>
      <w:r w:rsidRPr="004966C3">
        <w:rPr>
          <w:b/>
        </w:rPr>
        <w:t>свих</w:t>
      </w:r>
      <w:r w:rsidRPr="004966C3">
        <w:rPr>
          <w:b/>
          <w:lang w:val="it-IT"/>
        </w:rPr>
        <w:t xml:space="preserve"> </w:t>
      </w:r>
      <w:r w:rsidRPr="004966C3">
        <w:rPr>
          <w:b/>
        </w:rPr>
        <w:t>ликова</w:t>
      </w:r>
      <w:r w:rsidRPr="004966C3">
        <w:rPr>
          <w:b/>
          <w:lang w:val="it-IT"/>
        </w:rPr>
        <w:t xml:space="preserve"> </w:t>
      </w:r>
      <w:r w:rsidRPr="004966C3">
        <w:rPr>
          <w:b/>
        </w:rPr>
        <w:t>из</w:t>
      </w:r>
      <w:r w:rsidRPr="004966C3">
        <w:rPr>
          <w:b/>
          <w:lang w:val="it-IT"/>
        </w:rPr>
        <w:t xml:space="preserve"> </w:t>
      </w:r>
      <w:r w:rsidRPr="004966C3">
        <w:rPr>
          <w:b/>
        </w:rPr>
        <w:t>претходног</w:t>
      </w:r>
      <w:r w:rsidRPr="004966C3">
        <w:rPr>
          <w:b/>
          <w:lang w:val="it-IT"/>
        </w:rPr>
        <w:t xml:space="preserve"> </w:t>
      </w:r>
      <w:r w:rsidRPr="004966C3">
        <w:rPr>
          <w:b/>
        </w:rPr>
        <w:t>Уџбеника</w:t>
      </w:r>
      <w:r w:rsidRPr="004966C3">
        <w:rPr>
          <w:b/>
          <w:lang w:val="it-IT"/>
        </w:rPr>
        <w:t xml:space="preserve">. </w:t>
      </w:r>
      <w:r w:rsidRPr="004966C3">
        <w:rPr>
          <w:b/>
        </w:rPr>
        <w:t>Говорим</w:t>
      </w:r>
      <w:r w:rsidRPr="004966C3">
        <w:rPr>
          <w:b/>
          <w:lang w:val="it-IT"/>
        </w:rPr>
        <w:t xml:space="preserve"> </w:t>
      </w:r>
      <w:r w:rsidRPr="004966C3">
        <w:rPr>
          <w:b/>
        </w:rPr>
        <w:t>ученицима</w:t>
      </w:r>
      <w:r w:rsidRPr="004966C3">
        <w:rPr>
          <w:b/>
          <w:lang w:val="it-IT"/>
        </w:rPr>
        <w:t xml:space="preserve"> </w:t>
      </w:r>
      <w:r w:rsidRPr="004966C3">
        <w:rPr>
          <w:b/>
        </w:rPr>
        <w:t>да</w:t>
      </w:r>
      <w:r w:rsidRPr="004966C3">
        <w:rPr>
          <w:b/>
          <w:lang w:val="it-IT"/>
        </w:rPr>
        <w:t xml:space="preserve"> </w:t>
      </w:r>
      <w:r w:rsidRPr="004966C3">
        <w:rPr>
          <w:b/>
        </w:rPr>
        <w:t>погледају</w:t>
      </w:r>
      <w:r w:rsidRPr="004966C3">
        <w:rPr>
          <w:b/>
          <w:lang w:val="it-IT"/>
        </w:rPr>
        <w:t xml:space="preserve"> </w:t>
      </w:r>
      <w:r w:rsidRPr="004966C3">
        <w:rPr>
          <w:b/>
        </w:rPr>
        <w:t>наше</w:t>
      </w:r>
      <w:r w:rsidRPr="004966C3">
        <w:rPr>
          <w:b/>
          <w:lang w:val="it-IT"/>
        </w:rPr>
        <w:t xml:space="preserve"> </w:t>
      </w:r>
      <w:r w:rsidRPr="004966C3">
        <w:rPr>
          <w:b/>
        </w:rPr>
        <w:t>старе</w:t>
      </w:r>
      <w:r w:rsidRPr="004966C3">
        <w:rPr>
          <w:b/>
          <w:lang w:val="it-IT"/>
        </w:rPr>
        <w:t xml:space="preserve"> </w:t>
      </w:r>
      <w:r w:rsidRPr="004966C3">
        <w:rPr>
          <w:b/>
        </w:rPr>
        <w:t>другаре</w:t>
      </w:r>
      <w:r w:rsidRPr="004966C3">
        <w:rPr>
          <w:b/>
          <w:lang w:val="it-IT"/>
        </w:rPr>
        <w:t xml:space="preserve"> </w:t>
      </w:r>
      <w:r w:rsidRPr="004966C3">
        <w:rPr>
          <w:b/>
        </w:rPr>
        <w:t>и</w:t>
      </w:r>
      <w:r w:rsidRPr="004966C3">
        <w:rPr>
          <w:b/>
          <w:lang w:val="it-IT"/>
        </w:rPr>
        <w:t xml:space="preserve"> </w:t>
      </w:r>
      <w:r w:rsidRPr="004966C3">
        <w:rPr>
          <w:b/>
        </w:rPr>
        <w:t>подсете</w:t>
      </w:r>
      <w:r w:rsidRPr="004966C3">
        <w:rPr>
          <w:b/>
          <w:lang w:val="it-IT"/>
        </w:rPr>
        <w:t xml:space="preserve"> </w:t>
      </w:r>
      <w:r w:rsidRPr="004966C3">
        <w:rPr>
          <w:b/>
        </w:rPr>
        <w:t>се</w:t>
      </w:r>
      <w:r w:rsidRPr="004966C3">
        <w:rPr>
          <w:b/>
          <w:lang w:val="it-IT"/>
        </w:rPr>
        <w:t xml:space="preserve"> </w:t>
      </w:r>
      <w:r w:rsidRPr="004966C3">
        <w:rPr>
          <w:b/>
        </w:rPr>
        <w:t>њихових</w:t>
      </w:r>
      <w:r w:rsidRPr="004966C3">
        <w:rPr>
          <w:b/>
          <w:lang w:val="it-IT"/>
        </w:rPr>
        <w:t xml:space="preserve"> </w:t>
      </w:r>
      <w:r w:rsidRPr="004966C3">
        <w:rPr>
          <w:b/>
        </w:rPr>
        <w:t>имена</w:t>
      </w:r>
      <w:r w:rsidRPr="004966C3">
        <w:rPr>
          <w:b/>
          <w:lang w:val="it-IT"/>
        </w:rPr>
        <w:t xml:space="preserve">. </w:t>
      </w:r>
      <w:r w:rsidRPr="004966C3">
        <w:rPr>
          <w:b/>
        </w:rPr>
        <w:t>Том</w:t>
      </w:r>
      <w:r w:rsidRPr="004966C3">
        <w:rPr>
          <w:b/>
          <w:lang w:val="it-IT"/>
        </w:rPr>
        <w:t xml:space="preserve"> </w:t>
      </w:r>
      <w:r w:rsidRPr="004966C3">
        <w:rPr>
          <w:b/>
        </w:rPr>
        <w:t>приликом</w:t>
      </w:r>
      <w:r w:rsidRPr="004966C3">
        <w:rPr>
          <w:b/>
          <w:lang w:val="it-IT"/>
        </w:rPr>
        <w:t xml:space="preserve"> </w:t>
      </w:r>
      <w:r w:rsidRPr="004966C3">
        <w:rPr>
          <w:b/>
        </w:rPr>
        <w:t>сигурно</w:t>
      </w:r>
      <w:r w:rsidRPr="004966C3">
        <w:rPr>
          <w:b/>
          <w:lang w:val="it-IT"/>
        </w:rPr>
        <w:t xml:space="preserve"> </w:t>
      </w:r>
      <w:r w:rsidRPr="004966C3">
        <w:rPr>
          <w:b/>
        </w:rPr>
        <w:t>ће</w:t>
      </w:r>
      <w:r w:rsidRPr="004966C3">
        <w:rPr>
          <w:b/>
          <w:lang w:val="it-IT"/>
        </w:rPr>
        <w:t xml:space="preserve"> </w:t>
      </w:r>
      <w:r w:rsidRPr="004966C3">
        <w:rPr>
          <w:b/>
        </w:rPr>
        <w:t>приметити</w:t>
      </w:r>
      <w:r w:rsidRPr="004966C3">
        <w:rPr>
          <w:b/>
          <w:lang w:val="it-IT"/>
        </w:rPr>
        <w:t xml:space="preserve"> </w:t>
      </w:r>
      <w:r w:rsidRPr="004966C3">
        <w:rPr>
          <w:b/>
        </w:rPr>
        <w:t>нову</w:t>
      </w:r>
      <w:r w:rsidRPr="004966C3">
        <w:rPr>
          <w:b/>
          <w:lang w:val="it-IT"/>
        </w:rPr>
        <w:t xml:space="preserve"> </w:t>
      </w:r>
      <w:r w:rsidRPr="004966C3">
        <w:rPr>
          <w:b/>
        </w:rPr>
        <w:t>ученицу</w:t>
      </w:r>
      <w:r w:rsidRPr="004966C3">
        <w:rPr>
          <w:b/>
          <w:lang w:val="it-IT"/>
        </w:rPr>
        <w:t xml:space="preserve"> – </w:t>
      </w:r>
      <w:r w:rsidRPr="004966C3">
        <w:rPr>
          <w:b/>
        </w:rPr>
        <w:t>Серену</w:t>
      </w:r>
      <w:r w:rsidRPr="004966C3">
        <w:rPr>
          <w:b/>
          <w:lang w:val="it-IT"/>
        </w:rPr>
        <w:t xml:space="preserve">, </w:t>
      </w:r>
      <w:r w:rsidRPr="004966C3">
        <w:rPr>
          <w:b/>
        </w:rPr>
        <w:t>али</w:t>
      </w:r>
      <w:r w:rsidRPr="004966C3">
        <w:rPr>
          <w:b/>
          <w:lang w:val="it-IT"/>
        </w:rPr>
        <w:t xml:space="preserve"> </w:t>
      </w:r>
      <w:r w:rsidRPr="004966C3">
        <w:rPr>
          <w:b/>
        </w:rPr>
        <w:t>и</w:t>
      </w:r>
      <w:r w:rsidRPr="004966C3">
        <w:rPr>
          <w:b/>
          <w:lang w:val="it-IT"/>
        </w:rPr>
        <w:t xml:space="preserve"> </w:t>
      </w:r>
      <w:r w:rsidRPr="004966C3">
        <w:rPr>
          <w:b/>
        </w:rPr>
        <w:t>једног</w:t>
      </w:r>
      <w:r w:rsidRPr="004966C3">
        <w:rPr>
          <w:b/>
          <w:lang w:val="it-IT"/>
        </w:rPr>
        <w:t xml:space="preserve"> </w:t>
      </w:r>
      <w:r w:rsidRPr="004966C3">
        <w:rPr>
          <w:b/>
        </w:rPr>
        <w:t>интересантног</w:t>
      </w:r>
      <w:r w:rsidRPr="004966C3">
        <w:rPr>
          <w:b/>
          <w:lang w:val="it-IT"/>
        </w:rPr>
        <w:t xml:space="preserve"> </w:t>
      </w:r>
      <w:r w:rsidRPr="004966C3">
        <w:rPr>
          <w:b/>
        </w:rPr>
        <w:t>другара</w:t>
      </w:r>
      <w:r w:rsidRPr="004966C3">
        <w:rPr>
          <w:b/>
          <w:lang w:val="it-IT"/>
        </w:rPr>
        <w:t xml:space="preserve"> – </w:t>
      </w:r>
      <w:r w:rsidRPr="004966C3">
        <w:rPr>
          <w:b/>
        </w:rPr>
        <w:t>лавића</w:t>
      </w:r>
      <w:r w:rsidRPr="004966C3">
        <w:rPr>
          <w:b/>
          <w:lang w:val="it-IT"/>
        </w:rPr>
        <w:t xml:space="preserve"> </w:t>
      </w:r>
      <w:r w:rsidRPr="004966C3">
        <w:rPr>
          <w:b/>
        </w:rPr>
        <w:t>Марка</w:t>
      </w:r>
      <w:r w:rsidRPr="004966C3">
        <w:rPr>
          <w:b/>
          <w:lang w:val="it-IT"/>
        </w:rPr>
        <w:t xml:space="preserve">. </w:t>
      </w:r>
      <w:r w:rsidRPr="004966C3">
        <w:rPr>
          <w:b/>
        </w:rPr>
        <w:t>Представљам</w:t>
      </w:r>
      <w:r w:rsidRPr="004966C3">
        <w:rPr>
          <w:b/>
          <w:lang w:val="it-IT"/>
        </w:rPr>
        <w:t xml:space="preserve"> </w:t>
      </w:r>
      <w:r w:rsidRPr="004966C3">
        <w:rPr>
          <w:b/>
        </w:rPr>
        <w:t>им</w:t>
      </w:r>
      <w:r w:rsidRPr="004966C3">
        <w:rPr>
          <w:b/>
          <w:lang w:val="it-IT"/>
        </w:rPr>
        <w:t xml:space="preserve"> </w:t>
      </w:r>
      <w:r w:rsidRPr="004966C3">
        <w:rPr>
          <w:b/>
        </w:rPr>
        <w:t>га</w:t>
      </w:r>
      <w:r w:rsidRPr="004966C3">
        <w:rPr>
          <w:b/>
          <w:lang w:val="it-IT"/>
        </w:rPr>
        <w:t xml:space="preserve">: </w:t>
      </w:r>
      <w:r w:rsidRPr="004966C3">
        <w:rPr>
          <w:b/>
          <w:i/>
          <w:lang w:val="it-IT"/>
        </w:rPr>
        <w:t xml:space="preserve">Marco è il nostro nuovo amico. È un leone. Abita a Venezia e quest’anno ci aiuta ad imparare bene l’italiano. </w:t>
      </w:r>
      <w:r w:rsidRPr="004966C3">
        <w:rPr>
          <w:b/>
        </w:rPr>
        <w:t>На</w:t>
      </w:r>
      <w:r w:rsidRPr="004966C3">
        <w:rPr>
          <w:b/>
          <w:lang w:val="it-IT"/>
        </w:rPr>
        <w:t xml:space="preserve"> </w:t>
      </w:r>
      <w:r w:rsidRPr="004966C3">
        <w:rPr>
          <w:b/>
        </w:rPr>
        <w:t>следећој</w:t>
      </w:r>
      <w:r w:rsidRPr="004966C3">
        <w:rPr>
          <w:b/>
          <w:lang w:val="it-IT"/>
        </w:rPr>
        <w:t xml:space="preserve"> </w:t>
      </w:r>
      <w:r w:rsidRPr="004966C3">
        <w:rPr>
          <w:b/>
        </w:rPr>
        <w:t>страни</w:t>
      </w:r>
      <w:r w:rsidRPr="004966C3">
        <w:rPr>
          <w:b/>
          <w:lang w:val="it-IT"/>
        </w:rPr>
        <w:t xml:space="preserve"> </w:t>
      </w:r>
      <w:r w:rsidRPr="004966C3">
        <w:rPr>
          <w:b/>
        </w:rPr>
        <w:t>налази</w:t>
      </w:r>
      <w:r w:rsidRPr="004966C3">
        <w:rPr>
          <w:b/>
          <w:lang w:val="it-IT"/>
        </w:rPr>
        <w:t xml:space="preserve"> </w:t>
      </w:r>
      <w:r w:rsidRPr="004966C3">
        <w:rPr>
          <w:b/>
        </w:rPr>
        <w:t>се</w:t>
      </w:r>
      <w:r w:rsidRPr="004966C3">
        <w:rPr>
          <w:b/>
          <w:lang w:val="it-IT"/>
        </w:rPr>
        <w:t xml:space="preserve"> </w:t>
      </w:r>
      <w:r w:rsidRPr="004966C3">
        <w:rPr>
          <w:b/>
        </w:rPr>
        <w:t>карта</w:t>
      </w:r>
      <w:r w:rsidRPr="004966C3">
        <w:rPr>
          <w:b/>
          <w:lang w:val="it-IT"/>
        </w:rPr>
        <w:t xml:space="preserve"> </w:t>
      </w:r>
      <w:r w:rsidRPr="004966C3">
        <w:rPr>
          <w:b/>
        </w:rPr>
        <w:t>Италије</w:t>
      </w:r>
      <w:r w:rsidRPr="004966C3">
        <w:rPr>
          <w:b/>
          <w:lang w:val="it-IT"/>
        </w:rPr>
        <w:t xml:space="preserve"> </w:t>
      </w:r>
      <w:r w:rsidRPr="004966C3">
        <w:rPr>
          <w:b/>
        </w:rPr>
        <w:t>која</w:t>
      </w:r>
      <w:r w:rsidRPr="004966C3">
        <w:rPr>
          <w:b/>
          <w:lang w:val="it-IT"/>
        </w:rPr>
        <w:t xml:space="preserve"> </w:t>
      </w:r>
      <w:r w:rsidRPr="004966C3">
        <w:rPr>
          <w:b/>
        </w:rPr>
        <w:t>ће</w:t>
      </w:r>
      <w:r w:rsidRPr="004966C3">
        <w:rPr>
          <w:b/>
          <w:lang w:val="it-IT"/>
        </w:rPr>
        <w:t xml:space="preserve"> </w:t>
      </w:r>
      <w:r w:rsidRPr="004966C3">
        <w:rPr>
          <w:b/>
        </w:rPr>
        <w:t>ученике</w:t>
      </w:r>
      <w:r w:rsidRPr="004966C3">
        <w:rPr>
          <w:b/>
          <w:lang w:val="it-IT"/>
        </w:rPr>
        <w:t xml:space="preserve"> </w:t>
      </w:r>
      <w:r w:rsidRPr="004966C3">
        <w:rPr>
          <w:b/>
        </w:rPr>
        <w:t>подсетити</w:t>
      </w:r>
      <w:r w:rsidRPr="004966C3">
        <w:rPr>
          <w:b/>
          <w:lang w:val="it-IT"/>
        </w:rPr>
        <w:t xml:space="preserve"> </w:t>
      </w:r>
      <w:r w:rsidRPr="004966C3">
        <w:rPr>
          <w:b/>
        </w:rPr>
        <w:t>на</w:t>
      </w:r>
      <w:r w:rsidRPr="004966C3">
        <w:rPr>
          <w:b/>
          <w:lang w:val="it-IT"/>
        </w:rPr>
        <w:t xml:space="preserve"> </w:t>
      </w:r>
      <w:r w:rsidRPr="004966C3">
        <w:rPr>
          <w:b/>
        </w:rPr>
        <w:t>информације</w:t>
      </w:r>
      <w:r w:rsidRPr="004966C3">
        <w:rPr>
          <w:b/>
          <w:lang w:val="it-IT"/>
        </w:rPr>
        <w:t xml:space="preserve"> </w:t>
      </w:r>
      <w:r w:rsidRPr="004966C3">
        <w:rPr>
          <w:b/>
        </w:rPr>
        <w:t>о</w:t>
      </w:r>
      <w:r w:rsidRPr="004966C3">
        <w:rPr>
          <w:b/>
          <w:lang w:val="it-IT"/>
        </w:rPr>
        <w:t xml:space="preserve"> </w:t>
      </w:r>
      <w:r w:rsidRPr="004966C3">
        <w:rPr>
          <w:b/>
        </w:rPr>
        <w:t>Италији</w:t>
      </w:r>
      <w:r w:rsidRPr="004966C3">
        <w:rPr>
          <w:b/>
          <w:lang w:val="it-IT"/>
        </w:rPr>
        <w:t xml:space="preserve"> </w:t>
      </w:r>
      <w:r w:rsidRPr="004966C3">
        <w:rPr>
          <w:b/>
        </w:rPr>
        <w:t>од</w:t>
      </w:r>
      <w:r w:rsidRPr="004966C3">
        <w:rPr>
          <w:b/>
          <w:lang w:val="it-IT"/>
        </w:rPr>
        <w:t xml:space="preserve"> </w:t>
      </w:r>
      <w:r w:rsidRPr="004966C3">
        <w:rPr>
          <w:b/>
        </w:rPr>
        <w:t>прошле</w:t>
      </w:r>
      <w:r w:rsidRPr="004966C3">
        <w:rPr>
          <w:b/>
          <w:lang w:val="it-IT"/>
        </w:rPr>
        <w:t xml:space="preserve"> </w:t>
      </w:r>
      <w:r w:rsidRPr="004966C3">
        <w:rPr>
          <w:b/>
        </w:rPr>
        <w:t>године</w:t>
      </w:r>
      <w:r w:rsidRPr="004966C3">
        <w:rPr>
          <w:b/>
          <w:lang w:val="it-IT"/>
        </w:rPr>
        <w:t xml:space="preserve">, </w:t>
      </w:r>
      <w:r w:rsidRPr="004966C3">
        <w:rPr>
          <w:b/>
        </w:rPr>
        <w:t>али</w:t>
      </w:r>
      <w:r w:rsidRPr="004966C3">
        <w:rPr>
          <w:b/>
          <w:lang w:val="it-IT"/>
        </w:rPr>
        <w:t xml:space="preserve"> </w:t>
      </w:r>
      <w:r w:rsidRPr="004966C3">
        <w:rPr>
          <w:b/>
        </w:rPr>
        <w:t>и</w:t>
      </w:r>
      <w:r w:rsidRPr="004966C3">
        <w:rPr>
          <w:b/>
          <w:lang w:val="it-IT"/>
        </w:rPr>
        <w:t xml:space="preserve"> </w:t>
      </w:r>
      <w:r w:rsidRPr="004966C3">
        <w:rPr>
          <w:b/>
        </w:rPr>
        <w:t>послужити</w:t>
      </w:r>
      <w:r w:rsidRPr="004966C3">
        <w:rPr>
          <w:b/>
          <w:lang w:val="it-IT"/>
        </w:rPr>
        <w:t xml:space="preserve"> </w:t>
      </w:r>
      <w:r w:rsidRPr="004966C3">
        <w:rPr>
          <w:b/>
        </w:rPr>
        <w:t>да</w:t>
      </w:r>
      <w:r w:rsidRPr="004966C3">
        <w:rPr>
          <w:b/>
          <w:lang w:val="it-IT"/>
        </w:rPr>
        <w:t xml:space="preserve"> </w:t>
      </w:r>
      <w:r w:rsidRPr="004966C3">
        <w:rPr>
          <w:b/>
        </w:rPr>
        <w:t>најавимо</w:t>
      </w:r>
      <w:r w:rsidRPr="004966C3">
        <w:rPr>
          <w:b/>
          <w:lang w:val="it-IT"/>
        </w:rPr>
        <w:t xml:space="preserve"> </w:t>
      </w:r>
      <w:r w:rsidRPr="004966C3">
        <w:rPr>
          <w:b/>
        </w:rPr>
        <w:t>шта</w:t>
      </w:r>
      <w:r w:rsidRPr="004966C3">
        <w:rPr>
          <w:b/>
          <w:lang w:val="it-IT"/>
        </w:rPr>
        <w:t xml:space="preserve"> </w:t>
      </w:r>
      <w:r w:rsidRPr="004966C3">
        <w:rPr>
          <w:b/>
        </w:rPr>
        <w:t>ћемо</w:t>
      </w:r>
      <w:r w:rsidRPr="004966C3">
        <w:rPr>
          <w:b/>
          <w:lang w:val="it-IT"/>
        </w:rPr>
        <w:t xml:space="preserve"> </w:t>
      </w:r>
      <w:r w:rsidRPr="004966C3">
        <w:rPr>
          <w:b/>
        </w:rPr>
        <w:t>ове</w:t>
      </w:r>
      <w:r w:rsidRPr="004966C3">
        <w:rPr>
          <w:b/>
          <w:lang w:val="it-IT"/>
        </w:rPr>
        <w:t xml:space="preserve"> </w:t>
      </w:r>
      <w:r w:rsidRPr="004966C3">
        <w:rPr>
          <w:b/>
        </w:rPr>
        <w:t>године</w:t>
      </w:r>
      <w:r w:rsidRPr="004966C3">
        <w:rPr>
          <w:b/>
          <w:lang w:val="it-IT"/>
        </w:rPr>
        <w:t xml:space="preserve"> </w:t>
      </w:r>
      <w:r w:rsidRPr="004966C3">
        <w:rPr>
          <w:b/>
        </w:rPr>
        <w:t>упознати</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In quale città italiana si possono vedere le gondole?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si chiama il mare che bagna Venezia? </w:t>
      </w:r>
    </w:p>
    <w:p w:rsidR="00F01BE7" w:rsidRPr="004966C3" w:rsidRDefault="00F01BE7" w:rsidP="002E1D9B">
      <w:pPr>
        <w:shd w:val="clear" w:color="auto" w:fill="FFFFFF"/>
        <w:jc w:val="both"/>
        <w:rPr>
          <w:b/>
          <w:i/>
          <w:lang w:val="it-IT"/>
        </w:rPr>
      </w:pPr>
      <w:r w:rsidRPr="004966C3">
        <w:rPr>
          <w:b/>
        </w:rPr>
        <w:t>Овим</w:t>
      </w:r>
      <w:r w:rsidRPr="004966C3">
        <w:rPr>
          <w:b/>
          <w:lang w:val="it-IT"/>
        </w:rPr>
        <w:t xml:space="preserve"> </w:t>
      </w:r>
      <w:r w:rsidRPr="004966C3">
        <w:rPr>
          <w:b/>
        </w:rPr>
        <w:t>питањима</w:t>
      </w:r>
      <w:r w:rsidRPr="004966C3">
        <w:rPr>
          <w:b/>
          <w:lang w:val="it-IT"/>
        </w:rPr>
        <w:t xml:space="preserve"> </w:t>
      </w:r>
      <w:r w:rsidRPr="004966C3">
        <w:rPr>
          <w:b/>
        </w:rPr>
        <w:t>уводим</w:t>
      </w:r>
      <w:r w:rsidRPr="004966C3">
        <w:rPr>
          <w:b/>
          <w:lang w:val="it-IT"/>
        </w:rPr>
        <w:t xml:space="preserve"> </w:t>
      </w:r>
      <w:r w:rsidRPr="004966C3">
        <w:rPr>
          <w:b/>
        </w:rPr>
        <w:t>ученике</w:t>
      </w:r>
      <w:r w:rsidRPr="004966C3">
        <w:rPr>
          <w:b/>
          <w:lang w:val="it-IT"/>
        </w:rPr>
        <w:t xml:space="preserve"> </w:t>
      </w:r>
      <w:r w:rsidRPr="004966C3">
        <w:rPr>
          <w:b/>
        </w:rPr>
        <w:t>у</w:t>
      </w:r>
      <w:r w:rsidRPr="004966C3">
        <w:rPr>
          <w:b/>
          <w:lang w:val="it-IT"/>
        </w:rPr>
        <w:t xml:space="preserve"> </w:t>
      </w:r>
      <w:r w:rsidRPr="004966C3">
        <w:rPr>
          <w:b/>
        </w:rPr>
        <w:t>разговор</w:t>
      </w:r>
      <w:r w:rsidRPr="004966C3">
        <w:rPr>
          <w:b/>
          <w:lang w:val="it-IT"/>
        </w:rPr>
        <w:t xml:space="preserve"> </w:t>
      </w:r>
      <w:r w:rsidRPr="004966C3">
        <w:rPr>
          <w:b/>
        </w:rPr>
        <w:t>и</w:t>
      </w:r>
      <w:r w:rsidRPr="004966C3">
        <w:rPr>
          <w:b/>
          <w:lang w:val="it-IT"/>
        </w:rPr>
        <w:t xml:space="preserve"> </w:t>
      </w:r>
      <w:r w:rsidRPr="004966C3">
        <w:rPr>
          <w:b/>
        </w:rPr>
        <w:t>обавештавам</w:t>
      </w:r>
      <w:r w:rsidRPr="004966C3">
        <w:rPr>
          <w:b/>
          <w:lang w:val="it-IT"/>
        </w:rPr>
        <w:t xml:space="preserve"> </w:t>
      </w:r>
      <w:r w:rsidRPr="004966C3">
        <w:rPr>
          <w:b/>
        </w:rPr>
        <w:t>их</w:t>
      </w:r>
      <w:r w:rsidRPr="004966C3">
        <w:rPr>
          <w:b/>
          <w:lang w:val="it-IT"/>
        </w:rPr>
        <w:t xml:space="preserve"> </w:t>
      </w:r>
      <w:r w:rsidRPr="004966C3">
        <w:rPr>
          <w:b/>
        </w:rPr>
        <w:t>да</w:t>
      </w:r>
      <w:r w:rsidRPr="004966C3">
        <w:rPr>
          <w:b/>
          <w:lang w:val="it-IT"/>
        </w:rPr>
        <w:t xml:space="preserve"> </w:t>
      </w:r>
      <w:r w:rsidRPr="004966C3">
        <w:rPr>
          <w:b/>
        </w:rPr>
        <w:t>ћемо</w:t>
      </w:r>
      <w:r w:rsidRPr="004966C3">
        <w:rPr>
          <w:b/>
          <w:lang w:val="it-IT"/>
        </w:rPr>
        <w:t xml:space="preserve"> </w:t>
      </w:r>
      <w:r w:rsidRPr="004966C3">
        <w:rPr>
          <w:b/>
        </w:rPr>
        <w:t>ове</w:t>
      </w:r>
      <w:r w:rsidRPr="004966C3">
        <w:rPr>
          <w:b/>
          <w:lang w:val="it-IT"/>
        </w:rPr>
        <w:t xml:space="preserve"> </w:t>
      </w:r>
      <w:r w:rsidRPr="004966C3">
        <w:rPr>
          <w:b/>
        </w:rPr>
        <w:t>године</w:t>
      </w:r>
      <w:r w:rsidRPr="004966C3">
        <w:rPr>
          <w:b/>
          <w:lang w:val="it-IT"/>
        </w:rPr>
        <w:t xml:space="preserve"> </w:t>
      </w:r>
      <w:r w:rsidRPr="004966C3">
        <w:rPr>
          <w:b/>
        </w:rPr>
        <w:t>упознати</w:t>
      </w:r>
      <w:r w:rsidRPr="004966C3">
        <w:rPr>
          <w:b/>
          <w:lang w:val="it-IT"/>
        </w:rPr>
        <w:t xml:space="preserve"> </w:t>
      </w:r>
      <w:r w:rsidRPr="004966C3">
        <w:rPr>
          <w:b/>
        </w:rPr>
        <w:t>један</w:t>
      </w:r>
      <w:r w:rsidRPr="004966C3">
        <w:rPr>
          <w:b/>
          <w:lang w:val="it-IT"/>
        </w:rPr>
        <w:t xml:space="preserve"> </w:t>
      </w:r>
      <w:r w:rsidRPr="004966C3">
        <w:rPr>
          <w:b/>
        </w:rPr>
        <w:t>од</w:t>
      </w:r>
      <w:r w:rsidRPr="004966C3">
        <w:rPr>
          <w:b/>
          <w:lang w:val="it-IT"/>
        </w:rPr>
        <w:t xml:space="preserve"> </w:t>
      </w:r>
      <w:r w:rsidRPr="004966C3">
        <w:rPr>
          <w:b/>
        </w:rPr>
        <w:t>најлепших</w:t>
      </w:r>
      <w:r w:rsidRPr="004966C3">
        <w:rPr>
          <w:b/>
          <w:lang w:val="it-IT"/>
        </w:rPr>
        <w:t xml:space="preserve"> </w:t>
      </w:r>
      <w:r w:rsidRPr="004966C3">
        <w:rPr>
          <w:b/>
        </w:rPr>
        <w:t>италијанских</w:t>
      </w:r>
      <w:r w:rsidRPr="004966C3">
        <w:rPr>
          <w:b/>
          <w:lang w:val="it-IT"/>
        </w:rPr>
        <w:t xml:space="preserve"> </w:t>
      </w:r>
      <w:r w:rsidRPr="004966C3">
        <w:rPr>
          <w:b/>
        </w:rPr>
        <w:t>градова</w:t>
      </w:r>
      <w:r w:rsidRPr="004966C3">
        <w:rPr>
          <w:b/>
          <w:lang w:val="it-IT"/>
        </w:rPr>
        <w:t xml:space="preserve">, </w:t>
      </w:r>
      <w:r w:rsidRPr="004966C3">
        <w:rPr>
          <w:b/>
        </w:rPr>
        <w:t>град</w:t>
      </w:r>
      <w:r w:rsidRPr="004966C3">
        <w:rPr>
          <w:b/>
          <w:lang w:val="it-IT"/>
        </w:rPr>
        <w:t xml:space="preserve"> </w:t>
      </w:r>
      <w:r w:rsidRPr="004966C3">
        <w:rPr>
          <w:b/>
        </w:rPr>
        <w:t>на</w:t>
      </w:r>
      <w:r w:rsidRPr="004966C3">
        <w:rPr>
          <w:b/>
          <w:lang w:val="it-IT"/>
        </w:rPr>
        <w:t xml:space="preserve"> </w:t>
      </w:r>
      <w:r w:rsidRPr="004966C3">
        <w:rPr>
          <w:b/>
        </w:rPr>
        <w:t>води</w:t>
      </w:r>
      <w:r w:rsidRPr="004966C3">
        <w:rPr>
          <w:b/>
          <w:lang w:val="it-IT"/>
        </w:rPr>
        <w:t xml:space="preserve"> – </w:t>
      </w:r>
      <w:r w:rsidRPr="004966C3">
        <w:rPr>
          <w:b/>
        </w:rPr>
        <w:t>Венецију</w:t>
      </w:r>
      <w:r w:rsidRPr="004966C3">
        <w:rPr>
          <w:b/>
          <w:lang w:val="it-IT"/>
        </w:rPr>
        <w:t xml:space="preserve">. </w:t>
      </w:r>
      <w:r w:rsidRPr="004966C3">
        <w:rPr>
          <w:b/>
        </w:rPr>
        <w:t>Наводим</w:t>
      </w:r>
      <w:r w:rsidRPr="004966C3">
        <w:rPr>
          <w:b/>
          <w:lang w:val="it-IT"/>
        </w:rPr>
        <w:t xml:space="preserve"> </w:t>
      </w:r>
      <w:r w:rsidRPr="004966C3">
        <w:rPr>
          <w:b/>
        </w:rPr>
        <w:t>им</w:t>
      </w:r>
      <w:r w:rsidRPr="004966C3">
        <w:rPr>
          <w:b/>
          <w:lang w:val="it-IT"/>
        </w:rPr>
        <w:t xml:space="preserve"> </w:t>
      </w:r>
      <w:r w:rsidRPr="004966C3">
        <w:rPr>
          <w:b/>
        </w:rPr>
        <w:t>о</w:t>
      </w:r>
      <w:r w:rsidRPr="004966C3">
        <w:rPr>
          <w:b/>
          <w:lang w:val="it-IT"/>
        </w:rPr>
        <w:t xml:space="preserve"> </w:t>
      </w:r>
      <w:r w:rsidRPr="004966C3">
        <w:rPr>
          <w:b/>
        </w:rPr>
        <w:t>чему</w:t>
      </w:r>
      <w:r w:rsidRPr="004966C3">
        <w:rPr>
          <w:b/>
          <w:lang w:val="it-IT"/>
        </w:rPr>
        <w:t xml:space="preserve"> </w:t>
      </w:r>
      <w:r w:rsidRPr="004966C3">
        <w:rPr>
          <w:b/>
        </w:rPr>
        <w:t>ћемо</w:t>
      </w:r>
      <w:r w:rsidRPr="004966C3">
        <w:rPr>
          <w:b/>
          <w:lang w:val="it-IT"/>
        </w:rPr>
        <w:t xml:space="preserve"> </w:t>
      </w:r>
      <w:r w:rsidRPr="004966C3">
        <w:rPr>
          <w:b/>
        </w:rPr>
        <w:t>још</w:t>
      </w:r>
      <w:r w:rsidRPr="004966C3">
        <w:rPr>
          <w:b/>
          <w:lang w:val="it-IT"/>
        </w:rPr>
        <w:t xml:space="preserve"> </w:t>
      </w:r>
      <w:r w:rsidRPr="004966C3">
        <w:rPr>
          <w:b/>
        </w:rPr>
        <w:t>читати</w:t>
      </w:r>
      <w:r w:rsidRPr="004966C3">
        <w:rPr>
          <w:b/>
          <w:lang w:val="it-IT"/>
        </w:rPr>
        <w:t xml:space="preserve">, </w:t>
      </w:r>
      <w:r w:rsidRPr="004966C3">
        <w:rPr>
          <w:b/>
        </w:rPr>
        <w:t>причати</w:t>
      </w:r>
      <w:r w:rsidRPr="004966C3">
        <w:rPr>
          <w:b/>
          <w:lang w:val="it-IT"/>
        </w:rPr>
        <w:t xml:space="preserve"> – </w:t>
      </w:r>
      <w:r w:rsidRPr="004966C3">
        <w:rPr>
          <w:b/>
        </w:rPr>
        <w:t>о</w:t>
      </w:r>
      <w:r w:rsidRPr="004966C3">
        <w:rPr>
          <w:b/>
          <w:lang w:val="it-IT"/>
        </w:rPr>
        <w:t xml:space="preserve"> </w:t>
      </w:r>
      <w:r w:rsidRPr="004966C3">
        <w:rPr>
          <w:b/>
        </w:rPr>
        <w:t>школи</w:t>
      </w:r>
      <w:r w:rsidRPr="004966C3">
        <w:rPr>
          <w:b/>
          <w:lang w:val="it-IT"/>
        </w:rPr>
        <w:t xml:space="preserve"> </w:t>
      </w:r>
      <w:r w:rsidRPr="004966C3">
        <w:rPr>
          <w:b/>
        </w:rPr>
        <w:t>и</w:t>
      </w:r>
      <w:r w:rsidRPr="004966C3">
        <w:rPr>
          <w:b/>
          <w:lang w:val="it-IT"/>
        </w:rPr>
        <w:t xml:space="preserve"> </w:t>
      </w:r>
      <w:r w:rsidRPr="004966C3">
        <w:rPr>
          <w:b/>
        </w:rPr>
        <w:t>школским</w:t>
      </w:r>
      <w:r w:rsidRPr="004966C3">
        <w:rPr>
          <w:b/>
          <w:lang w:val="it-IT"/>
        </w:rPr>
        <w:t xml:space="preserve"> </w:t>
      </w:r>
      <w:r w:rsidRPr="004966C3">
        <w:rPr>
          <w:b/>
        </w:rPr>
        <w:t>активностима</w:t>
      </w:r>
      <w:r w:rsidRPr="004966C3">
        <w:rPr>
          <w:b/>
          <w:lang w:val="it-IT"/>
        </w:rPr>
        <w:t xml:space="preserve">, </w:t>
      </w:r>
      <w:r w:rsidRPr="004966C3">
        <w:rPr>
          <w:b/>
        </w:rPr>
        <w:t>о</w:t>
      </w:r>
      <w:r w:rsidRPr="004966C3">
        <w:rPr>
          <w:b/>
          <w:lang w:val="it-IT"/>
        </w:rPr>
        <w:t xml:space="preserve"> 3D</w:t>
      </w:r>
      <w:r w:rsidRPr="004966C3">
        <w:rPr>
          <w:b/>
          <w:i/>
          <w:lang w:val="it-IT"/>
        </w:rPr>
        <w:t xml:space="preserve"> </w:t>
      </w:r>
      <w:r w:rsidRPr="004966C3">
        <w:rPr>
          <w:b/>
        </w:rPr>
        <w:t>биоскопу</w:t>
      </w:r>
      <w:r w:rsidRPr="004966C3">
        <w:rPr>
          <w:b/>
          <w:lang w:val="it-IT"/>
        </w:rPr>
        <w:t xml:space="preserve"> </w:t>
      </w:r>
      <w:r w:rsidRPr="004966C3">
        <w:rPr>
          <w:b/>
        </w:rPr>
        <w:t>и</w:t>
      </w:r>
      <w:r w:rsidRPr="004966C3">
        <w:rPr>
          <w:b/>
          <w:lang w:val="it-IT"/>
        </w:rPr>
        <w:t xml:space="preserve"> </w:t>
      </w:r>
      <w:r w:rsidRPr="004966C3">
        <w:rPr>
          <w:b/>
        </w:rPr>
        <w:t>филму</w:t>
      </w:r>
      <w:r w:rsidRPr="004966C3">
        <w:rPr>
          <w:b/>
          <w:lang w:val="it-IT"/>
        </w:rPr>
        <w:t xml:space="preserve"> „</w:t>
      </w:r>
      <w:r w:rsidRPr="004966C3">
        <w:rPr>
          <w:b/>
        </w:rPr>
        <w:t>Хари</w:t>
      </w:r>
      <w:r w:rsidRPr="004966C3">
        <w:rPr>
          <w:b/>
          <w:lang w:val="it-IT"/>
        </w:rPr>
        <w:t xml:space="preserve"> </w:t>
      </w:r>
      <w:r w:rsidRPr="004966C3">
        <w:rPr>
          <w:b/>
        </w:rPr>
        <w:t>Потер</w:t>
      </w:r>
      <w:r w:rsidRPr="004966C3">
        <w:rPr>
          <w:b/>
          <w:lang w:val="it-IT"/>
        </w:rPr>
        <w:t xml:space="preserve">“, </w:t>
      </w:r>
      <w:r w:rsidRPr="004966C3">
        <w:rPr>
          <w:b/>
        </w:rPr>
        <w:t>упознаћемо</w:t>
      </w:r>
      <w:r w:rsidRPr="004966C3">
        <w:rPr>
          <w:b/>
          <w:lang w:val="it-IT"/>
        </w:rPr>
        <w:t xml:space="preserve"> </w:t>
      </w:r>
      <w:r w:rsidRPr="004966C3">
        <w:rPr>
          <w:b/>
        </w:rPr>
        <w:t>Анине</w:t>
      </w:r>
      <w:r w:rsidRPr="004966C3">
        <w:rPr>
          <w:b/>
          <w:lang w:val="it-IT"/>
        </w:rPr>
        <w:t xml:space="preserve"> </w:t>
      </w:r>
      <w:r w:rsidRPr="004966C3">
        <w:rPr>
          <w:b/>
        </w:rPr>
        <w:t>нове</w:t>
      </w:r>
      <w:r w:rsidRPr="004966C3">
        <w:rPr>
          <w:b/>
          <w:lang w:val="it-IT"/>
        </w:rPr>
        <w:t xml:space="preserve"> </w:t>
      </w:r>
      <w:r w:rsidRPr="004966C3">
        <w:rPr>
          <w:b/>
        </w:rPr>
        <w:t>комшије</w:t>
      </w:r>
      <w:r w:rsidRPr="004966C3">
        <w:rPr>
          <w:b/>
          <w:lang w:val="it-IT"/>
        </w:rPr>
        <w:t xml:space="preserve"> </w:t>
      </w:r>
      <w:r w:rsidRPr="004966C3">
        <w:rPr>
          <w:b/>
        </w:rPr>
        <w:t>и</w:t>
      </w:r>
      <w:r w:rsidRPr="004966C3">
        <w:rPr>
          <w:b/>
          <w:lang w:val="it-IT"/>
        </w:rPr>
        <w:t xml:space="preserve"> </w:t>
      </w:r>
      <w:r w:rsidRPr="004966C3">
        <w:rPr>
          <w:b/>
        </w:rPr>
        <w:t>другарицу</w:t>
      </w:r>
      <w:r w:rsidRPr="004966C3">
        <w:rPr>
          <w:b/>
          <w:lang w:val="it-IT"/>
        </w:rPr>
        <w:t xml:space="preserve"> </w:t>
      </w:r>
      <w:r w:rsidRPr="004966C3">
        <w:rPr>
          <w:b/>
        </w:rPr>
        <w:t>Серену</w:t>
      </w:r>
      <w:r w:rsidRPr="004966C3">
        <w:rPr>
          <w:b/>
          <w:lang w:val="it-IT"/>
        </w:rPr>
        <w:t xml:space="preserve">, </w:t>
      </w:r>
      <w:r w:rsidRPr="004966C3">
        <w:rPr>
          <w:b/>
        </w:rPr>
        <w:t>учићемо</w:t>
      </w:r>
      <w:r w:rsidRPr="004966C3">
        <w:rPr>
          <w:b/>
          <w:lang w:val="it-IT"/>
        </w:rPr>
        <w:t xml:space="preserve"> </w:t>
      </w:r>
      <w:r w:rsidRPr="004966C3">
        <w:rPr>
          <w:b/>
        </w:rPr>
        <w:t>о</w:t>
      </w:r>
      <w:r w:rsidRPr="004966C3">
        <w:rPr>
          <w:b/>
          <w:lang w:val="it-IT"/>
        </w:rPr>
        <w:t xml:space="preserve"> </w:t>
      </w:r>
      <w:r w:rsidRPr="004966C3">
        <w:rPr>
          <w:b/>
        </w:rPr>
        <w:t>Карневалу</w:t>
      </w:r>
      <w:r w:rsidRPr="004966C3">
        <w:rPr>
          <w:b/>
          <w:lang w:val="it-IT"/>
        </w:rPr>
        <w:t xml:space="preserve"> </w:t>
      </w:r>
      <w:r w:rsidRPr="004966C3">
        <w:rPr>
          <w:b/>
        </w:rPr>
        <w:t>у</w:t>
      </w:r>
      <w:r w:rsidRPr="004966C3">
        <w:rPr>
          <w:b/>
          <w:lang w:val="it-IT"/>
        </w:rPr>
        <w:t xml:space="preserve"> </w:t>
      </w:r>
      <w:r w:rsidRPr="004966C3">
        <w:rPr>
          <w:b/>
        </w:rPr>
        <w:t>Венецији</w:t>
      </w:r>
      <w:r w:rsidRPr="004966C3">
        <w:rPr>
          <w:b/>
          <w:lang w:val="it-IT"/>
        </w:rPr>
        <w:t xml:space="preserve"> </w:t>
      </w:r>
      <w:r w:rsidRPr="004966C3">
        <w:rPr>
          <w:b/>
        </w:rPr>
        <w:t>и</w:t>
      </w:r>
      <w:r w:rsidRPr="004966C3">
        <w:rPr>
          <w:b/>
          <w:lang w:val="it-IT"/>
        </w:rPr>
        <w:t xml:space="preserve"> </w:t>
      </w:r>
      <w:r w:rsidRPr="004966C3">
        <w:rPr>
          <w:b/>
        </w:rPr>
        <w:t>правити</w:t>
      </w:r>
      <w:r w:rsidRPr="004966C3">
        <w:rPr>
          <w:b/>
          <w:lang w:val="it-IT"/>
        </w:rPr>
        <w:t xml:space="preserve"> </w:t>
      </w:r>
      <w:r w:rsidRPr="004966C3">
        <w:rPr>
          <w:b/>
        </w:rPr>
        <w:t>венецијанске</w:t>
      </w:r>
      <w:r w:rsidRPr="004966C3">
        <w:rPr>
          <w:b/>
          <w:lang w:val="it-IT"/>
        </w:rPr>
        <w:t xml:space="preserve"> </w:t>
      </w:r>
      <w:r w:rsidRPr="004966C3">
        <w:rPr>
          <w:b/>
        </w:rPr>
        <w:t>маске</w:t>
      </w:r>
      <w:r w:rsidRPr="004966C3">
        <w:rPr>
          <w:b/>
          <w:lang w:val="it-IT"/>
        </w:rPr>
        <w:t xml:space="preserve">, </w:t>
      </w:r>
      <w:r w:rsidRPr="004966C3">
        <w:rPr>
          <w:b/>
        </w:rPr>
        <w:t>као</w:t>
      </w:r>
      <w:r w:rsidRPr="004966C3">
        <w:rPr>
          <w:b/>
          <w:lang w:val="it-IT"/>
        </w:rPr>
        <w:t xml:space="preserve"> </w:t>
      </w:r>
      <w:r w:rsidRPr="004966C3">
        <w:rPr>
          <w:b/>
        </w:rPr>
        <w:t>и</w:t>
      </w:r>
      <w:r w:rsidRPr="004966C3">
        <w:rPr>
          <w:b/>
          <w:lang w:val="it-IT"/>
        </w:rPr>
        <w:t xml:space="preserve"> </w:t>
      </w:r>
      <w:r w:rsidRPr="004966C3">
        <w:rPr>
          <w:b/>
        </w:rPr>
        <w:t>ускршње</w:t>
      </w:r>
      <w:r w:rsidRPr="004966C3">
        <w:rPr>
          <w:b/>
          <w:lang w:val="it-IT"/>
        </w:rPr>
        <w:t xml:space="preserve"> </w:t>
      </w:r>
      <w:r w:rsidRPr="004966C3">
        <w:rPr>
          <w:b/>
        </w:rPr>
        <w:t>честитке</w:t>
      </w:r>
      <w:r w:rsidRPr="004966C3">
        <w:rPr>
          <w:b/>
          <w:lang w:val="it-IT"/>
        </w:rPr>
        <w:t xml:space="preserve"> </w:t>
      </w:r>
      <w:r w:rsidRPr="004966C3">
        <w:rPr>
          <w:b/>
        </w:rPr>
        <w:t>и</w:t>
      </w:r>
      <w:r w:rsidRPr="004966C3">
        <w:rPr>
          <w:b/>
          <w:lang w:val="it-IT"/>
        </w:rPr>
        <w:t xml:space="preserve"> </w:t>
      </w:r>
      <w:r w:rsidRPr="004966C3">
        <w:rPr>
          <w:b/>
        </w:rPr>
        <w:t>украсе</w:t>
      </w:r>
      <w:r w:rsidRPr="004966C3">
        <w:rPr>
          <w:b/>
          <w:lang w:val="it-IT"/>
        </w:rPr>
        <w:t xml:space="preserve">, </w:t>
      </w:r>
      <w:r w:rsidRPr="004966C3">
        <w:rPr>
          <w:b/>
        </w:rPr>
        <w:t>видећемо</w:t>
      </w:r>
      <w:r w:rsidRPr="004966C3">
        <w:rPr>
          <w:b/>
          <w:lang w:val="it-IT"/>
        </w:rPr>
        <w:t xml:space="preserve"> </w:t>
      </w:r>
      <w:r w:rsidRPr="004966C3">
        <w:rPr>
          <w:b/>
        </w:rPr>
        <w:t>какав</w:t>
      </w:r>
      <w:r w:rsidRPr="004966C3">
        <w:rPr>
          <w:b/>
          <w:lang w:val="it-IT"/>
        </w:rPr>
        <w:t xml:space="preserve"> </w:t>
      </w:r>
      <w:r w:rsidRPr="004966C3">
        <w:rPr>
          <w:b/>
        </w:rPr>
        <w:t>је</w:t>
      </w:r>
      <w:r w:rsidRPr="004966C3">
        <w:rPr>
          <w:b/>
          <w:lang w:val="it-IT"/>
        </w:rPr>
        <w:t xml:space="preserve"> </w:t>
      </w:r>
      <w:r w:rsidRPr="004966C3">
        <w:rPr>
          <w:b/>
        </w:rPr>
        <w:t>Фабио</w:t>
      </w:r>
      <w:r w:rsidRPr="004966C3">
        <w:rPr>
          <w:b/>
          <w:lang w:val="it-IT"/>
        </w:rPr>
        <w:t xml:space="preserve"> </w:t>
      </w:r>
      <w:r w:rsidRPr="004966C3">
        <w:rPr>
          <w:b/>
        </w:rPr>
        <w:t>у</w:t>
      </w:r>
      <w:r w:rsidRPr="004966C3">
        <w:rPr>
          <w:b/>
          <w:lang w:val="it-IT"/>
        </w:rPr>
        <w:t xml:space="preserve"> </w:t>
      </w:r>
      <w:r w:rsidRPr="004966C3">
        <w:rPr>
          <w:b/>
        </w:rPr>
        <w:t>тенису</w:t>
      </w:r>
      <w:r w:rsidRPr="004966C3">
        <w:rPr>
          <w:b/>
          <w:lang w:val="it-IT"/>
        </w:rPr>
        <w:t xml:space="preserve"> </w:t>
      </w:r>
      <w:r w:rsidRPr="004966C3">
        <w:rPr>
          <w:b/>
        </w:rPr>
        <w:t>и</w:t>
      </w:r>
      <w:r w:rsidRPr="004966C3">
        <w:rPr>
          <w:b/>
          <w:lang w:val="it-IT"/>
        </w:rPr>
        <w:t xml:space="preserve"> </w:t>
      </w:r>
      <w:r w:rsidRPr="004966C3">
        <w:rPr>
          <w:b/>
        </w:rPr>
        <w:t>где</w:t>
      </w:r>
      <w:r w:rsidRPr="004966C3">
        <w:rPr>
          <w:b/>
          <w:lang w:val="it-IT"/>
        </w:rPr>
        <w:t xml:space="preserve"> </w:t>
      </w:r>
      <w:r w:rsidRPr="004966C3">
        <w:rPr>
          <w:b/>
        </w:rPr>
        <w:t>ће</w:t>
      </w:r>
      <w:r w:rsidRPr="004966C3">
        <w:rPr>
          <w:b/>
          <w:lang w:val="it-IT"/>
        </w:rPr>
        <w:t xml:space="preserve"> </w:t>
      </w:r>
      <w:r w:rsidRPr="004966C3">
        <w:rPr>
          <w:b/>
        </w:rPr>
        <w:t>наши</w:t>
      </w:r>
      <w:r w:rsidRPr="004966C3">
        <w:rPr>
          <w:b/>
          <w:lang w:val="it-IT"/>
        </w:rPr>
        <w:t xml:space="preserve"> </w:t>
      </w:r>
      <w:r w:rsidRPr="004966C3">
        <w:rPr>
          <w:b/>
        </w:rPr>
        <w:t>другари</w:t>
      </w:r>
      <w:r w:rsidRPr="004966C3">
        <w:rPr>
          <w:b/>
          <w:lang w:val="it-IT"/>
        </w:rPr>
        <w:t xml:space="preserve"> </w:t>
      </w:r>
      <w:r w:rsidRPr="004966C3">
        <w:rPr>
          <w:b/>
        </w:rPr>
        <w:t>ићи</w:t>
      </w:r>
      <w:r w:rsidRPr="004966C3">
        <w:rPr>
          <w:b/>
          <w:lang w:val="it-IT"/>
        </w:rPr>
        <w:t xml:space="preserve"> </w:t>
      </w:r>
      <w:r w:rsidRPr="004966C3">
        <w:rPr>
          <w:b/>
        </w:rPr>
        <w:t>на</w:t>
      </w:r>
      <w:r w:rsidRPr="004966C3">
        <w:rPr>
          <w:b/>
          <w:lang w:val="it-IT"/>
        </w:rPr>
        <w:t xml:space="preserve"> </w:t>
      </w:r>
      <w:r w:rsidRPr="004966C3">
        <w:rPr>
          <w:b/>
        </w:rPr>
        <w:t>море</w:t>
      </w:r>
      <w:r w:rsidRPr="004966C3">
        <w:rPr>
          <w:b/>
          <w:lang w:val="it-IT"/>
        </w:rPr>
        <w:t xml:space="preserve">. </w:t>
      </w:r>
      <w:r w:rsidRPr="004966C3">
        <w:rPr>
          <w:b/>
        </w:rPr>
        <w:t>Говорим</w:t>
      </w:r>
      <w:r w:rsidRPr="004966C3">
        <w:rPr>
          <w:b/>
          <w:lang w:val="it-IT"/>
        </w:rPr>
        <w:t xml:space="preserve"> </w:t>
      </w:r>
      <w:r w:rsidRPr="004966C3">
        <w:rPr>
          <w:b/>
        </w:rPr>
        <w:t>и</w:t>
      </w:r>
      <w:r w:rsidRPr="004966C3">
        <w:rPr>
          <w:b/>
          <w:lang w:val="it-IT"/>
        </w:rPr>
        <w:t xml:space="preserve"> </w:t>
      </w:r>
      <w:r w:rsidRPr="004966C3">
        <w:rPr>
          <w:b/>
        </w:rPr>
        <w:t>да</w:t>
      </w:r>
      <w:r w:rsidRPr="004966C3">
        <w:rPr>
          <w:b/>
          <w:lang w:val="it-IT"/>
        </w:rPr>
        <w:t xml:space="preserve"> </w:t>
      </w:r>
      <w:r w:rsidRPr="004966C3">
        <w:rPr>
          <w:b/>
        </w:rPr>
        <w:t>ћемо</w:t>
      </w:r>
      <w:r w:rsidRPr="004966C3">
        <w:rPr>
          <w:b/>
          <w:lang w:val="it-IT"/>
        </w:rPr>
        <w:t xml:space="preserve"> </w:t>
      </w:r>
      <w:r w:rsidRPr="004966C3">
        <w:rPr>
          <w:b/>
        </w:rPr>
        <w:t>ове</w:t>
      </w:r>
      <w:r w:rsidRPr="004966C3">
        <w:rPr>
          <w:b/>
          <w:lang w:val="it-IT"/>
        </w:rPr>
        <w:t xml:space="preserve"> </w:t>
      </w:r>
      <w:r w:rsidRPr="004966C3">
        <w:rPr>
          <w:b/>
        </w:rPr>
        <w:t>године</w:t>
      </w:r>
      <w:r w:rsidRPr="004966C3">
        <w:rPr>
          <w:b/>
          <w:lang w:val="it-IT"/>
        </w:rPr>
        <w:t xml:space="preserve"> </w:t>
      </w:r>
      <w:r w:rsidRPr="004966C3">
        <w:rPr>
          <w:b/>
        </w:rPr>
        <w:t>учити</w:t>
      </w:r>
      <w:r w:rsidRPr="004966C3">
        <w:rPr>
          <w:b/>
          <w:lang w:val="it-IT"/>
        </w:rPr>
        <w:t xml:space="preserve"> </w:t>
      </w:r>
      <w:r w:rsidRPr="004966C3">
        <w:rPr>
          <w:b/>
        </w:rPr>
        <w:t>мало</w:t>
      </w:r>
      <w:r w:rsidRPr="004966C3">
        <w:rPr>
          <w:b/>
          <w:lang w:val="it-IT"/>
        </w:rPr>
        <w:t xml:space="preserve"> </w:t>
      </w:r>
      <w:r w:rsidRPr="004966C3">
        <w:rPr>
          <w:b/>
        </w:rPr>
        <w:t>више</w:t>
      </w:r>
      <w:r w:rsidRPr="004966C3">
        <w:rPr>
          <w:b/>
          <w:lang w:val="it-IT"/>
        </w:rPr>
        <w:t xml:space="preserve"> </w:t>
      </w:r>
      <w:r w:rsidRPr="004966C3">
        <w:rPr>
          <w:b/>
        </w:rPr>
        <w:t>граматике</w:t>
      </w:r>
      <w:r w:rsidRPr="004966C3">
        <w:rPr>
          <w:b/>
          <w:lang w:val="it-IT"/>
        </w:rPr>
        <w:t xml:space="preserve">, </w:t>
      </w:r>
      <w:r w:rsidRPr="004966C3">
        <w:rPr>
          <w:b/>
        </w:rPr>
        <w:t>али</w:t>
      </w:r>
      <w:r w:rsidRPr="004966C3">
        <w:rPr>
          <w:b/>
          <w:lang w:val="it-IT"/>
        </w:rPr>
        <w:t xml:space="preserve"> </w:t>
      </w:r>
      <w:r w:rsidRPr="004966C3">
        <w:rPr>
          <w:b/>
        </w:rPr>
        <w:t>ту</w:t>
      </w:r>
      <w:r w:rsidRPr="004966C3">
        <w:rPr>
          <w:b/>
          <w:lang w:val="it-IT"/>
        </w:rPr>
        <w:t xml:space="preserve"> </w:t>
      </w:r>
      <w:r w:rsidRPr="004966C3">
        <w:rPr>
          <w:b/>
        </w:rPr>
        <w:t>је</w:t>
      </w:r>
      <w:r w:rsidRPr="004966C3">
        <w:rPr>
          <w:b/>
          <w:lang w:val="it-IT"/>
        </w:rPr>
        <w:t xml:space="preserve"> </w:t>
      </w:r>
      <w:r w:rsidRPr="004966C3">
        <w:rPr>
          <w:b/>
        </w:rPr>
        <w:t>наш</w:t>
      </w:r>
      <w:r w:rsidRPr="004966C3">
        <w:rPr>
          <w:b/>
          <w:lang w:val="it-IT"/>
        </w:rPr>
        <w:t xml:space="preserve"> </w:t>
      </w:r>
      <w:r w:rsidRPr="004966C3">
        <w:rPr>
          <w:b/>
        </w:rPr>
        <w:t>другар</w:t>
      </w:r>
      <w:r w:rsidRPr="004966C3">
        <w:rPr>
          <w:b/>
          <w:lang w:val="it-IT"/>
        </w:rPr>
        <w:t xml:space="preserve">, </w:t>
      </w:r>
      <w:r w:rsidRPr="004966C3">
        <w:rPr>
          <w:b/>
        </w:rPr>
        <w:t>лавић</w:t>
      </w:r>
      <w:r w:rsidRPr="004966C3">
        <w:rPr>
          <w:b/>
          <w:lang w:val="it-IT"/>
        </w:rPr>
        <w:t xml:space="preserve"> </w:t>
      </w:r>
      <w:r w:rsidRPr="004966C3">
        <w:rPr>
          <w:b/>
        </w:rPr>
        <w:t>Марко</w:t>
      </w:r>
      <w:r w:rsidRPr="004966C3">
        <w:rPr>
          <w:b/>
          <w:lang w:val="it-IT"/>
        </w:rPr>
        <w:t xml:space="preserve">, </w:t>
      </w:r>
      <w:r w:rsidRPr="004966C3">
        <w:rPr>
          <w:b/>
        </w:rPr>
        <w:t>који</w:t>
      </w:r>
      <w:r w:rsidRPr="004966C3">
        <w:rPr>
          <w:b/>
          <w:lang w:val="it-IT"/>
        </w:rPr>
        <w:t xml:space="preserve"> </w:t>
      </w:r>
      <w:r w:rsidRPr="004966C3">
        <w:rPr>
          <w:b/>
        </w:rPr>
        <w:t>ће</w:t>
      </w:r>
      <w:r w:rsidRPr="004966C3">
        <w:rPr>
          <w:b/>
          <w:lang w:val="it-IT"/>
        </w:rPr>
        <w:t xml:space="preserve"> </w:t>
      </w:r>
      <w:r w:rsidRPr="004966C3">
        <w:rPr>
          <w:b/>
        </w:rPr>
        <w:t>нам</w:t>
      </w:r>
      <w:r w:rsidRPr="004966C3">
        <w:rPr>
          <w:b/>
          <w:lang w:val="it-IT"/>
        </w:rPr>
        <w:t xml:space="preserve"> </w:t>
      </w:r>
      <w:r w:rsidRPr="004966C3">
        <w:rPr>
          <w:b/>
        </w:rPr>
        <w:t>у</w:t>
      </w:r>
      <w:r w:rsidRPr="004966C3">
        <w:rPr>
          <w:b/>
          <w:lang w:val="it-IT"/>
        </w:rPr>
        <w:t xml:space="preserve"> </w:t>
      </w:r>
      <w:r w:rsidRPr="004966C3">
        <w:rPr>
          <w:b/>
        </w:rPr>
        <w:t>томе</w:t>
      </w:r>
      <w:r w:rsidRPr="004966C3">
        <w:rPr>
          <w:b/>
          <w:lang w:val="it-IT"/>
        </w:rPr>
        <w:t xml:space="preserve"> </w:t>
      </w:r>
      <w:r w:rsidRPr="004966C3">
        <w:rPr>
          <w:b/>
        </w:rPr>
        <w:t>помоћи</w:t>
      </w:r>
      <w:r w:rsidRPr="004966C3">
        <w:rPr>
          <w:b/>
          <w:lang w:val="it-IT"/>
        </w:rPr>
        <w:t xml:space="preserve"> </w:t>
      </w:r>
      <w:r w:rsidRPr="004966C3">
        <w:rPr>
          <w:b/>
        </w:rPr>
        <w:t>па</w:t>
      </w:r>
      <w:r w:rsidRPr="004966C3">
        <w:rPr>
          <w:b/>
          <w:lang w:val="it-IT"/>
        </w:rPr>
        <w:t xml:space="preserve"> </w:t>
      </w:r>
      <w:r w:rsidRPr="004966C3">
        <w:rPr>
          <w:b/>
        </w:rPr>
        <w:t>ћемо</w:t>
      </w:r>
      <w:r w:rsidRPr="004966C3">
        <w:rPr>
          <w:b/>
          <w:lang w:val="it-IT"/>
        </w:rPr>
        <w:t xml:space="preserve"> </w:t>
      </w:r>
      <w:r w:rsidRPr="004966C3">
        <w:rPr>
          <w:b/>
        </w:rPr>
        <w:t>све</w:t>
      </w:r>
      <w:r w:rsidRPr="004966C3">
        <w:rPr>
          <w:b/>
          <w:lang w:val="it-IT"/>
        </w:rPr>
        <w:t xml:space="preserve"> </w:t>
      </w:r>
      <w:r w:rsidRPr="004966C3">
        <w:rPr>
          <w:b/>
        </w:rPr>
        <w:t>с</w:t>
      </w:r>
      <w:r w:rsidRPr="004966C3">
        <w:rPr>
          <w:b/>
          <w:lang w:val="it-IT"/>
        </w:rPr>
        <w:t xml:space="preserve"> </w:t>
      </w:r>
      <w:r w:rsidRPr="004966C3">
        <w:rPr>
          <w:b/>
        </w:rPr>
        <w:t>лакоћом</w:t>
      </w:r>
      <w:r w:rsidRPr="004966C3">
        <w:rPr>
          <w:b/>
          <w:lang w:val="it-IT"/>
        </w:rPr>
        <w:t xml:space="preserve"> </w:t>
      </w:r>
      <w:r w:rsidRPr="004966C3">
        <w:rPr>
          <w:b/>
        </w:rPr>
        <w:t>научити</w:t>
      </w:r>
      <w:r w:rsidRPr="004966C3">
        <w:rPr>
          <w:b/>
          <w:lang w:val="it-IT"/>
        </w:rPr>
        <w:t>.</w:t>
      </w: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(5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Питам ученике да ли им се допада све што ћемо радити, чему се највише радују, шта им је недостајало из претходног разреда, на који начин би волели да радимо ове године – чега да буде више, а чега мање, уколико је могуће.</w:t>
      </w: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2</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In bocca al lupo, ragazzi!</w:t>
      </w:r>
    </w:p>
    <w:p w:rsidR="00F01BE7" w:rsidRPr="004966C3" w:rsidRDefault="00F01BE7" w:rsidP="002E1D9B">
      <w:pPr>
        <w:shd w:val="clear" w:color="auto" w:fill="FFFFFF"/>
        <w:rPr>
          <w:b/>
          <w:i/>
          <w:u w:val="single"/>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обрада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лудичке активности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 групни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lang w:val="it-IT"/>
        </w:rPr>
        <w:t>CD</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rPr>
      </w:pPr>
      <w:r w:rsidRPr="004966C3">
        <w:rPr>
          <w:b/>
        </w:rPr>
        <w:t xml:space="preserve">утврђивање и проширивање речи и израза потребних за комуникацију на часу, </w:t>
      </w:r>
      <w:r w:rsidRPr="004966C3">
        <w:rPr>
          <w:b/>
          <w:lang w:val="sr-Cyrl-CS"/>
        </w:rPr>
        <w:t xml:space="preserve"> усвајање израза </w:t>
      </w:r>
      <w:r w:rsidRPr="004966C3">
        <w:rPr>
          <w:b/>
          <w:i/>
        </w:rPr>
        <w:t xml:space="preserve">in bocca al lupo, </w:t>
      </w:r>
      <w:r w:rsidRPr="004966C3">
        <w:rPr>
          <w:b/>
        </w:rPr>
        <w:t xml:space="preserve"> увођење садашњег времена глагола </w:t>
      </w:r>
      <w:r w:rsidRPr="004966C3">
        <w:rPr>
          <w:b/>
          <w:i/>
        </w:rPr>
        <w:t>essere</w:t>
      </w:r>
      <w:r w:rsidRPr="004966C3">
        <w:rPr>
          <w:b/>
        </w:rPr>
        <w:t xml:space="preserve">, </w:t>
      </w:r>
      <w:r w:rsidRPr="004966C3">
        <w:rPr>
          <w:b/>
          <w:i/>
        </w:rPr>
        <w:t>avere</w:t>
      </w:r>
      <w:r w:rsidRPr="004966C3">
        <w:rPr>
          <w:b/>
        </w:rPr>
        <w:t xml:space="preserve"> и </w:t>
      </w:r>
      <w:r w:rsidRPr="004966C3">
        <w:rPr>
          <w:b/>
          <w:i/>
        </w:rPr>
        <w:t>esserci</w:t>
      </w:r>
      <w:r w:rsidRPr="004966C3">
        <w:rPr>
          <w:b/>
        </w:rPr>
        <w:t xml:space="preserve"> </w:t>
      </w:r>
    </w:p>
    <w:p w:rsidR="00F01BE7" w:rsidRPr="004966C3" w:rsidRDefault="00F01BE7" w:rsidP="002E1D9B">
      <w:pPr>
        <w:shd w:val="clear" w:color="auto" w:fill="FFFFFF"/>
        <w:rPr>
          <w:b/>
          <w:color w:val="FF0000"/>
        </w:rPr>
      </w:pP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ind w:left="1170" w:hanging="720"/>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rPr>
          <w:b/>
        </w:rPr>
      </w:pPr>
    </w:p>
    <w:p w:rsidR="00F01BE7" w:rsidRPr="004966C3" w:rsidRDefault="00F01BE7" w:rsidP="002E1D9B">
      <w:pPr>
        <w:numPr>
          <w:ilvl w:val="2"/>
          <w:numId w:val="20"/>
        </w:numPr>
        <w:shd w:val="clear" w:color="auto" w:fill="FFFFFF"/>
      </w:pPr>
      <w:r w:rsidRPr="004966C3">
        <w:rPr>
          <w:b/>
        </w:rPr>
        <w:t>разумеју  и правилно читају  текст лекције</w:t>
      </w:r>
      <w:r w:rsidRPr="004966C3">
        <w:t xml:space="preserve"> </w:t>
      </w:r>
    </w:p>
    <w:p w:rsidR="00F01BE7" w:rsidRPr="004966C3" w:rsidRDefault="00F01BE7" w:rsidP="002E1D9B">
      <w:pPr>
        <w:numPr>
          <w:ilvl w:val="2"/>
          <w:numId w:val="20"/>
        </w:numPr>
        <w:shd w:val="clear" w:color="auto" w:fill="FFFFFF"/>
        <w:rPr>
          <w:b/>
          <w:i/>
        </w:rPr>
      </w:pPr>
      <w:r w:rsidRPr="004966C3">
        <w:rPr>
          <w:b/>
        </w:rPr>
        <w:t xml:space="preserve">у говору и писању препознају и користе глалголска лица глагола  </w:t>
      </w:r>
      <w:r w:rsidRPr="004966C3">
        <w:rPr>
          <w:b/>
          <w:i/>
        </w:rPr>
        <w:t>essere</w:t>
      </w:r>
      <w:r w:rsidRPr="004966C3">
        <w:rPr>
          <w:b/>
        </w:rPr>
        <w:t xml:space="preserve">,  </w:t>
      </w:r>
      <w:r w:rsidRPr="004966C3">
        <w:rPr>
          <w:b/>
          <w:i/>
        </w:rPr>
        <w:t>avere</w:t>
      </w:r>
      <w:r w:rsidRPr="004966C3">
        <w:rPr>
          <w:b/>
        </w:rPr>
        <w:t xml:space="preserve"> и </w:t>
      </w:r>
      <w:r w:rsidRPr="004966C3">
        <w:rPr>
          <w:b/>
          <w:i/>
        </w:rPr>
        <w:t>esserci</w:t>
      </w:r>
    </w:p>
    <w:p w:rsidR="00F01BE7" w:rsidRPr="004966C3" w:rsidRDefault="00F01BE7" w:rsidP="002E1D9B">
      <w:pPr>
        <w:numPr>
          <w:ilvl w:val="2"/>
          <w:numId w:val="20"/>
        </w:numPr>
        <w:shd w:val="clear" w:color="auto" w:fill="FFFFFF"/>
        <w:rPr>
          <w:b/>
        </w:rPr>
      </w:pPr>
      <w:r w:rsidRPr="004966C3">
        <w:rPr>
          <w:b/>
        </w:rPr>
        <w:t>именују предмете у учионици и лоцирају их у простору</w:t>
      </w:r>
    </w:p>
    <w:p w:rsidR="00F01BE7" w:rsidRPr="004966C3" w:rsidRDefault="00F01BE7" w:rsidP="002E1D9B">
      <w:pPr>
        <w:pStyle w:val="ListParagraph"/>
        <w:shd w:val="clear" w:color="auto" w:fill="FFFFFF"/>
        <w:ind w:left="1440"/>
        <w:rPr>
          <w:b/>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rPr>
          <w:b/>
        </w:rPr>
      </w:pPr>
      <w:r w:rsidRPr="004966C3">
        <w:rPr>
          <w:b/>
          <w:u w:val="dotted"/>
        </w:rPr>
        <w:t>Наставника</w:t>
      </w:r>
      <w:r w:rsidRPr="004966C3">
        <w:rPr>
          <w:b/>
        </w:rPr>
        <w:t xml:space="preserve">: Иницира дијалог, објашњава израз </w:t>
      </w:r>
      <w:r w:rsidRPr="004966C3">
        <w:rPr>
          <w:b/>
          <w:i/>
        </w:rPr>
        <w:t xml:space="preserve">in bocca al lupo, </w:t>
      </w:r>
      <w:r w:rsidRPr="004966C3">
        <w:rPr>
          <w:b/>
        </w:rPr>
        <w:t>помаже ученицима у тумачењу нових речи израза, охрабрује их да говоре.</w:t>
      </w:r>
    </w:p>
    <w:p w:rsidR="00F01BE7" w:rsidRPr="004966C3" w:rsidRDefault="00F01BE7" w:rsidP="002E1D9B">
      <w:pPr>
        <w:numPr>
          <w:ilvl w:val="0"/>
          <w:numId w:val="12"/>
        </w:numPr>
        <w:shd w:val="clear" w:color="auto" w:fill="FFFFFF"/>
        <w:rPr>
          <w:b/>
          <w:u w:val="dotted"/>
        </w:rPr>
      </w:pPr>
      <w:r w:rsidRPr="004966C3">
        <w:rPr>
          <w:b/>
          <w:u w:val="dotted"/>
        </w:rPr>
        <w:t>Ученика</w:t>
      </w:r>
      <w:r w:rsidRPr="004966C3">
        <w:rPr>
          <w:b/>
        </w:rPr>
        <w:t>: Учествују у разговору, слушају дијалоге, труде се да открију значење нових речи, одговарају на питања у вези са текстом, драматизују дијалоге.</w:t>
      </w:r>
    </w:p>
    <w:p w:rsidR="00F01BE7" w:rsidRPr="004966C3" w:rsidRDefault="00F01BE7" w:rsidP="002E1D9B"/>
    <w:p w:rsidR="00F01BE7" w:rsidRPr="004966C3" w:rsidRDefault="00F01BE7" w:rsidP="002E1D9B"/>
    <w:p w:rsidR="00F01BE7" w:rsidRPr="004966C3" w:rsidRDefault="00F01BE7" w:rsidP="002E1D9B"/>
    <w:p w:rsidR="00F01BE7" w:rsidRPr="004966C3" w:rsidRDefault="00F01BE7" w:rsidP="002E1D9B"/>
    <w:p w:rsidR="00F01BE7" w:rsidRPr="004966C3" w:rsidRDefault="00F01BE7" w:rsidP="002E1D9B"/>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w:t>
      </w:r>
      <w:r w:rsidRPr="004966C3">
        <w:rPr>
          <w:b/>
        </w:rPr>
        <w:t xml:space="preserve"> </w:t>
      </w:r>
      <w:r w:rsidRPr="004966C3">
        <w:rPr>
          <w:b/>
          <w:lang w:val="sr-Cyrl-CS"/>
        </w:rPr>
        <w:t>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 xml:space="preserve">На самом почетку часа са ученицима посматрам страну Уџбеника пре почетка лекције и појашњавам им шта је то што ћемо учити. Најпре објашњавам израз </w:t>
      </w:r>
      <w:r w:rsidRPr="004966C3">
        <w:rPr>
          <w:b/>
          <w:i/>
        </w:rPr>
        <w:t>in</w:t>
      </w:r>
      <w:r w:rsidRPr="004966C3">
        <w:rPr>
          <w:b/>
          <w:i/>
          <w:lang w:val="sr-Cyrl-CS"/>
        </w:rPr>
        <w:t xml:space="preserve"> </w:t>
      </w:r>
      <w:r w:rsidRPr="004966C3">
        <w:rPr>
          <w:b/>
          <w:i/>
        </w:rPr>
        <w:t>bocca</w:t>
      </w:r>
      <w:r w:rsidRPr="004966C3">
        <w:rPr>
          <w:b/>
          <w:i/>
          <w:lang w:val="sr-Cyrl-CS"/>
        </w:rPr>
        <w:t xml:space="preserve"> </w:t>
      </w:r>
      <w:r w:rsidRPr="004966C3">
        <w:rPr>
          <w:b/>
          <w:i/>
        </w:rPr>
        <w:t>al</w:t>
      </w:r>
      <w:r w:rsidRPr="004966C3">
        <w:rPr>
          <w:b/>
          <w:i/>
          <w:lang w:val="sr-Cyrl-CS"/>
        </w:rPr>
        <w:t xml:space="preserve"> </w:t>
      </w:r>
      <w:r w:rsidRPr="004966C3">
        <w:rPr>
          <w:b/>
          <w:i/>
        </w:rPr>
        <w:t>lupo</w:t>
      </w:r>
      <w:r w:rsidRPr="004966C3">
        <w:rPr>
          <w:b/>
          <w:i/>
          <w:lang w:val="sr-Cyrl-CS"/>
        </w:rPr>
        <w:t xml:space="preserve"> </w:t>
      </w:r>
      <w:r w:rsidRPr="004966C3">
        <w:rPr>
          <w:b/>
          <w:lang w:val="sr-Cyrl-CS"/>
        </w:rPr>
        <w:t xml:space="preserve">који је и назив прве лекције. Причам ученицима легенду о ловцима и објашњавам да је то био начин да једни другима пожеле срећу, а ми то данас радимо пред испит, важан тест, посао и сл. и  говорим им и одговор – </w:t>
      </w:r>
      <w:r w:rsidRPr="004966C3">
        <w:rPr>
          <w:b/>
          <w:i/>
          <w:lang w:val="it-IT"/>
        </w:rPr>
        <w:t>Crepi</w:t>
      </w:r>
      <w:r w:rsidRPr="004966C3">
        <w:rPr>
          <w:b/>
          <w:i/>
          <w:lang w:val="sr-Cyrl-CS"/>
        </w:rPr>
        <w:t xml:space="preserve"> (</w:t>
      </w:r>
      <w:r w:rsidRPr="004966C3">
        <w:rPr>
          <w:b/>
          <w:i/>
          <w:lang w:val="it-IT"/>
        </w:rPr>
        <w:t>il</w:t>
      </w:r>
      <w:r w:rsidRPr="004966C3">
        <w:rPr>
          <w:b/>
          <w:i/>
          <w:lang w:val="sr-Cyrl-CS"/>
        </w:rPr>
        <w:t xml:space="preserve"> </w:t>
      </w:r>
      <w:r w:rsidRPr="004966C3">
        <w:rPr>
          <w:b/>
          <w:i/>
          <w:lang w:val="it-IT"/>
        </w:rPr>
        <w:t>lupo</w:t>
      </w:r>
      <w:r w:rsidRPr="004966C3">
        <w:rPr>
          <w:b/>
          <w:i/>
          <w:lang w:val="sr-Cyrl-CS"/>
        </w:rPr>
        <w:t xml:space="preserve">). </w:t>
      </w:r>
      <w:r w:rsidRPr="004966C3">
        <w:rPr>
          <w:b/>
          <w:lang w:val="sr-Cyrl-CS"/>
        </w:rPr>
        <w:t xml:space="preserve">Код граматичких садржаја најављених за нову наставну јединицу указујем ученицима на чињеницу да они то већ делимично знају, нпр. глагол </w:t>
      </w:r>
      <w:r w:rsidRPr="004966C3">
        <w:rPr>
          <w:b/>
        </w:rPr>
        <w:t>essere</w:t>
      </w:r>
      <w:r w:rsidRPr="004966C3">
        <w:rPr>
          <w:b/>
          <w:lang w:val="sr-Cyrl-CS"/>
        </w:rPr>
        <w:t xml:space="preserve"> знају у примерима </w:t>
      </w:r>
      <w:r w:rsidRPr="004966C3">
        <w:rPr>
          <w:b/>
          <w:i/>
        </w:rPr>
        <w:t>Io</w:t>
      </w:r>
      <w:r w:rsidRPr="004966C3">
        <w:rPr>
          <w:b/>
          <w:lang w:val="sr-Cyrl-CS"/>
        </w:rPr>
        <w:t xml:space="preserve"> </w:t>
      </w:r>
      <w:r w:rsidRPr="004966C3">
        <w:rPr>
          <w:b/>
          <w:i/>
          <w:u w:val="single"/>
        </w:rPr>
        <w:t>sono</w:t>
      </w:r>
      <w:r w:rsidRPr="004966C3">
        <w:rPr>
          <w:b/>
          <w:i/>
          <w:lang w:val="sr-Cyrl-CS"/>
        </w:rPr>
        <w:t xml:space="preserve"> (</w:t>
      </w:r>
      <w:r w:rsidRPr="004966C3">
        <w:rPr>
          <w:b/>
          <w:i/>
        </w:rPr>
        <w:t>nome</w:t>
      </w:r>
      <w:r w:rsidRPr="004966C3">
        <w:rPr>
          <w:b/>
          <w:i/>
          <w:lang w:val="sr-Cyrl-CS"/>
        </w:rPr>
        <w:t xml:space="preserve">), </w:t>
      </w:r>
      <w:r w:rsidRPr="004966C3">
        <w:rPr>
          <w:b/>
          <w:i/>
          <w:u w:val="single"/>
        </w:rPr>
        <w:t>Sono</w:t>
      </w:r>
      <w:r w:rsidRPr="004966C3">
        <w:rPr>
          <w:b/>
          <w:i/>
          <w:lang w:val="sr-Cyrl-CS"/>
        </w:rPr>
        <w:t xml:space="preserve"> </w:t>
      </w:r>
      <w:r w:rsidRPr="004966C3">
        <w:rPr>
          <w:b/>
          <w:i/>
        </w:rPr>
        <w:t>di</w:t>
      </w:r>
      <w:r w:rsidRPr="004966C3">
        <w:rPr>
          <w:b/>
          <w:i/>
          <w:lang w:val="sr-Cyrl-CS"/>
        </w:rPr>
        <w:t xml:space="preserve"> (</w:t>
      </w:r>
      <w:r w:rsidRPr="004966C3">
        <w:rPr>
          <w:b/>
          <w:i/>
        </w:rPr>
        <w:t>citt</w:t>
      </w:r>
      <w:r w:rsidRPr="004966C3">
        <w:rPr>
          <w:b/>
          <w:i/>
          <w:lang w:val="sr-Cyrl-CS"/>
        </w:rPr>
        <w:t xml:space="preserve">à), </w:t>
      </w:r>
      <w:r w:rsidRPr="004966C3">
        <w:rPr>
          <w:b/>
          <w:i/>
        </w:rPr>
        <w:t>Di</w:t>
      </w:r>
      <w:r w:rsidRPr="004966C3">
        <w:rPr>
          <w:b/>
          <w:i/>
          <w:lang w:val="sr-Cyrl-CS"/>
        </w:rPr>
        <w:t xml:space="preserve"> </w:t>
      </w:r>
      <w:r w:rsidRPr="004966C3">
        <w:rPr>
          <w:b/>
          <w:i/>
        </w:rPr>
        <w:t>dove</w:t>
      </w:r>
      <w:r w:rsidRPr="004966C3">
        <w:rPr>
          <w:b/>
          <w:i/>
          <w:lang w:val="sr-Cyrl-CS"/>
        </w:rPr>
        <w:t xml:space="preserve"> </w:t>
      </w:r>
      <w:r w:rsidRPr="004966C3">
        <w:rPr>
          <w:b/>
          <w:i/>
          <w:u w:val="single"/>
        </w:rPr>
        <w:t>sei</w:t>
      </w:r>
      <w:r w:rsidRPr="004966C3">
        <w:rPr>
          <w:b/>
          <w:i/>
          <w:lang w:val="sr-Cyrl-CS"/>
        </w:rPr>
        <w:t>?</w:t>
      </w:r>
      <w:r w:rsidRPr="004966C3">
        <w:rPr>
          <w:b/>
          <w:lang w:val="sr-Cyrl-CS"/>
        </w:rPr>
        <w:t xml:space="preserve">, глагол </w:t>
      </w:r>
      <w:r w:rsidRPr="004966C3">
        <w:rPr>
          <w:b/>
          <w:i/>
          <w:lang w:val="it-IT"/>
        </w:rPr>
        <w:t>avere</w:t>
      </w:r>
      <w:r w:rsidRPr="004966C3">
        <w:rPr>
          <w:b/>
          <w:lang w:val="sr-Cyrl-CS"/>
        </w:rPr>
        <w:t xml:space="preserve"> у </w:t>
      </w:r>
      <w:r w:rsidRPr="004966C3">
        <w:rPr>
          <w:b/>
          <w:i/>
          <w:u w:val="single"/>
          <w:lang w:val="it-IT"/>
        </w:rPr>
        <w:t>Ho</w:t>
      </w:r>
      <w:r w:rsidRPr="004966C3">
        <w:rPr>
          <w:b/>
          <w:i/>
          <w:lang w:val="sr-Cyrl-CS"/>
        </w:rPr>
        <w:t xml:space="preserve"> </w:t>
      </w:r>
      <w:r w:rsidRPr="004966C3">
        <w:rPr>
          <w:b/>
          <w:i/>
          <w:lang w:val="it-IT"/>
        </w:rPr>
        <w:t>dodici</w:t>
      </w:r>
      <w:r w:rsidRPr="004966C3">
        <w:rPr>
          <w:b/>
          <w:i/>
          <w:lang w:val="sr-Cyrl-CS"/>
        </w:rPr>
        <w:t xml:space="preserve"> </w:t>
      </w:r>
      <w:r w:rsidRPr="004966C3">
        <w:rPr>
          <w:b/>
          <w:i/>
          <w:lang w:val="it-IT"/>
        </w:rPr>
        <w:t>anni</w:t>
      </w:r>
      <w:r w:rsidRPr="004966C3">
        <w:rPr>
          <w:b/>
          <w:i/>
          <w:lang w:val="sr-Cyrl-CS"/>
        </w:rPr>
        <w:t xml:space="preserve">, </w:t>
      </w:r>
      <w:r w:rsidRPr="004966C3">
        <w:rPr>
          <w:b/>
          <w:i/>
          <w:lang w:val="it-IT"/>
        </w:rPr>
        <w:t>Quanti</w:t>
      </w:r>
      <w:r w:rsidRPr="004966C3">
        <w:rPr>
          <w:b/>
          <w:i/>
          <w:lang w:val="sr-Cyrl-CS"/>
        </w:rPr>
        <w:t xml:space="preserve"> </w:t>
      </w:r>
      <w:r w:rsidRPr="004966C3">
        <w:rPr>
          <w:b/>
          <w:i/>
          <w:lang w:val="it-IT"/>
        </w:rPr>
        <w:t>anni</w:t>
      </w:r>
      <w:r w:rsidRPr="004966C3">
        <w:rPr>
          <w:b/>
          <w:i/>
          <w:lang w:val="sr-Cyrl-CS"/>
        </w:rPr>
        <w:t xml:space="preserve"> </w:t>
      </w:r>
      <w:r w:rsidRPr="004966C3">
        <w:rPr>
          <w:b/>
          <w:i/>
          <w:u w:val="single"/>
          <w:lang w:val="it-IT"/>
        </w:rPr>
        <w:t>hai</w:t>
      </w:r>
      <w:r w:rsidRPr="004966C3">
        <w:rPr>
          <w:b/>
          <w:i/>
          <w:lang w:val="sr-Cyrl-CS"/>
        </w:rPr>
        <w:t>?</w:t>
      </w:r>
      <w:r w:rsidRPr="004966C3">
        <w:rPr>
          <w:b/>
          <w:lang w:val="sr-Cyrl-CS"/>
        </w:rPr>
        <w:t xml:space="preserve">, </w:t>
      </w:r>
      <w:r w:rsidRPr="004966C3">
        <w:rPr>
          <w:b/>
          <w:i/>
          <w:lang w:val="sr-Cyrl-CS"/>
        </w:rPr>
        <w:t>е</w:t>
      </w:r>
      <w:r w:rsidRPr="004966C3">
        <w:rPr>
          <w:b/>
          <w:i/>
          <w:lang w:val="it-IT"/>
        </w:rPr>
        <w:t>sserci</w:t>
      </w:r>
      <w:r w:rsidRPr="004966C3">
        <w:rPr>
          <w:b/>
          <w:lang w:val="sr-Cyrl-CS"/>
        </w:rPr>
        <w:t xml:space="preserve"> у </w:t>
      </w:r>
      <w:r w:rsidRPr="004966C3">
        <w:rPr>
          <w:b/>
          <w:i/>
          <w:lang w:val="it-IT"/>
        </w:rPr>
        <w:t>Cosa</w:t>
      </w:r>
      <w:r w:rsidRPr="004966C3">
        <w:rPr>
          <w:b/>
          <w:i/>
          <w:lang w:val="sr-Cyrl-CS"/>
        </w:rPr>
        <w:t xml:space="preserve"> </w:t>
      </w:r>
      <w:r w:rsidRPr="004966C3">
        <w:rPr>
          <w:b/>
          <w:i/>
          <w:u w:val="single"/>
          <w:lang w:val="it-IT"/>
        </w:rPr>
        <w:t>c</w:t>
      </w:r>
      <w:r w:rsidRPr="004966C3">
        <w:rPr>
          <w:b/>
          <w:i/>
          <w:u w:val="single"/>
          <w:lang w:val="sr-Cyrl-CS"/>
        </w:rPr>
        <w:t>’è</w:t>
      </w:r>
      <w:r w:rsidRPr="004966C3">
        <w:rPr>
          <w:b/>
          <w:i/>
          <w:lang w:val="sr-Cyrl-CS"/>
        </w:rPr>
        <w:t xml:space="preserve"> </w:t>
      </w:r>
      <w:r w:rsidRPr="004966C3">
        <w:rPr>
          <w:b/>
          <w:i/>
          <w:lang w:val="it-IT"/>
        </w:rPr>
        <w:t>nel</w:t>
      </w:r>
      <w:r w:rsidRPr="004966C3">
        <w:rPr>
          <w:b/>
          <w:i/>
          <w:lang w:val="sr-Cyrl-CS"/>
        </w:rPr>
        <w:t xml:space="preserve"> </w:t>
      </w:r>
      <w:r w:rsidRPr="004966C3">
        <w:rPr>
          <w:b/>
          <w:i/>
          <w:lang w:val="it-IT"/>
        </w:rPr>
        <w:t>frigorifero</w:t>
      </w:r>
      <w:r w:rsidRPr="004966C3">
        <w:rPr>
          <w:b/>
          <w:i/>
          <w:lang w:val="sr-Cyrl-CS"/>
        </w:rPr>
        <w:t>?</w:t>
      </w:r>
      <w:r w:rsidRPr="004966C3">
        <w:rPr>
          <w:b/>
          <w:lang w:val="sr-Cyrl-CS"/>
        </w:rPr>
        <w:t xml:space="preserve"> итд.</w:t>
      </w:r>
    </w:p>
    <w:p w:rsidR="00F01BE7" w:rsidRPr="004966C3" w:rsidRDefault="00F01BE7" w:rsidP="002E1D9B">
      <w:pPr>
        <w:shd w:val="clear" w:color="auto" w:fill="FFFFFF"/>
        <w:jc w:val="both"/>
        <w:rPr>
          <w:b/>
          <w:lang w:val="sr-Cyrl-CS"/>
        </w:rPr>
      </w:pPr>
      <w:r w:rsidRPr="004966C3">
        <w:rPr>
          <w:b/>
          <w:lang w:val="sr-Cyrl-CS"/>
        </w:rPr>
        <w:t xml:space="preserve">Након што су ученици упознати са градивом које нам предстоји, прелазимо на рубрику </w:t>
      </w:r>
      <w:r w:rsidRPr="004966C3">
        <w:rPr>
          <w:b/>
          <w:i/>
          <w:lang w:val="it-IT"/>
        </w:rPr>
        <w:t>Parliamo</w:t>
      </w:r>
      <w:r w:rsidRPr="004966C3">
        <w:rPr>
          <w:b/>
          <w:i/>
          <w:lang w:val="sr-Cyrl-CS"/>
        </w:rPr>
        <w:t xml:space="preserve">! </w:t>
      </w:r>
      <w:r w:rsidRPr="004966C3">
        <w:rPr>
          <w:b/>
          <w:lang w:val="sr-Cyrl-CS"/>
        </w:rPr>
        <w:t xml:space="preserve">којом, кроз разговор, ученике уводим у текст. </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p>
    <w:p w:rsidR="00F01BE7" w:rsidRPr="004966C3" w:rsidRDefault="00F01BE7" w:rsidP="002E1D9B">
      <w:pPr>
        <w:shd w:val="clear" w:color="auto" w:fill="FFFFFF"/>
        <w:jc w:val="both"/>
        <w:rPr>
          <w:b/>
          <w:i/>
          <w:lang w:val="sr-Cyrl-CS"/>
        </w:rPr>
      </w:pPr>
      <w:r w:rsidRPr="004966C3">
        <w:rPr>
          <w:b/>
          <w:lang w:val="sr-Cyrl-CS"/>
        </w:rPr>
        <w:t xml:space="preserve">Ученици слушају снимак дијалога два пута. Тек приликом другог слушања отварају Уџбеник и прате дијалоге. Одмах након слушања прелазимо на активност </w:t>
      </w:r>
      <w:r w:rsidRPr="004966C3">
        <w:rPr>
          <w:b/>
          <w:i/>
          <w:lang w:val="it-IT"/>
        </w:rPr>
        <w:t>Guarda</w:t>
      </w:r>
      <w:r w:rsidRPr="004966C3">
        <w:rPr>
          <w:b/>
          <w:i/>
          <w:lang w:val="sr-Cyrl-CS"/>
        </w:rPr>
        <w:t xml:space="preserve"> </w:t>
      </w:r>
      <w:r w:rsidRPr="004966C3">
        <w:rPr>
          <w:b/>
          <w:i/>
          <w:lang w:val="it-IT"/>
        </w:rPr>
        <w:t>bene</w:t>
      </w:r>
      <w:r w:rsidRPr="004966C3">
        <w:rPr>
          <w:b/>
          <w:i/>
          <w:lang w:val="sr-Cyrl-CS"/>
        </w:rPr>
        <w:t xml:space="preserve"> </w:t>
      </w:r>
      <w:r w:rsidRPr="004966C3">
        <w:rPr>
          <w:b/>
          <w:i/>
          <w:lang w:val="it-IT"/>
        </w:rPr>
        <w:t>le</w:t>
      </w:r>
      <w:r w:rsidRPr="004966C3">
        <w:rPr>
          <w:b/>
          <w:i/>
          <w:lang w:val="sr-Cyrl-CS"/>
        </w:rPr>
        <w:t xml:space="preserve"> </w:t>
      </w:r>
      <w:r w:rsidRPr="004966C3">
        <w:rPr>
          <w:b/>
          <w:i/>
          <w:lang w:val="it-IT"/>
        </w:rPr>
        <w:t>illustrazioni</w:t>
      </w:r>
      <w:r w:rsidRPr="004966C3">
        <w:rPr>
          <w:b/>
          <w:i/>
          <w:lang w:val="sr-Cyrl-CS"/>
        </w:rPr>
        <w:t xml:space="preserve">! </w:t>
      </w:r>
      <w:r w:rsidRPr="004966C3">
        <w:rPr>
          <w:b/>
          <w:lang w:val="sr-Cyrl-CS"/>
        </w:rPr>
        <w:t xml:space="preserve">Од ученика захтевам да одговоре пуном реченицом користећи притом глагол </w:t>
      </w:r>
      <w:r w:rsidRPr="004966C3">
        <w:rPr>
          <w:b/>
          <w:i/>
          <w:lang w:val="it-IT"/>
        </w:rPr>
        <w:t>avere</w:t>
      </w:r>
      <w:r w:rsidRPr="004966C3">
        <w:rPr>
          <w:b/>
          <w:i/>
          <w:lang w:val="sr-Cyrl-CS"/>
        </w:rPr>
        <w:t xml:space="preserve"> </w:t>
      </w:r>
      <w:r w:rsidRPr="004966C3">
        <w:rPr>
          <w:b/>
          <w:lang w:val="sr-Cyrl-CS"/>
        </w:rPr>
        <w:t xml:space="preserve">чији су облици ученицима понуђени у Уџбенику на цедуљици поред текста. На овај начин подсећамо се и назива школског прибора – </w:t>
      </w:r>
      <w:r w:rsidRPr="004966C3">
        <w:rPr>
          <w:b/>
          <w:i/>
          <w:lang w:val="it-IT"/>
        </w:rPr>
        <w:t>penna</w:t>
      </w:r>
      <w:r w:rsidRPr="004966C3">
        <w:rPr>
          <w:b/>
          <w:i/>
          <w:lang w:val="sr-Cyrl-CS"/>
        </w:rPr>
        <w:t xml:space="preserve">, </w:t>
      </w:r>
      <w:r w:rsidRPr="004966C3">
        <w:rPr>
          <w:b/>
          <w:i/>
          <w:lang w:val="it-IT"/>
        </w:rPr>
        <w:t>matita</w:t>
      </w:r>
      <w:r w:rsidRPr="004966C3">
        <w:rPr>
          <w:b/>
          <w:i/>
          <w:lang w:val="sr-Cyrl-CS"/>
        </w:rPr>
        <w:t xml:space="preserve">, </w:t>
      </w:r>
      <w:r w:rsidRPr="004966C3">
        <w:rPr>
          <w:b/>
          <w:i/>
          <w:lang w:val="it-IT"/>
        </w:rPr>
        <w:t>libro</w:t>
      </w:r>
      <w:r w:rsidRPr="004966C3">
        <w:rPr>
          <w:b/>
          <w:i/>
          <w:lang w:val="sr-Cyrl-CS"/>
        </w:rPr>
        <w:t xml:space="preserve">, </w:t>
      </w:r>
      <w:r w:rsidRPr="004966C3">
        <w:rPr>
          <w:b/>
          <w:i/>
          <w:lang w:val="it-IT"/>
        </w:rPr>
        <w:t>quaderno</w:t>
      </w:r>
      <w:r w:rsidRPr="004966C3">
        <w:rPr>
          <w:b/>
          <w:i/>
          <w:lang w:val="sr-Cyrl-CS"/>
        </w:rPr>
        <w:t xml:space="preserve">, </w:t>
      </w:r>
      <w:r w:rsidRPr="004966C3">
        <w:rPr>
          <w:b/>
          <w:i/>
          <w:lang w:val="it-IT"/>
        </w:rPr>
        <w:t>gomma</w:t>
      </w: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 xml:space="preserve">Прелазимо на разговор о тексту. У питањима која им постављам: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Dove sono i ragazzi?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Chi è in ritardo?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Che cosa hanno?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Chi ha paura?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Chi non ha il test? </w:t>
      </w:r>
      <w:r w:rsidRPr="004966C3">
        <w:rPr>
          <w:b/>
        </w:rPr>
        <w:t>користим</w:t>
      </w:r>
      <w:r w:rsidRPr="004966C3">
        <w:rPr>
          <w:b/>
          <w:lang w:val="it-IT"/>
        </w:rPr>
        <w:t xml:space="preserve"> </w:t>
      </w:r>
      <w:r w:rsidRPr="004966C3">
        <w:rPr>
          <w:b/>
        </w:rPr>
        <w:t>глаголе</w:t>
      </w:r>
      <w:r w:rsidRPr="004966C3">
        <w:rPr>
          <w:b/>
          <w:lang w:val="it-IT"/>
        </w:rPr>
        <w:t xml:space="preserve"> </w:t>
      </w:r>
      <w:r w:rsidRPr="004966C3">
        <w:rPr>
          <w:b/>
          <w:i/>
          <w:lang w:val="it-IT"/>
        </w:rPr>
        <w:t xml:space="preserve">essere </w:t>
      </w:r>
      <w:r w:rsidRPr="004966C3">
        <w:rPr>
          <w:b/>
        </w:rPr>
        <w:t>и</w:t>
      </w:r>
      <w:r w:rsidRPr="004966C3">
        <w:rPr>
          <w:b/>
          <w:lang w:val="it-IT"/>
        </w:rPr>
        <w:t xml:space="preserve"> </w:t>
      </w:r>
      <w:r w:rsidRPr="004966C3">
        <w:rPr>
          <w:b/>
          <w:i/>
          <w:lang w:val="it-IT"/>
        </w:rPr>
        <w:t>avere.</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(10 минута)</w:t>
      </w:r>
    </w:p>
    <w:p w:rsidR="00F01BE7" w:rsidRPr="004966C3" w:rsidRDefault="00F01BE7" w:rsidP="002E1D9B">
      <w:pPr>
        <w:shd w:val="clear" w:color="auto" w:fill="FFFFFF"/>
        <w:jc w:val="both"/>
        <w:rPr>
          <w:b/>
          <w:lang w:val="sr-Cyrl-CS"/>
        </w:rPr>
      </w:pPr>
    </w:p>
    <w:p w:rsidR="00F01BE7" w:rsidRPr="004966C3" w:rsidRDefault="00F01BE7" w:rsidP="002E1D9B">
      <w:pPr>
        <w:rPr>
          <w:b/>
          <w:lang w:val="sr-Cyrl-CS"/>
        </w:rPr>
      </w:pPr>
      <w:r w:rsidRPr="004966C3">
        <w:rPr>
          <w:b/>
          <w:lang w:val="sr-Cyrl-CS"/>
        </w:rPr>
        <w:t>Ученици увежбавају читање текста кроз драматизацију дијалога. Исправљам грешке приликом читања, као и погрешну интонацију.</w:t>
      </w:r>
    </w:p>
    <w:p w:rsidR="00F01BE7" w:rsidRPr="004966C3" w:rsidRDefault="00F01BE7" w:rsidP="002E1D9B">
      <w:pPr>
        <w:rPr>
          <w:b/>
          <w:lang w:val="sr-Cyrl-CS"/>
        </w:rPr>
      </w:pPr>
    </w:p>
    <w:p w:rsidR="00F01BE7" w:rsidRPr="004966C3" w:rsidRDefault="00F01BE7" w:rsidP="002E1D9B">
      <w:pPr>
        <w:rPr>
          <w:b/>
          <w:lang w:val="sr-Cyrl-CS"/>
        </w:rPr>
      </w:pPr>
    </w:p>
    <w:p w:rsidR="00F01BE7" w:rsidRPr="004966C3" w:rsidRDefault="00F01BE7" w:rsidP="002E1D9B">
      <w:pPr>
        <w:jc w:val="both"/>
        <w:rPr>
          <w:b/>
          <w:lang w:val="sr-Cyrl-CS"/>
        </w:rPr>
      </w:pPr>
      <w:r w:rsidRPr="004966C3">
        <w:rPr>
          <w:b/>
          <w:lang w:val="sr-Cyrl-CS"/>
        </w:rPr>
        <w:t xml:space="preserve">За </w:t>
      </w:r>
      <w:r w:rsidRPr="004966C3">
        <w:rPr>
          <w:b/>
          <w:u w:val="single"/>
          <w:lang w:val="sr-Cyrl-CS"/>
        </w:rPr>
        <w:t>домаћи задатак</w:t>
      </w:r>
      <w:r w:rsidRPr="004966C3">
        <w:rPr>
          <w:b/>
          <w:lang w:val="sr-Cyrl-CS"/>
        </w:rPr>
        <w:t xml:space="preserve"> ученици треба да ураде 10. вежбу у Радној свесци, како би се подсетили назива још неких појмова везаних за школу.</w:t>
      </w:r>
    </w:p>
    <w:p w:rsidR="00F01BE7" w:rsidRPr="004966C3" w:rsidRDefault="00F01BE7" w:rsidP="002E1D9B">
      <w:pPr>
        <w:jc w:val="both"/>
        <w:rPr>
          <w:b/>
          <w:lang w:val="sr-Cyrl-CS"/>
        </w:rPr>
      </w:pPr>
    </w:p>
    <w:p w:rsidR="00F01BE7" w:rsidRPr="004966C3" w:rsidRDefault="00F01BE7" w:rsidP="002E1D9B">
      <w:pPr>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3</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Come si dice?</w:t>
      </w:r>
    </w:p>
    <w:p w:rsidR="00F01BE7" w:rsidRPr="004966C3" w:rsidRDefault="00F01BE7" w:rsidP="002E1D9B">
      <w:pPr>
        <w:shd w:val="clear" w:color="auto" w:fill="FFFFFF"/>
        <w:rPr>
          <w:b/>
          <w:i/>
          <w:u w:val="single"/>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обрада/утврђивање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лудичке активности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xml:space="preserve">: </w:t>
      </w:r>
      <w:r w:rsidRPr="004966C3">
        <w:rPr>
          <w:b/>
          <w:lang w:val="it-IT"/>
        </w:rPr>
        <w:t>у</w:t>
      </w:r>
      <w:r w:rsidRPr="004966C3">
        <w:rPr>
          <w:b/>
        </w:rPr>
        <w:t xml:space="preserve"> </w:t>
      </w:r>
      <w:r w:rsidRPr="004966C3">
        <w:rPr>
          <w:b/>
          <w:lang w:val="it-IT"/>
        </w:rPr>
        <w:t>пару</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Радна свеска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rPr>
      </w:pPr>
      <w:r w:rsidRPr="004966C3">
        <w:rPr>
          <w:b/>
        </w:rPr>
        <w:t>усвајање израза везаних за школски амбијент и школске/ваншколске активности</w:t>
      </w:r>
    </w:p>
    <w:p w:rsidR="00F01BE7" w:rsidRPr="004966C3" w:rsidRDefault="00F01BE7" w:rsidP="002E1D9B">
      <w:pPr>
        <w:shd w:val="clear" w:color="auto" w:fill="FFFFFF"/>
        <w:rPr>
          <w:b/>
          <w:color w:val="FF0000"/>
        </w:rPr>
      </w:pP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ind w:left="720" w:hanging="720"/>
        <w:rPr>
          <w:b/>
        </w:rPr>
      </w:pPr>
      <w:r w:rsidRPr="004966C3">
        <w:rPr>
          <w:b/>
        </w:rPr>
        <w:t xml:space="preserve">           По завршетку часа ученици ће бити у стању да у усменој и писаној комуникацији:</w:t>
      </w:r>
    </w:p>
    <w:p w:rsidR="00F01BE7" w:rsidRPr="004966C3" w:rsidRDefault="00F01BE7" w:rsidP="002E1D9B">
      <w:pPr>
        <w:numPr>
          <w:ilvl w:val="0"/>
          <w:numId w:val="21"/>
        </w:numPr>
        <w:shd w:val="clear" w:color="auto" w:fill="FFFFFF"/>
        <w:rPr>
          <w:b/>
        </w:rPr>
      </w:pPr>
      <w:r w:rsidRPr="004966C3">
        <w:rPr>
          <w:b/>
        </w:rPr>
        <w:t>да позов</w:t>
      </w:r>
      <w:r w:rsidRPr="004966C3">
        <w:rPr>
          <w:b/>
          <w:lang w:val="sr-Cyrl-BA"/>
        </w:rPr>
        <w:t>у</w:t>
      </w:r>
      <w:r w:rsidRPr="004966C3">
        <w:rPr>
          <w:b/>
        </w:rPr>
        <w:t xml:space="preserve"> саговорника на заједничку активност </w:t>
      </w:r>
    </w:p>
    <w:p w:rsidR="00F01BE7" w:rsidRPr="004966C3" w:rsidRDefault="00F01BE7" w:rsidP="002E1D9B">
      <w:pPr>
        <w:numPr>
          <w:ilvl w:val="0"/>
          <w:numId w:val="21"/>
        </w:numPr>
        <w:shd w:val="clear" w:color="auto" w:fill="FFFFFF"/>
        <w:rPr>
          <w:b/>
        </w:rPr>
      </w:pPr>
      <w:r w:rsidRPr="004966C3">
        <w:rPr>
          <w:b/>
        </w:rPr>
        <w:t>да прихват</w:t>
      </w:r>
      <w:r w:rsidRPr="004966C3">
        <w:rPr>
          <w:b/>
          <w:lang w:val="sr-Cyrl-BA"/>
        </w:rPr>
        <w:t>е</w:t>
      </w:r>
      <w:r w:rsidRPr="004966C3">
        <w:rPr>
          <w:b/>
        </w:rPr>
        <w:t xml:space="preserve"> или одбиј</w:t>
      </w:r>
      <w:r w:rsidRPr="004966C3">
        <w:rPr>
          <w:b/>
          <w:lang w:val="sr-Cyrl-BA"/>
        </w:rPr>
        <w:t>у</w:t>
      </w:r>
      <w:r w:rsidRPr="004966C3">
        <w:rPr>
          <w:b/>
        </w:rPr>
        <w:t xml:space="preserve"> позив </w:t>
      </w:r>
    </w:p>
    <w:p w:rsidR="00F01BE7" w:rsidRPr="004966C3" w:rsidRDefault="00F01BE7" w:rsidP="002E1D9B">
      <w:pPr>
        <w:numPr>
          <w:ilvl w:val="0"/>
          <w:numId w:val="21"/>
        </w:numPr>
        <w:shd w:val="clear" w:color="auto" w:fill="FFFFFF"/>
        <w:rPr>
          <w:b/>
        </w:rPr>
      </w:pPr>
      <w:r w:rsidRPr="004966C3">
        <w:rPr>
          <w:b/>
        </w:rPr>
        <w:t>опишу школске и ваншколске активности</w:t>
      </w:r>
    </w:p>
    <w:p w:rsidR="00F01BE7" w:rsidRPr="004966C3" w:rsidRDefault="00F01BE7" w:rsidP="002E1D9B">
      <w:pPr>
        <w:pStyle w:val="ListParagraph"/>
        <w:shd w:val="clear" w:color="auto" w:fill="FFFFFF"/>
        <w:ind w:left="144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rPr>
          <w:b/>
        </w:rPr>
      </w:pPr>
      <w:r w:rsidRPr="004966C3">
        <w:rPr>
          <w:b/>
          <w:u w:val="dotted"/>
        </w:rPr>
        <w:t>Наставника</w:t>
      </w:r>
      <w:r w:rsidRPr="004966C3">
        <w:rPr>
          <w:b/>
        </w:rPr>
        <w:t xml:space="preserve">: Координира радом на часу, дели улоге за </w:t>
      </w:r>
      <w:r w:rsidRPr="004966C3">
        <w:rPr>
          <w:b/>
          <w:i/>
        </w:rPr>
        <w:t xml:space="preserve">role-play, </w:t>
      </w:r>
      <w:r w:rsidRPr="004966C3">
        <w:rPr>
          <w:b/>
        </w:rPr>
        <w:t>задаје задатке, исправља грешке, обезбеђује дисциплину на часу.</w:t>
      </w:r>
    </w:p>
    <w:p w:rsidR="00F01BE7" w:rsidRPr="004966C3" w:rsidRDefault="00F01BE7" w:rsidP="002E1D9B">
      <w:pPr>
        <w:numPr>
          <w:ilvl w:val="0"/>
          <w:numId w:val="12"/>
        </w:numPr>
        <w:shd w:val="clear" w:color="auto" w:fill="FFFFFF"/>
      </w:pPr>
      <w:r w:rsidRPr="004966C3">
        <w:rPr>
          <w:b/>
          <w:u w:val="dotted"/>
        </w:rPr>
        <w:t>Ученика</w:t>
      </w:r>
      <w:r w:rsidRPr="004966C3">
        <w:rPr>
          <w:b/>
        </w:rPr>
        <w:t xml:space="preserve">: Увежбавају комуникативне чинове кроз </w:t>
      </w:r>
      <w:r w:rsidRPr="004966C3">
        <w:rPr>
          <w:b/>
          <w:i/>
        </w:rPr>
        <w:t xml:space="preserve">role-play, </w:t>
      </w:r>
      <w:r w:rsidRPr="004966C3">
        <w:rPr>
          <w:b/>
        </w:rPr>
        <w:t>раде вежбе у Радној свесци.</w:t>
      </w: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w:t>
      </w:r>
      <w:r w:rsidRPr="004966C3">
        <w:rPr>
          <w:b/>
        </w:rPr>
        <w:t xml:space="preserve"> </w:t>
      </w:r>
      <w:r w:rsidRPr="004966C3">
        <w:rPr>
          <w:b/>
          <w:lang w:val="sr-Cyrl-CS"/>
        </w:rPr>
        <w:t>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 xml:space="preserve">На самом почетку часа са ученицима проверавам домаћи задатак у Радној свесци. Требало је да премештањем слова добију речи везане за школу и школске активности. Приликом провере одговора подсећамо се још неких речи. Постављам питања попут </w:t>
      </w:r>
    </w:p>
    <w:p w:rsidR="00F01BE7" w:rsidRPr="004966C3" w:rsidRDefault="00F01BE7" w:rsidP="002E1D9B">
      <w:pPr>
        <w:pStyle w:val="ListParagraph"/>
        <w:numPr>
          <w:ilvl w:val="0"/>
          <w:numId w:val="16"/>
        </w:numPr>
        <w:shd w:val="clear" w:color="auto" w:fill="FFFFFF"/>
        <w:jc w:val="both"/>
        <w:rPr>
          <w:b/>
          <w:lang w:val="sr-Cyrl-CS"/>
        </w:rPr>
      </w:pPr>
      <w:r w:rsidRPr="004966C3">
        <w:rPr>
          <w:b/>
          <w:i/>
          <w:lang w:val="it-IT"/>
        </w:rPr>
        <w:t>Cosa</w:t>
      </w:r>
      <w:r w:rsidRPr="004966C3">
        <w:rPr>
          <w:b/>
          <w:i/>
          <w:lang w:val="sr-Cyrl-CS"/>
        </w:rPr>
        <w:t xml:space="preserve"> </w:t>
      </w:r>
      <w:r w:rsidRPr="004966C3">
        <w:rPr>
          <w:b/>
          <w:i/>
          <w:lang w:val="it-IT"/>
        </w:rPr>
        <w:t>usiamo</w:t>
      </w:r>
      <w:r w:rsidRPr="004966C3">
        <w:rPr>
          <w:b/>
          <w:i/>
          <w:lang w:val="sr-Cyrl-CS"/>
        </w:rPr>
        <w:t xml:space="preserve"> </w:t>
      </w:r>
      <w:r w:rsidRPr="004966C3">
        <w:rPr>
          <w:b/>
          <w:i/>
          <w:lang w:val="it-IT"/>
        </w:rPr>
        <w:t>per</w:t>
      </w:r>
      <w:r w:rsidRPr="004966C3">
        <w:rPr>
          <w:b/>
          <w:i/>
          <w:lang w:val="sr-Cyrl-CS"/>
        </w:rPr>
        <w:t xml:space="preserve"> </w:t>
      </w:r>
      <w:r w:rsidRPr="004966C3">
        <w:rPr>
          <w:b/>
          <w:i/>
          <w:lang w:val="it-IT"/>
        </w:rPr>
        <w:t>cancellare</w:t>
      </w:r>
      <w:r w:rsidRPr="004966C3">
        <w:rPr>
          <w:b/>
          <w:i/>
          <w:lang w:val="sr-Cyrl-CS"/>
        </w:rPr>
        <w:t xml:space="preserve"> </w:t>
      </w:r>
      <w:r w:rsidRPr="004966C3">
        <w:rPr>
          <w:b/>
          <w:i/>
          <w:lang w:val="it-IT"/>
        </w:rPr>
        <w:t>la</w:t>
      </w:r>
      <w:r w:rsidRPr="004966C3">
        <w:rPr>
          <w:b/>
          <w:i/>
          <w:lang w:val="sr-Cyrl-CS"/>
        </w:rPr>
        <w:t xml:space="preserve"> </w:t>
      </w:r>
      <w:r w:rsidRPr="004966C3">
        <w:rPr>
          <w:b/>
          <w:i/>
          <w:lang w:val="it-IT"/>
        </w:rPr>
        <w:t>lavagna</w:t>
      </w:r>
      <w:r w:rsidRPr="004966C3">
        <w:rPr>
          <w:b/>
          <w:i/>
          <w:lang w:val="sr-Cyrl-CS"/>
        </w:rPr>
        <w:t xml:space="preserve">? </w:t>
      </w:r>
    </w:p>
    <w:p w:rsidR="00F01BE7" w:rsidRPr="004966C3" w:rsidRDefault="00F01BE7" w:rsidP="002E1D9B">
      <w:pPr>
        <w:pStyle w:val="ListParagraph"/>
        <w:numPr>
          <w:ilvl w:val="0"/>
          <w:numId w:val="16"/>
        </w:numPr>
        <w:shd w:val="clear" w:color="auto" w:fill="FFFFFF"/>
        <w:jc w:val="both"/>
        <w:rPr>
          <w:b/>
          <w:lang w:val="sr-Cyrl-CS"/>
        </w:rPr>
      </w:pPr>
      <w:r w:rsidRPr="004966C3">
        <w:rPr>
          <w:b/>
          <w:i/>
          <w:lang w:val="it-IT"/>
        </w:rPr>
        <w:t>Che</w:t>
      </w:r>
      <w:r w:rsidRPr="004966C3">
        <w:rPr>
          <w:b/>
          <w:i/>
          <w:lang w:val="sr-Cyrl-CS"/>
        </w:rPr>
        <w:t xml:space="preserve"> </w:t>
      </w:r>
      <w:r w:rsidRPr="004966C3">
        <w:rPr>
          <w:b/>
          <w:i/>
          <w:lang w:val="it-IT"/>
        </w:rPr>
        <w:t>c</w:t>
      </w:r>
      <w:r w:rsidRPr="004966C3">
        <w:rPr>
          <w:b/>
          <w:i/>
          <w:lang w:val="sr-Cyrl-CS"/>
        </w:rPr>
        <w:t xml:space="preserve">’è </w:t>
      </w:r>
      <w:r w:rsidRPr="004966C3">
        <w:rPr>
          <w:b/>
          <w:i/>
          <w:lang w:val="it-IT"/>
        </w:rPr>
        <w:t>sul</w:t>
      </w:r>
      <w:r w:rsidRPr="004966C3">
        <w:rPr>
          <w:b/>
          <w:i/>
          <w:lang w:val="sr-Cyrl-CS"/>
        </w:rPr>
        <w:t xml:space="preserve"> </w:t>
      </w:r>
      <w:r w:rsidRPr="004966C3">
        <w:rPr>
          <w:b/>
          <w:i/>
          <w:lang w:val="it-IT"/>
        </w:rPr>
        <w:t>tuo</w:t>
      </w:r>
      <w:r w:rsidRPr="004966C3">
        <w:rPr>
          <w:b/>
          <w:i/>
          <w:lang w:val="sr-Cyrl-CS"/>
        </w:rPr>
        <w:t xml:space="preserve"> </w:t>
      </w:r>
      <w:r w:rsidRPr="004966C3">
        <w:rPr>
          <w:b/>
          <w:i/>
          <w:lang w:val="it-IT"/>
        </w:rPr>
        <w:t>banco</w:t>
      </w:r>
      <w:r w:rsidRPr="004966C3">
        <w:rPr>
          <w:b/>
          <w:i/>
          <w:lang w:val="sr-Cyrl-CS"/>
        </w:rPr>
        <w:t xml:space="preserve">? </w:t>
      </w:r>
      <w:r w:rsidRPr="004966C3">
        <w:rPr>
          <w:b/>
          <w:lang w:val="sr-Cyrl-CS"/>
        </w:rPr>
        <w:t>и сл.</w:t>
      </w:r>
    </w:p>
    <w:p w:rsidR="00F01BE7" w:rsidRPr="004966C3" w:rsidRDefault="00F01BE7" w:rsidP="002E1D9B">
      <w:pPr>
        <w:shd w:val="clear" w:color="auto" w:fill="FFFFFF"/>
        <w:jc w:val="both"/>
        <w:rPr>
          <w:b/>
          <w:lang w:val="sr-Cyrl-CS"/>
        </w:rPr>
      </w:pPr>
      <w:r w:rsidRPr="004966C3">
        <w:rPr>
          <w:b/>
          <w:lang w:val="sr-Cyrl-CS"/>
        </w:rPr>
        <w:t xml:space="preserve">Након тога радимо 1. вежбу из Радне свеске – подсећамо се основних питања из претходног разреда, али и уводимо оно што ћемо радити на данашњем часу – конверзацију у паровима. </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(30 минута)</w:t>
      </w:r>
    </w:p>
    <w:p w:rsidR="00F01BE7" w:rsidRPr="004966C3" w:rsidRDefault="00F01BE7" w:rsidP="002E1D9B">
      <w:pPr>
        <w:shd w:val="clear" w:color="auto" w:fill="FFFFFF"/>
        <w:jc w:val="both"/>
        <w:rPr>
          <w:b/>
          <w:i/>
          <w:lang w:val="sr-Cyrl-CS"/>
        </w:rPr>
      </w:pPr>
    </w:p>
    <w:p w:rsidR="00F01BE7" w:rsidRPr="004966C3" w:rsidRDefault="00F01BE7" w:rsidP="002E1D9B">
      <w:pPr>
        <w:shd w:val="clear" w:color="auto" w:fill="FFFFFF"/>
        <w:jc w:val="both"/>
        <w:rPr>
          <w:b/>
          <w:lang w:val="it-IT"/>
        </w:rPr>
      </w:pPr>
      <w:r w:rsidRPr="004966C3">
        <w:rPr>
          <w:b/>
          <w:lang w:val="sr-Cyrl-CS"/>
        </w:rPr>
        <w:t xml:space="preserve">Читамо дијалоге са 8. стране Уџбеника и анализирамо понуђене структуре. Објашњавам им израз </w:t>
      </w:r>
      <w:r w:rsidRPr="004966C3">
        <w:rPr>
          <w:b/>
          <w:i/>
          <w:lang w:val="it-IT"/>
        </w:rPr>
        <w:t xml:space="preserve">avere voglia di </w:t>
      </w:r>
      <w:r w:rsidRPr="004966C3">
        <w:rPr>
          <w:b/>
        </w:rPr>
        <w:t>и</w:t>
      </w:r>
      <w:r w:rsidRPr="004966C3">
        <w:rPr>
          <w:b/>
          <w:lang w:val="it-IT"/>
        </w:rPr>
        <w:t xml:space="preserve"> </w:t>
      </w:r>
      <w:r w:rsidRPr="004966C3">
        <w:rPr>
          <w:b/>
        </w:rPr>
        <w:t>речи</w:t>
      </w:r>
      <w:r w:rsidRPr="004966C3">
        <w:rPr>
          <w:b/>
          <w:lang w:val="it-IT"/>
        </w:rPr>
        <w:t xml:space="preserve"> </w:t>
      </w:r>
      <w:r w:rsidRPr="004966C3">
        <w:rPr>
          <w:b/>
          <w:i/>
          <w:lang w:val="it-IT"/>
        </w:rPr>
        <w:t xml:space="preserve">impegno -&gt; impegnato, frequentare. </w:t>
      </w:r>
      <w:r w:rsidRPr="004966C3">
        <w:rPr>
          <w:b/>
        </w:rPr>
        <w:t>Изразе</w:t>
      </w:r>
      <w:r w:rsidRPr="004966C3">
        <w:rPr>
          <w:b/>
          <w:lang w:val="it-IT"/>
        </w:rPr>
        <w:t xml:space="preserve"> </w:t>
      </w:r>
      <w:r w:rsidRPr="004966C3">
        <w:rPr>
          <w:b/>
        </w:rPr>
        <w:t>за</w:t>
      </w:r>
      <w:r w:rsidRPr="004966C3">
        <w:rPr>
          <w:b/>
          <w:lang w:val="it-IT"/>
        </w:rPr>
        <w:t xml:space="preserve"> </w:t>
      </w:r>
      <w:r w:rsidRPr="004966C3">
        <w:rPr>
          <w:b/>
        </w:rPr>
        <w:t>комуникацију</w:t>
      </w:r>
      <w:r w:rsidRPr="004966C3">
        <w:rPr>
          <w:b/>
          <w:lang w:val="it-IT"/>
        </w:rPr>
        <w:t xml:space="preserve"> </w:t>
      </w:r>
      <w:r w:rsidRPr="004966C3">
        <w:rPr>
          <w:b/>
        </w:rPr>
        <w:t>на</w:t>
      </w:r>
      <w:r w:rsidRPr="004966C3">
        <w:rPr>
          <w:b/>
          <w:lang w:val="it-IT"/>
        </w:rPr>
        <w:t xml:space="preserve"> </w:t>
      </w:r>
      <w:r w:rsidRPr="004966C3">
        <w:rPr>
          <w:b/>
        </w:rPr>
        <w:t>часу</w:t>
      </w:r>
      <w:r w:rsidRPr="004966C3">
        <w:rPr>
          <w:b/>
          <w:lang w:val="it-IT"/>
        </w:rPr>
        <w:t xml:space="preserve"> </w:t>
      </w:r>
      <w:r w:rsidRPr="004966C3">
        <w:rPr>
          <w:b/>
        </w:rPr>
        <w:t>углавном</w:t>
      </w:r>
      <w:r w:rsidRPr="004966C3">
        <w:rPr>
          <w:b/>
          <w:lang w:val="it-IT"/>
        </w:rPr>
        <w:t xml:space="preserve"> </w:t>
      </w:r>
      <w:r w:rsidRPr="004966C3">
        <w:rPr>
          <w:b/>
        </w:rPr>
        <w:t>већ</w:t>
      </w:r>
      <w:r w:rsidRPr="004966C3">
        <w:rPr>
          <w:b/>
          <w:lang w:val="it-IT"/>
        </w:rPr>
        <w:t xml:space="preserve"> </w:t>
      </w:r>
      <w:r w:rsidRPr="004966C3">
        <w:rPr>
          <w:b/>
        </w:rPr>
        <w:t>познају</w:t>
      </w:r>
      <w:r w:rsidRPr="004966C3">
        <w:rPr>
          <w:b/>
          <w:lang w:val="it-IT"/>
        </w:rPr>
        <w:t xml:space="preserve"> </w:t>
      </w:r>
      <w:r w:rsidRPr="004966C3">
        <w:rPr>
          <w:b/>
        </w:rPr>
        <w:t>те</w:t>
      </w:r>
      <w:r w:rsidRPr="004966C3">
        <w:rPr>
          <w:b/>
          <w:lang w:val="it-IT"/>
        </w:rPr>
        <w:t xml:space="preserve"> </w:t>
      </w:r>
      <w:r w:rsidRPr="004966C3">
        <w:rPr>
          <w:b/>
        </w:rPr>
        <w:t>ови</w:t>
      </w:r>
      <w:r w:rsidRPr="004966C3">
        <w:rPr>
          <w:b/>
          <w:lang w:val="it-IT"/>
        </w:rPr>
        <w:t xml:space="preserve"> </w:t>
      </w:r>
      <w:r w:rsidRPr="004966C3">
        <w:rPr>
          <w:b/>
        </w:rPr>
        <w:t>дијалози</w:t>
      </w:r>
      <w:r w:rsidRPr="004966C3">
        <w:rPr>
          <w:b/>
          <w:lang w:val="it-IT"/>
        </w:rPr>
        <w:t xml:space="preserve"> </w:t>
      </w:r>
      <w:r w:rsidRPr="004966C3">
        <w:rPr>
          <w:b/>
        </w:rPr>
        <w:t>не</w:t>
      </w:r>
      <w:r w:rsidRPr="004966C3">
        <w:rPr>
          <w:b/>
          <w:lang w:val="it-IT"/>
        </w:rPr>
        <w:t xml:space="preserve"> </w:t>
      </w:r>
      <w:r w:rsidRPr="004966C3">
        <w:rPr>
          <w:b/>
        </w:rPr>
        <w:t>би</w:t>
      </w:r>
      <w:r w:rsidRPr="004966C3">
        <w:rPr>
          <w:b/>
          <w:lang w:val="it-IT"/>
        </w:rPr>
        <w:t xml:space="preserve"> </w:t>
      </w:r>
      <w:r w:rsidRPr="004966C3">
        <w:rPr>
          <w:b/>
        </w:rPr>
        <w:t>требало</w:t>
      </w:r>
      <w:r w:rsidRPr="004966C3">
        <w:rPr>
          <w:b/>
          <w:lang w:val="it-IT"/>
        </w:rPr>
        <w:t xml:space="preserve"> </w:t>
      </w:r>
      <w:r w:rsidRPr="004966C3">
        <w:rPr>
          <w:b/>
        </w:rPr>
        <w:t>да</w:t>
      </w:r>
      <w:r w:rsidRPr="004966C3">
        <w:rPr>
          <w:b/>
          <w:lang w:val="it-IT"/>
        </w:rPr>
        <w:t xml:space="preserve"> </w:t>
      </w:r>
      <w:r w:rsidRPr="004966C3">
        <w:rPr>
          <w:b/>
        </w:rPr>
        <w:t>им</w:t>
      </w:r>
      <w:r w:rsidRPr="004966C3">
        <w:rPr>
          <w:b/>
          <w:lang w:val="it-IT"/>
        </w:rPr>
        <w:t xml:space="preserve"> </w:t>
      </w:r>
      <w:r w:rsidRPr="004966C3">
        <w:rPr>
          <w:b/>
        </w:rPr>
        <w:t>буду</w:t>
      </w:r>
      <w:r w:rsidRPr="004966C3">
        <w:rPr>
          <w:b/>
          <w:lang w:val="it-IT"/>
        </w:rPr>
        <w:t xml:space="preserve"> </w:t>
      </w:r>
      <w:r w:rsidRPr="004966C3">
        <w:rPr>
          <w:b/>
        </w:rPr>
        <w:t>тешки</w:t>
      </w:r>
      <w:r w:rsidRPr="004966C3">
        <w:rPr>
          <w:b/>
          <w:lang w:val="it-IT"/>
        </w:rPr>
        <w:t>.</w:t>
      </w:r>
    </w:p>
    <w:p w:rsidR="00F01BE7" w:rsidRPr="004966C3" w:rsidRDefault="00F01BE7" w:rsidP="002E1D9B">
      <w:pPr>
        <w:shd w:val="clear" w:color="auto" w:fill="FFFFFF"/>
        <w:jc w:val="both"/>
        <w:rPr>
          <w:b/>
        </w:rPr>
      </w:pPr>
      <w:r w:rsidRPr="004966C3">
        <w:rPr>
          <w:b/>
        </w:rPr>
        <w:t>Када</w:t>
      </w:r>
      <w:r w:rsidRPr="004966C3">
        <w:rPr>
          <w:b/>
          <w:lang w:val="it-IT"/>
        </w:rPr>
        <w:t xml:space="preserve"> </w:t>
      </w:r>
      <w:r w:rsidRPr="004966C3">
        <w:rPr>
          <w:b/>
        </w:rPr>
        <w:t>су</w:t>
      </w:r>
      <w:r w:rsidRPr="004966C3">
        <w:rPr>
          <w:b/>
          <w:lang w:val="it-IT"/>
        </w:rPr>
        <w:t xml:space="preserve"> </w:t>
      </w:r>
      <w:r w:rsidRPr="004966C3">
        <w:rPr>
          <w:b/>
        </w:rPr>
        <w:t>им</w:t>
      </w:r>
      <w:r w:rsidRPr="004966C3">
        <w:rPr>
          <w:b/>
          <w:lang w:val="it-IT"/>
        </w:rPr>
        <w:t xml:space="preserve"> </w:t>
      </w:r>
      <w:r w:rsidRPr="004966C3">
        <w:rPr>
          <w:b/>
        </w:rPr>
        <w:t>сви</w:t>
      </w:r>
      <w:r w:rsidRPr="004966C3">
        <w:rPr>
          <w:b/>
          <w:lang w:val="it-IT"/>
        </w:rPr>
        <w:t xml:space="preserve"> </w:t>
      </w:r>
      <w:r w:rsidRPr="004966C3">
        <w:rPr>
          <w:b/>
        </w:rPr>
        <w:t>изрази</w:t>
      </w:r>
      <w:r w:rsidRPr="004966C3">
        <w:rPr>
          <w:b/>
          <w:lang w:val="it-IT"/>
        </w:rPr>
        <w:t xml:space="preserve"> </w:t>
      </w:r>
      <w:r w:rsidRPr="004966C3">
        <w:rPr>
          <w:b/>
        </w:rPr>
        <w:t>познати</w:t>
      </w:r>
      <w:r w:rsidRPr="004966C3">
        <w:rPr>
          <w:b/>
          <w:lang w:val="it-IT"/>
        </w:rPr>
        <w:t xml:space="preserve">, </w:t>
      </w:r>
      <w:r w:rsidRPr="004966C3">
        <w:rPr>
          <w:b/>
        </w:rPr>
        <w:t>у</w:t>
      </w:r>
      <w:r w:rsidRPr="004966C3">
        <w:rPr>
          <w:b/>
          <w:lang w:val="it-IT"/>
        </w:rPr>
        <w:t xml:space="preserve"> </w:t>
      </w:r>
      <w:r w:rsidRPr="004966C3">
        <w:rPr>
          <w:b/>
        </w:rPr>
        <w:t>пару</w:t>
      </w:r>
      <w:r w:rsidRPr="004966C3">
        <w:rPr>
          <w:b/>
          <w:lang w:val="it-IT"/>
        </w:rPr>
        <w:t xml:space="preserve"> </w:t>
      </w:r>
      <w:r w:rsidRPr="004966C3">
        <w:rPr>
          <w:b/>
        </w:rPr>
        <w:t>драматизују</w:t>
      </w:r>
      <w:r w:rsidRPr="004966C3">
        <w:rPr>
          <w:b/>
          <w:lang w:val="it-IT"/>
        </w:rPr>
        <w:t xml:space="preserve"> </w:t>
      </w:r>
      <w:r w:rsidRPr="004966C3">
        <w:rPr>
          <w:b/>
        </w:rPr>
        <w:t>дијалоге</w:t>
      </w:r>
      <w:r w:rsidRPr="004966C3">
        <w:rPr>
          <w:b/>
          <w:lang w:val="it-IT"/>
        </w:rPr>
        <w:t xml:space="preserve"> </w:t>
      </w:r>
      <w:r w:rsidRPr="004966C3">
        <w:rPr>
          <w:b/>
        </w:rPr>
        <w:t>из</w:t>
      </w:r>
      <w:r w:rsidRPr="004966C3">
        <w:rPr>
          <w:b/>
          <w:lang w:val="it-IT"/>
        </w:rPr>
        <w:t xml:space="preserve"> </w:t>
      </w:r>
      <w:r w:rsidRPr="004966C3">
        <w:rPr>
          <w:b/>
        </w:rPr>
        <w:t>Уџбеника</w:t>
      </w:r>
      <w:r w:rsidRPr="004966C3">
        <w:rPr>
          <w:b/>
          <w:lang w:val="it-IT"/>
        </w:rPr>
        <w:t xml:space="preserve">. </w:t>
      </w:r>
      <w:r w:rsidRPr="004966C3">
        <w:rPr>
          <w:b/>
        </w:rPr>
        <w:t>Тражим</w:t>
      </w:r>
      <w:r w:rsidRPr="004966C3">
        <w:rPr>
          <w:b/>
          <w:lang w:val="it-IT"/>
        </w:rPr>
        <w:t xml:space="preserve"> </w:t>
      </w:r>
      <w:r w:rsidRPr="004966C3">
        <w:rPr>
          <w:b/>
        </w:rPr>
        <w:t>да</w:t>
      </w:r>
      <w:r w:rsidRPr="004966C3">
        <w:rPr>
          <w:b/>
          <w:lang w:val="it-IT"/>
        </w:rPr>
        <w:t xml:space="preserve"> </w:t>
      </w:r>
      <w:r w:rsidRPr="004966C3">
        <w:rPr>
          <w:b/>
        </w:rPr>
        <w:t>промене</w:t>
      </w:r>
      <w:r w:rsidRPr="004966C3">
        <w:rPr>
          <w:b/>
          <w:lang w:val="it-IT"/>
        </w:rPr>
        <w:t xml:space="preserve"> </w:t>
      </w:r>
      <w:r w:rsidRPr="004966C3">
        <w:rPr>
          <w:b/>
        </w:rPr>
        <w:t>понуђене</w:t>
      </w:r>
      <w:r w:rsidRPr="004966C3">
        <w:rPr>
          <w:b/>
          <w:lang w:val="it-IT"/>
        </w:rPr>
        <w:t xml:space="preserve"> </w:t>
      </w:r>
      <w:r w:rsidRPr="004966C3">
        <w:rPr>
          <w:b/>
        </w:rPr>
        <w:t>примере</w:t>
      </w:r>
      <w:r w:rsidRPr="004966C3">
        <w:rPr>
          <w:b/>
          <w:lang w:val="it-IT"/>
        </w:rPr>
        <w:t xml:space="preserve"> </w:t>
      </w:r>
      <w:r w:rsidRPr="004966C3">
        <w:rPr>
          <w:b/>
        </w:rPr>
        <w:t>онолико</w:t>
      </w:r>
      <w:r w:rsidRPr="004966C3">
        <w:rPr>
          <w:b/>
          <w:lang w:val="it-IT"/>
        </w:rPr>
        <w:t xml:space="preserve"> </w:t>
      </w:r>
      <w:r w:rsidRPr="004966C3">
        <w:rPr>
          <w:b/>
        </w:rPr>
        <w:t>колико</w:t>
      </w:r>
      <w:r w:rsidRPr="004966C3">
        <w:rPr>
          <w:b/>
          <w:lang w:val="it-IT"/>
        </w:rPr>
        <w:t xml:space="preserve"> </w:t>
      </w:r>
      <w:r w:rsidRPr="004966C3">
        <w:rPr>
          <w:b/>
        </w:rPr>
        <w:t>умеју</w:t>
      </w:r>
      <w:r w:rsidRPr="004966C3">
        <w:rPr>
          <w:b/>
          <w:lang w:val="it-IT"/>
        </w:rPr>
        <w:t xml:space="preserve">. </w:t>
      </w:r>
      <w:r w:rsidRPr="004966C3">
        <w:rPr>
          <w:b/>
        </w:rPr>
        <w:t>Нпр</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Hai voglia di andare al cinema/in città/a casa mia?</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Hai il compito di serbo/tedesco/biologia...? </w:t>
      </w:r>
      <w:r w:rsidRPr="004966C3">
        <w:rPr>
          <w:b/>
        </w:rPr>
        <w:t>као</w:t>
      </w:r>
      <w:r w:rsidRPr="004966C3">
        <w:rPr>
          <w:b/>
          <w:lang w:val="it-IT"/>
        </w:rPr>
        <w:t xml:space="preserve"> </w:t>
      </w:r>
      <w:r w:rsidRPr="004966C3">
        <w:rPr>
          <w:b/>
        </w:rPr>
        <w:t>и</w:t>
      </w:r>
      <w:r w:rsidRPr="004966C3">
        <w:rPr>
          <w:b/>
          <w:lang w:val="it-IT"/>
        </w:rPr>
        <w:t xml:space="preserve"> </w:t>
      </w:r>
      <w:r w:rsidRPr="004966C3">
        <w:rPr>
          <w:b/>
        </w:rPr>
        <w:t>да</w:t>
      </w:r>
      <w:r w:rsidRPr="004966C3">
        <w:rPr>
          <w:b/>
          <w:lang w:val="it-IT"/>
        </w:rPr>
        <w:t xml:space="preserve"> </w:t>
      </w:r>
      <w:r w:rsidRPr="004966C3">
        <w:rPr>
          <w:b/>
        </w:rPr>
        <w:t>одговоре</w:t>
      </w:r>
      <w:r w:rsidRPr="004966C3">
        <w:rPr>
          <w:b/>
          <w:lang w:val="it-IT"/>
        </w:rPr>
        <w:t xml:space="preserve"> </w:t>
      </w:r>
      <w:r w:rsidRPr="004966C3">
        <w:rPr>
          <w:b/>
        </w:rPr>
        <w:t>супротно</w:t>
      </w:r>
      <w:r w:rsidRPr="004966C3">
        <w:rPr>
          <w:b/>
          <w:lang w:val="it-IT"/>
        </w:rPr>
        <w:t xml:space="preserve"> </w:t>
      </w:r>
      <w:r w:rsidRPr="004966C3">
        <w:rPr>
          <w:b/>
        </w:rPr>
        <w:t>од</w:t>
      </w:r>
      <w:r w:rsidRPr="004966C3">
        <w:rPr>
          <w:b/>
          <w:lang w:val="it-IT"/>
        </w:rPr>
        <w:t xml:space="preserve"> </w:t>
      </w:r>
      <w:r w:rsidRPr="004966C3">
        <w:rPr>
          <w:b/>
        </w:rPr>
        <w:t>онога</w:t>
      </w:r>
      <w:r w:rsidRPr="004966C3">
        <w:rPr>
          <w:b/>
          <w:lang w:val="it-IT"/>
        </w:rPr>
        <w:t xml:space="preserve"> </w:t>
      </w:r>
      <w:r w:rsidRPr="004966C3">
        <w:rPr>
          <w:b/>
        </w:rPr>
        <w:t>у</w:t>
      </w:r>
      <w:r w:rsidRPr="004966C3">
        <w:rPr>
          <w:b/>
          <w:lang w:val="it-IT"/>
        </w:rPr>
        <w:t xml:space="preserve"> </w:t>
      </w:r>
      <w:r w:rsidRPr="004966C3">
        <w:rPr>
          <w:b/>
        </w:rPr>
        <w:t>књизи:</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Sì, certo/volentieri!</w:t>
      </w:r>
      <w:r w:rsidRPr="004966C3">
        <w:rPr>
          <w:b/>
          <w:lang w:val="it-IT"/>
        </w:rPr>
        <w:t xml:space="preserve"> </w:t>
      </w:r>
      <w:r w:rsidRPr="004966C3">
        <w:rPr>
          <w:b/>
        </w:rPr>
        <w:t>уместо</w:t>
      </w:r>
      <w:r w:rsidRPr="004966C3">
        <w:rPr>
          <w:b/>
          <w:lang w:val="it-IT"/>
        </w:rPr>
        <w:t xml:space="preserve"> </w:t>
      </w:r>
      <w:r w:rsidRPr="004966C3">
        <w:rPr>
          <w:b/>
          <w:i/>
          <w:lang w:val="it-IT"/>
        </w:rPr>
        <w:t>Oggi no, mi dispiace.</w:t>
      </w:r>
      <w:r w:rsidRPr="004966C3">
        <w:rPr>
          <w:b/>
          <w:lang w:val="it-IT"/>
        </w:rPr>
        <w:t xml:space="preserve"> </w:t>
      </w:r>
      <w:r w:rsidRPr="004966C3">
        <w:rPr>
          <w:b/>
        </w:rPr>
        <w:t>или</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Sì, siamo tutti presenti</w:t>
      </w:r>
      <w:r w:rsidRPr="004966C3">
        <w:rPr>
          <w:b/>
          <w:lang w:val="it-IT"/>
        </w:rPr>
        <w:t xml:space="preserve">. </w:t>
      </w:r>
      <w:r w:rsidRPr="004966C3">
        <w:rPr>
          <w:b/>
        </w:rPr>
        <w:t>уместо</w:t>
      </w:r>
      <w:r w:rsidRPr="004966C3">
        <w:rPr>
          <w:b/>
          <w:lang w:val="it-IT"/>
        </w:rPr>
        <w:t xml:space="preserve"> </w:t>
      </w:r>
      <w:r w:rsidRPr="004966C3">
        <w:rPr>
          <w:b/>
          <w:i/>
          <w:lang w:val="it-IT"/>
        </w:rPr>
        <w:t>No, manca Fabio</w:t>
      </w:r>
      <w:r w:rsidRPr="004966C3">
        <w:rPr>
          <w:b/>
          <w:lang w:val="it-IT"/>
        </w:rPr>
        <w:t>.</w:t>
      </w: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тога</w:t>
      </w:r>
      <w:r w:rsidRPr="004966C3">
        <w:rPr>
          <w:b/>
          <w:lang w:val="it-IT"/>
        </w:rPr>
        <w:t xml:space="preserve">, </w:t>
      </w:r>
      <w:r w:rsidRPr="004966C3">
        <w:rPr>
          <w:b/>
        </w:rPr>
        <w:t>прелазимо</w:t>
      </w:r>
      <w:r w:rsidRPr="004966C3">
        <w:rPr>
          <w:b/>
          <w:lang w:val="it-IT"/>
        </w:rPr>
        <w:t xml:space="preserve"> </w:t>
      </w:r>
      <w:r w:rsidRPr="004966C3">
        <w:rPr>
          <w:b/>
        </w:rPr>
        <w:t>на</w:t>
      </w:r>
      <w:r w:rsidRPr="004966C3">
        <w:rPr>
          <w:b/>
          <w:lang w:val="it-IT"/>
        </w:rPr>
        <w:t xml:space="preserve"> </w:t>
      </w:r>
      <w:r w:rsidRPr="004966C3">
        <w:rPr>
          <w:b/>
        </w:rPr>
        <w:t>мало</w:t>
      </w:r>
      <w:r w:rsidRPr="004966C3">
        <w:rPr>
          <w:b/>
          <w:lang w:val="it-IT"/>
        </w:rPr>
        <w:t xml:space="preserve"> </w:t>
      </w:r>
      <w:r w:rsidRPr="004966C3">
        <w:rPr>
          <w:b/>
        </w:rPr>
        <w:t>тежи</w:t>
      </w:r>
      <w:r w:rsidRPr="004966C3">
        <w:rPr>
          <w:b/>
          <w:lang w:val="it-IT"/>
        </w:rPr>
        <w:t xml:space="preserve"> </w:t>
      </w:r>
      <w:r w:rsidRPr="004966C3">
        <w:rPr>
          <w:b/>
        </w:rPr>
        <w:t>задатак</w:t>
      </w:r>
      <w:r w:rsidRPr="004966C3">
        <w:rPr>
          <w:b/>
          <w:lang w:val="it-IT"/>
        </w:rPr>
        <w:t xml:space="preserve">. </w:t>
      </w:r>
      <w:r w:rsidRPr="004966C3">
        <w:rPr>
          <w:b/>
        </w:rPr>
        <w:t>Заједно</w:t>
      </w:r>
      <w:r w:rsidRPr="004966C3">
        <w:rPr>
          <w:b/>
          <w:lang w:val="it-IT"/>
        </w:rPr>
        <w:t xml:space="preserve"> </w:t>
      </w:r>
      <w:r w:rsidRPr="004966C3">
        <w:rPr>
          <w:b/>
        </w:rPr>
        <w:t>смишљамо</w:t>
      </w:r>
      <w:r w:rsidRPr="004966C3">
        <w:rPr>
          <w:b/>
          <w:lang w:val="it-IT"/>
        </w:rPr>
        <w:t xml:space="preserve"> </w:t>
      </w:r>
      <w:r w:rsidRPr="004966C3">
        <w:rPr>
          <w:b/>
        </w:rPr>
        <w:t>одређене</w:t>
      </w:r>
      <w:r w:rsidRPr="004966C3">
        <w:rPr>
          <w:b/>
          <w:lang w:val="it-IT"/>
        </w:rPr>
        <w:t xml:space="preserve"> „</w:t>
      </w:r>
      <w:r w:rsidRPr="004966C3">
        <w:rPr>
          <w:b/>
        </w:rPr>
        <w:t>школске</w:t>
      </w:r>
      <w:r w:rsidRPr="004966C3">
        <w:rPr>
          <w:b/>
          <w:lang w:val="it-IT"/>
        </w:rPr>
        <w:t xml:space="preserve"> </w:t>
      </w:r>
      <w:r w:rsidRPr="004966C3">
        <w:rPr>
          <w:b/>
        </w:rPr>
        <w:t>ситуације</w:t>
      </w:r>
      <w:r w:rsidRPr="004966C3">
        <w:rPr>
          <w:b/>
          <w:lang w:val="it-IT"/>
        </w:rPr>
        <w:t>“ (</w:t>
      </w:r>
      <w:r w:rsidRPr="004966C3">
        <w:rPr>
          <w:b/>
        </w:rPr>
        <w:t>разговор</w:t>
      </w:r>
      <w:r w:rsidRPr="004966C3">
        <w:rPr>
          <w:b/>
          <w:lang w:val="it-IT"/>
        </w:rPr>
        <w:t xml:space="preserve"> </w:t>
      </w:r>
      <w:r w:rsidRPr="004966C3">
        <w:rPr>
          <w:b/>
        </w:rPr>
        <w:t>пред</w:t>
      </w:r>
      <w:r w:rsidRPr="004966C3">
        <w:rPr>
          <w:b/>
          <w:lang w:val="it-IT"/>
        </w:rPr>
        <w:t xml:space="preserve"> </w:t>
      </w:r>
      <w:r w:rsidRPr="004966C3">
        <w:rPr>
          <w:b/>
        </w:rPr>
        <w:t>тест</w:t>
      </w:r>
      <w:r w:rsidRPr="004966C3">
        <w:rPr>
          <w:b/>
          <w:lang w:val="it-IT"/>
        </w:rPr>
        <w:t xml:space="preserve">, </w:t>
      </w:r>
      <w:r w:rsidRPr="004966C3">
        <w:rPr>
          <w:b/>
        </w:rPr>
        <w:t>на</w:t>
      </w:r>
      <w:r w:rsidRPr="004966C3">
        <w:rPr>
          <w:b/>
          <w:lang w:val="it-IT"/>
        </w:rPr>
        <w:t xml:space="preserve"> </w:t>
      </w:r>
      <w:r w:rsidRPr="004966C3">
        <w:rPr>
          <w:b/>
        </w:rPr>
        <w:t>великом</w:t>
      </w:r>
      <w:r w:rsidRPr="004966C3">
        <w:rPr>
          <w:b/>
          <w:lang w:val="it-IT"/>
        </w:rPr>
        <w:t xml:space="preserve"> </w:t>
      </w:r>
      <w:r w:rsidRPr="004966C3">
        <w:rPr>
          <w:b/>
        </w:rPr>
        <w:t>одмору</w:t>
      </w:r>
      <w:r w:rsidRPr="004966C3">
        <w:rPr>
          <w:b/>
          <w:lang w:val="it-IT"/>
        </w:rPr>
        <w:t xml:space="preserve">; </w:t>
      </w:r>
      <w:r w:rsidRPr="004966C3">
        <w:rPr>
          <w:b/>
        </w:rPr>
        <w:t>разговор</w:t>
      </w:r>
      <w:r w:rsidRPr="004966C3">
        <w:rPr>
          <w:b/>
          <w:lang w:val="it-IT"/>
        </w:rPr>
        <w:t xml:space="preserve"> </w:t>
      </w:r>
      <w:r w:rsidRPr="004966C3">
        <w:rPr>
          <w:b/>
        </w:rPr>
        <w:t>ученика</w:t>
      </w:r>
      <w:r w:rsidRPr="004966C3">
        <w:rPr>
          <w:b/>
          <w:lang w:val="it-IT"/>
        </w:rPr>
        <w:t xml:space="preserve"> </w:t>
      </w:r>
      <w:r w:rsidRPr="004966C3">
        <w:rPr>
          <w:b/>
        </w:rPr>
        <w:t>и</w:t>
      </w:r>
      <w:r w:rsidRPr="004966C3">
        <w:rPr>
          <w:b/>
          <w:lang w:val="it-IT"/>
        </w:rPr>
        <w:t xml:space="preserve"> </w:t>
      </w:r>
      <w:r w:rsidRPr="004966C3">
        <w:rPr>
          <w:b/>
        </w:rPr>
        <w:t>наставника</w:t>
      </w:r>
      <w:r w:rsidRPr="004966C3">
        <w:rPr>
          <w:b/>
          <w:lang w:val="it-IT"/>
        </w:rPr>
        <w:t xml:space="preserve"> </w:t>
      </w:r>
      <w:r w:rsidRPr="004966C3">
        <w:rPr>
          <w:b/>
        </w:rPr>
        <w:t>о</w:t>
      </w:r>
      <w:r w:rsidRPr="004966C3">
        <w:rPr>
          <w:b/>
          <w:lang w:val="it-IT"/>
        </w:rPr>
        <w:t xml:space="preserve"> </w:t>
      </w:r>
      <w:r w:rsidRPr="004966C3">
        <w:rPr>
          <w:b/>
        </w:rPr>
        <w:t>домаћем</w:t>
      </w:r>
      <w:r w:rsidRPr="004966C3">
        <w:rPr>
          <w:b/>
          <w:lang w:val="it-IT"/>
        </w:rPr>
        <w:t xml:space="preserve"> </w:t>
      </w:r>
      <w:r w:rsidRPr="004966C3">
        <w:rPr>
          <w:b/>
        </w:rPr>
        <w:t>задатку,</w:t>
      </w:r>
      <w:r w:rsidRPr="004966C3">
        <w:rPr>
          <w:b/>
          <w:lang w:val="it-IT"/>
        </w:rPr>
        <w:t xml:space="preserve"> </w:t>
      </w:r>
      <w:r w:rsidRPr="004966C3">
        <w:rPr>
          <w:b/>
        </w:rPr>
        <w:t>наставник</w:t>
      </w:r>
      <w:r w:rsidRPr="004966C3">
        <w:rPr>
          <w:b/>
          <w:lang w:val="it-IT"/>
        </w:rPr>
        <w:t xml:space="preserve"> </w:t>
      </w:r>
      <w:r w:rsidRPr="004966C3">
        <w:rPr>
          <w:b/>
        </w:rPr>
        <w:t>умирује</w:t>
      </w:r>
      <w:r w:rsidRPr="004966C3">
        <w:rPr>
          <w:b/>
          <w:lang w:val="it-IT"/>
        </w:rPr>
        <w:t xml:space="preserve"> </w:t>
      </w:r>
      <w:r w:rsidRPr="004966C3">
        <w:rPr>
          <w:b/>
        </w:rPr>
        <w:t>немирног</w:t>
      </w:r>
      <w:r w:rsidRPr="004966C3">
        <w:rPr>
          <w:b/>
          <w:lang w:val="it-IT"/>
        </w:rPr>
        <w:t xml:space="preserve"> </w:t>
      </w:r>
      <w:r w:rsidRPr="004966C3">
        <w:rPr>
          <w:b/>
        </w:rPr>
        <w:t>ученика</w:t>
      </w:r>
      <w:r w:rsidRPr="004966C3">
        <w:rPr>
          <w:b/>
          <w:lang w:val="it-IT"/>
        </w:rPr>
        <w:t xml:space="preserve">...), </w:t>
      </w:r>
      <w:r w:rsidRPr="004966C3">
        <w:rPr>
          <w:b/>
        </w:rPr>
        <w:t>додељујем</w:t>
      </w:r>
      <w:r w:rsidRPr="004966C3">
        <w:rPr>
          <w:b/>
          <w:lang w:val="it-IT"/>
        </w:rPr>
        <w:t xml:space="preserve"> </w:t>
      </w:r>
      <w:r w:rsidRPr="004966C3">
        <w:rPr>
          <w:b/>
        </w:rPr>
        <w:t>им</w:t>
      </w:r>
      <w:r w:rsidRPr="004966C3">
        <w:rPr>
          <w:b/>
          <w:lang w:val="it-IT"/>
        </w:rPr>
        <w:t xml:space="preserve"> </w:t>
      </w:r>
      <w:r w:rsidRPr="004966C3">
        <w:rPr>
          <w:b/>
        </w:rPr>
        <w:t>улоге</w:t>
      </w:r>
      <w:r w:rsidRPr="004966C3">
        <w:rPr>
          <w:b/>
          <w:lang w:val="it-IT"/>
        </w:rPr>
        <w:t xml:space="preserve">, </w:t>
      </w:r>
      <w:r w:rsidRPr="004966C3">
        <w:rPr>
          <w:b/>
        </w:rPr>
        <w:t>а</w:t>
      </w:r>
      <w:r w:rsidRPr="004966C3">
        <w:rPr>
          <w:b/>
          <w:lang w:val="it-IT"/>
        </w:rPr>
        <w:t xml:space="preserve"> </w:t>
      </w:r>
      <w:r w:rsidRPr="004966C3">
        <w:rPr>
          <w:b/>
        </w:rPr>
        <w:t>њихов</w:t>
      </w:r>
      <w:r w:rsidRPr="004966C3">
        <w:rPr>
          <w:b/>
          <w:lang w:val="it-IT"/>
        </w:rPr>
        <w:t xml:space="preserve"> </w:t>
      </w:r>
      <w:r w:rsidRPr="004966C3">
        <w:rPr>
          <w:b/>
        </w:rPr>
        <w:t>задатак</w:t>
      </w:r>
      <w:r w:rsidRPr="004966C3">
        <w:rPr>
          <w:b/>
          <w:lang w:val="it-IT"/>
        </w:rPr>
        <w:t xml:space="preserve"> </w:t>
      </w:r>
      <w:r w:rsidRPr="004966C3">
        <w:rPr>
          <w:b/>
        </w:rPr>
        <w:t>је</w:t>
      </w:r>
      <w:r w:rsidRPr="004966C3">
        <w:rPr>
          <w:b/>
          <w:lang w:val="it-IT"/>
        </w:rPr>
        <w:t xml:space="preserve"> </w:t>
      </w:r>
      <w:r w:rsidRPr="004966C3">
        <w:rPr>
          <w:b/>
        </w:rPr>
        <w:t>да</w:t>
      </w:r>
      <w:r w:rsidRPr="004966C3">
        <w:rPr>
          <w:b/>
          <w:lang w:val="it-IT"/>
        </w:rPr>
        <w:t xml:space="preserve"> </w:t>
      </w:r>
      <w:r w:rsidRPr="004966C3">
        <w:rPr>
          <w:b/>
        </w:rPr>
        <w:t>сами</w:t>
      </w:r>
      <w:r w:rsidRPr="004966C3">
        <w:rPr>
          <w:b/>
          <w:lang w:val="it-IT"/>
        </w:rPr>
        <w:t xml:space="preserve"> </w:t>
      </w:r>
      <w:r w:rsidRPr="004966C3">
        <w:rPr>
          <w:b/>
        </w:rPr>
        <w:t>осмисле</w:t>
      </w:r>
      <w:r w:rsidRPr="004966C3">
        <w:rPr>
          <w:b/>
          <w:lang w:val="it-IT"/>
        </w:rPr>
        <w:t xml:space="preserve"> </w:t>
      </w:r>
      <w:r w:rsidRPr="004966C3">
        <w:rPr>
          <w:b/>
        </w:rPr>
        <w:t>дијалог</w:t>
      </w:r>
      <w:r w:rsidRPr="004966C3">
        <w:rPr>
          <w:b/>
          <w:lang w:val="it-IT"/>
        </w:rPr>
        <w:t xml:space="preserve"> </w:t>
      </w:r>
      <w:r w:rsidRPr="004966C3">
        <w:rPr>
          <w:b/>
        </w:rPr>
        <w:t>за</w:t>
      </w:r>
      <w:r w:rsidRPr="004966C3">
        <w:rPr>
          <w:b/>
          <w:lang w:val="it-IT"/>
        </w:rPr>
        <w:t xml:space="preserve"> </w:t>
      </w:r>
      <w:r w:rsidRPr="004966C3">
        <w:rPr>
          <w:b/>
        </w:rPr>
        <w:t>ту</w:t>
      </w:r>
      <w:r w:rsidRPr="004966C3">
        <w:rPr>
          <w:b/>
          <w:lang w:val="it-IT"/>
        </w:rPr>
        <w:t xml:space="preserve"> </w:t>
      </w:r>
      <w:r w:rsidRPr="004966C3">
        <w:rPr>
          <w:b/>
        </w:rPr>
        <w:t>прилику</w:t>
      </w:r>
      <w:r w:rsidRPr="004966C3">
        <w:rPr>
          <w:b/>
          <w:lang w:val="it-IT"/>
        </w:rPr>
        <w:t xml:space="preserve">. </w:t>
      </w:r>
      <w:r w:rsidRPr="004966C3">
        <w:rPr>
          <w:b/>
        </w:rPr>
        <w:t>Овај</w:t>
      </w:r>
      <w:r w:rsidRPr="004966C3">
        <w:rPr>
          <w:b/>
          <w:lang w:val="it-IT"/>
        </w:rPr>
        <w:t xml:space="preserve"> </w:t>
      </w:r>
      <w:r w:rsidRPr="004966C3">
        <w:rPr>
          <w:b/>
          <w:i/>
          <w:lang w:val="it-IT"/>
        </w:rPr>
        <w:t xml:space="preserve">role-play </w:t>
      </w:r>
      <w:r w:rsidRPr="004966C3">
        <w:rPr>
          <w:b/>
        </w:rPr>
        <w:t>такође</w:t>
      </w:r>
      <w:r w:rsidRPr="004966C3">
        <w:rPr>
          <w:b/>
          <w:lang w:val="it-IT"/>
        </w:rPr>
        <w:t xml:space="preserve"> </w:t>
      </w:r>
      <w:r w:rsidRPr="004966C3">
        <w:rPr>
          <w:b/>
        </w:rPr>
        <w:t>раде</w:t>
      </w:r>
      <w:r w:rsidRPr="004966C3">
        <w:rPr>
          <w:b/>
          <w:lang w:val="it-IT"/>
        </w:rPr>
        <w:t xml:space="preserve"> </w:t>
      </w:r>
      <w:r w:rsidRPr="004966C3">
        <w:rPr>
          <w:b/>
        </w:rPr>
        <w:t>у</w:t>
      </w:r>
      <w:r w:rsidRPr="004966C3">
        <w:rPr>
          <w:b/>
          <w:lang w:val="it-IT"/>
        </w:rPr>
        <w:t xml:space="preserve"> </w:t>
      </w:r>
      <w:r w:rsidRPr="004966C3">
        <w:rPr>
          <w:b/>
        </w:rPr>
        <w:t>пару</w:t>
      </w:r>
      <w:r w:rsidRPr="004966C3">
        <w:rPr>
          <w:b/>
          <w:lang w:val="it-IT"/>
        </w:rPr>
        <w:t xml:space="preserve">, </w:t>
      </w:r>
      <w:r w:rsidRPr="004966C3">
        <w:rPr>
          <w:b/>
        </w:rPr>
        <w:t>трудим</w:t>
      </w:r>
      <w:r w:rsidRPr="004966C3">
        <w:rPr>
          <w:b/>
          <w:lang w:val="it-IT"/>
        </w:rPr>
        <w:t xml:space="preserve"> </w:t>
      </w:r>
      <w:r w:rsidRPr="004966C3">
        <w:rPr>
          <w:b/>
        </w:rPr>
        <w:t>се</w:t>
      </w:r>
      <w:r w:rsidRPr="004966C3">
        <w:rPr>
          <w:b/>
          <w:lang w:val="it-IT"/>
        </w:rPr>
        <w:t xml:space="preserve"> </w:t>
      </w:r>
      <w:r w:rsidRPr="004966C3">
        <w:rPr>
          <w:b/>
        </w:rPr>
        <w:t>да</w:t>
      </w:r>
      <w:r w:rsidRPr="004966C3">
        <w:rPr>
          <w:b/>
          <w:lang w:val="it-IT"/>
        </w:rPr>
        <w:t xml:space="preserve"> </w:t>
      </w:r>
      <w:r w:rsidRPr="004966C3">
        <w:rPr>
          <w:b/>
        </w:rPr>
        <w:t>им</w:t>
      </w:r>
      <w:r w:rsidRPr="004966C3">
        <w:rPr>
          <w:b/>
          <w:lang w:val="it-IT"/>
        </w:rPr>
        <w:t xml:space="preserve"> </w:t>
      </w:r>
      <w:r w:rsidRPr="004966C3">
        <w:rPr>
          <w:b/>
        </w:rPr>
        <w:t>задам</w:t>
      </w:r>
      <w:r w:rsidRPr="004966C3">
        <w:rPr>
          <w:b/>
          <w:lang w:val="it-IT"/>
        </w:rPr>
        <w:t xml:space="preserve"> </w:t>
      </w:r>
      <w:r w:rsidRPr="004966C3">
        <w:rPr>
          <w:b/>
        </w:rPr>
        <w:t>што</w:t>
      </w:r>
      <w:r w:rsidRPr="004966C3">
        <w:rPr>
          <w:b/>
          <w:lang w:val="it-IT"/>
        </w:rPr>
        <w:t xml:space="preserve"> </w:t>
      </w:r>
      <w:r w:rsidRPr="004966C3">
        <w:rPr>
          <w:b/>
        </w:rPr>
        <w:t>више</w:t>
      </w:r>
      <w:r w:rsidRPr="004966C3">
        <w:rPr>
          <w:b/>
          <w:lang w:val="it-IT"/>
        </w:rPr>
        <w:t xml:space="preserve"> </w:t>
      </w:r>
      <w:r w:rsidRPr="004966C3">
        <w:rPr>
          <w:b/>
        </w:rPr>
        <w:t>ситуација</w:t>
      </w:r>
      <w:r w:rsidRPr="004966C3">
        <w:rPr>
          <w:b/>
          <w:lang w:val="it-IT"/>
        </w:rPr>
        <w:t xml:space="preserve"> </w:t>
      </w:r>
      <w:r w:rsidRPr="004966C3">
        <w:rPr>
          <w:b/>
        </w:rPr>
        <w:t>у</w:t>
      </w:r>
      <w:r w:rsidRPr="004966C3">
        <w:rPr>
          <w:b/>
          <w:lang w:val="it-IT"/>
        </w:rPr>
        <w:t xml:space="preserve"> </w:t>
      </w:r>
      <w:r w:rsidRPr="004966C3">
        <w:rPr>
          <w:b/>
        </w:rPr>
        <w:t>којој</w:t>
      </w:r>
      <w:r w:rsidRPr="004966C3">
        <w:rPr>
          <w:b/>
          <w:lang w:val="it-IT"/>
        </w:rPr>
        <w:t xml:space="preserve"> </w:t>
      </w:r>
      <w:r w:rsidRPr="004966C3">
        <w:rPr>
          <w:b/>
        </w:rPr>
        <w:t>је</w:t>
      </w:r>
      <w:r w:rsidRPr="004966C3">
        <w:rPr>
          <w:b/>
          <w:lang w:val="it-IT"/>
        </w:rPr>
        <w:t xml:space="preserve"> </w:t>
      </w:r>
      <w:r w:rsidRPr="004966C3">
        <w:rPr>
          <w:b/>
        </w:rPr>
        <w:t>саговорник</w:t>
      </w:r>
      <w:r w:rsidRPr="004966C3">
        <w:rPr>
          <w:b/>
          <w:lang w:val="it-IT"/>
        </w:rPr>
        <w:t xml:space="preserve"> </w:t>
      </w:r>
      <w:r w:rsidRPr="004966C3">
        <w:rPr>
          <w:b/>
        </w:rPr>
        <w:t>наставник</w:t>
      </w:r>
      <w:r w:rsidRPr="004966C3">
        <w:rPr>
          <w:b/>
          <w:lang w:val="it-IT"/>
        </w:rPr>
        <w:t xml:space="preserve"> </w:t>
      </w:r>
      <w:r w:rsidRPr="004966C3">
        <w:rPr>
          <w:b/>
        </w:rPr>
        <w:t>јер</w:t>
      </w:r>
      <w:r w:rsidRPr="004966C3">
        <w:rPr>
          <w:b/>
          <w:lang w:val="it-IT"/>
        </w:rPr>
        <w:t xml:space="preserve"> </w:t>
      </w:r>
      <w:r w:rsidRPr="004966C3">
        <w:rPr>
          <w:b/>
        </w:rPr>
        <w:t>ту</w:t>
      </w:r>
      <w:r w:rsidRPr="004966C3">
        <w:rPr>
          <w:b/>
          <w:lang w:val="it-IT"/>
        </w:rPr>
        <w:t xml:space="preserve"> </w:t>
      </w:r>
      <w:r w:rsidRPr="004966C3">
        <w:rPr>
          <w:b/>
        </w:rPr>
        <w:t>улогу</w:t>
      </w:r>
      <w:r w:rsidRPr="004966C3">
        <w:rPr>
          <w:b/>
          <w:lang w:val="it-IT"/>
        </w:rPr>
        <w:t xml:space="preserve"> </w:t>
      </w:r>
      <w:r w:rsidRPr="004966C3">
        <w:rPr>
          <w:b/>
        </w:rPr>
        <w:t>највише</w:t>
      </w:r>
      <w:r w:rsidRPr="004966C3">
        <w:rPr>
          <w:b/>
          <w:lang w:val="it-IT"/>
        </w:rPr>
        <w:t xml:space="preserve"> </w:t>
      </w:r>
      <w:r w:rsidRPr="004966C3">
        <w:rPr>
          <w:b/>
        </w:rPr>
        <w:t>воле</w:t>
      </w:r>
      <w:r w:rsidRPr="004966C3">
        <w:rPr>
          <w:b/>
          <w:lang w:val="it-IT"/>
        </w:rPr>
        <w:t xml:space="preserve">. </w:t>
      </w:r>
      <w:r w:rsidRPr="004966C3">
        <w:rPr>
          <w:b/>
        </w:rPr>
        <w:t>На</w:t>
      </w:r>
      <w:r w:rsidRPr="004966C3">
        <w:rPr>
          <w:b/>
          <w:lang w:val="it-IT"/>
        </w:rPr>
        <w:t xml:space="preserve"> </w:t>
      </w:r>
      <w:r w:rsidRPr="004966C3">
        <w:rPr>
          <w:b/>
        </w:rPr>
        <w:t>крају</w:t>
      </w:r>
      <w:r w:rsidRPr="004966C3">
        <w:rPr>
          <w:b/>
          <w:lang w:val="it-IT"/>
        </w:rPr>
        <w:t xml:space="preserve"> </w:t>
      </w:r>
      <w:r w:rsidRPr="004966C3">
        <w:rPr>
          <w:b/>
        </w:rPr>
        <w:t>бирамо</w:t>
      </w:r>
      <w:r w:rsidRPr="004966C3">
        <w:rPr>
          <w:b/>
          <w:lang w:val="it-IT"/>
        </w:rPr>
        <w:t xml:space="preserve"> </w:t>
      </w:r>
      <w:r w:rsidRPr="004966C3">
        <w:rPr>
          <w:b/>
        </w:rPr>
        <w:t>пар</w:t>
      </w:r>
      <w:r w:rsidRPr="004966C3">
        <w:rPr>
          <w:b/>
          <w:lang w:val="it-IT"/>
        </w:rPr>
        <w:t xml:space="preserve"> </w:t>
      </w:r>
      <w:r w:rsidRPr="004966C3">
        <w:rPr>
          <w:b/>
        </w:rPr>
        <w:t>који</w:t>
      </w:r>
      <w:r w:rsidRPr="004966C3">
        <w:rPr>
          <w:b/>
          <w:lang w:val="it-IT"/>
        </w:rPr>
        <w:t xml:space="preserve"> </w:t>
      </w:r>
      <w:r w:rsidRPr="004966C3">
        <w:rPr>
          <w:b/>
        </w:rPr>
        <w:t>је</w:t>
      </w:r>
      <w:r w:rsidRPr="004966C3">
        <w:rPr>
          <w:b/>
          <w:lang w:val="it-IT"/>
        </w:rPr>
        <w:t xml:space="preserve"> </w:t>
      </w:r>
      <w:r w:rsidRPr="004966C3">
        <w:rPr>
          <w:b/>
        </w:rPr>
        <w:t>најбоље</w:t>
      </w:r>
      <w:r w:rsidRPr="004966C3">
        <w:rPr>
          <w:b/>
          <w:lang w:val="it-IT"/>
        </w:rPr>
        <w:t xml:space="preserve"> </w:t>
      </w:r>
      <w:r w:rsidRPr="004966C3">
        <w:rPr>
          <w:b/>
        </w:rPr>
        <w:t>извео</w:t>
      </w:r>
      <w:r w:rsidRPr="004966C3">
        <w:rPr>
          <w:b/>
          <w:lang w:val="it-IT"/>
        </w:rPr>
        <w:t xml:space="preserve"> </w:t>
      </w:r>
      <w:r w:rsidRPr="004966C3">
        <w:rPr>
          <w:b/>
        </w:rPr>
        <w:t>своју</w:t>
      </w:r>
      <w:r w:rsidRPr="004966C3">
        <w:rPr>
          <w:b/>
          <w:lang w:val="it-IT"/>
        </w:rPr>
        <w:t xml:space="preserve"> </w:t>
      </w:r>
      <w:r w:rsidRPr="004966C3">
        <w:rPr>
          <w:b/>
        </w:rPr>
        <w:t>замишљену</w:t>
      </w:r>
      <w:r w:rsidRPr="004966C3">
        <w:rPr>
          <w:b/>
          <w:lang w:val="it-IT"/>
        </w:rPr>
        <w:t xml:space="preserve"> </w:t>
      </w:r>
      <w:r w:rsidRPr="004966C3">
        <w:rPr>
          <w:b/>
        </w:rPr>
        <w:t>ситуацију</w:t>
      </w:r>
      <w:r w:rsidRPr="004966C3">
        <w:rPr>
          <w:b/>
          <w:lang w:val="it-IT"/>
        </w:rPr>
        <w:t>.</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(5 минута)</w:t>
      </w:r>
    </w:p>
    <w:p w:rsidR="00F01BE7" w:rsidRPr="004966C3" w:rsidRDefault="00F01BE7" w:rsidP="002E1D9B">
      <w:pPr>
        <w:shd w:val="clear" w:color="auto" w:fill="FFFFFF"/>
        <w:jc w:val="both"/>
        <w:rPr>
          <w:b/>
          <w:lang w:val="sr-Cyrl-CS"/>
        </w:rPr>
      </w:pPr>
    </w:p>
    <w:p w:rsidR="00F01BE7" w:rsidRPr="004966C3" w:rsidRDefault="00F01BE7" w:rsidP="002E1D9B">
      <w:pPr>
        <w:jc w:val="both"/>
        <w:rPr>
          <w:b/>
          <w:lang w:val="sr-Cyrl-CS"/>
        </w:rPr>
      </w:pPr>
      <w:r w:rsidRPr="004966C3">
        <w:rPr>
          <w:b/>
          <w:lang w:val="sr-Cyrl-CS"/>
        </w:rPr>
        <w:t xml:space="preserve">За крај ученици раде 2. задатак у Радној свесци – постављају питање за понуђени одговор и на тај начин утврђују оно што смо претходно усмено увежбавали. </w:t>
      </w:r>
    </w:p>
    <w:p w:rsidR="00F01BE7" w:rsidRPr="004966C3" w:rsidRDefault="00F01BE7" w:rsidP="002E1D9B">
      <w:pPr>
        <w:jc w:val="both"/>
        <w:rPr>
          <w:b/>
          <w:lang w:val="sr-Cyrl-CS"/>
        </w:rPr>
      </w:pPr>
    </w:p>
    <w:p w:rsidR="00F01BE7" w:rsidRPr="004966C3" w:rsidRDefault="00F01BE7" w:rsidP="002E1D9B">
      <w:pPr>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4</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 xml:space="preserve">Esercizi di ascolto, lettura e produzione scritta </w:t>
      </w:r>
    </w:p>
    <w:p w:rsidR="00F01BE7" w:rsidRPr="004966C3" w:rsidRDefault="00F01BE7" w:rsidP="002E1D9B">
      <w:pPr>
        <w:shd w:val="clear" w:color="auto" w:fill="FFFFFF"/>
        <w:rPr>
          <w:b/>
          <w:i/>
          <w:u w:val="single"/>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lang w:val="it-IT"/>
        </w:rPr>
        <w:t>вежбање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 лудичке активности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 у пару</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CD</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lang w:val="sr-Cyrl-CS"/>
        </w:rPr>
      </w:pPr>
      <w:r w:rsidRPr="004966C3">
        <w:rPr>
          <w:b/>
        </w:rPr>
        <w:t>увежбавање усвојених комуникативних функција кроз вежбе слушања и писања</w:t>
      </w:r>
      <w:r w:rsidRPr="004966C3">
        <w:rPr>
          <w:b/>
          <w:lang w:val="sr-Cyrl-CS"/>
        </w:rPr>
        <w:t xml:space="preserve">, утврђивање правила читања и писања гласовних група са </w:t>
      </w:r>
      <w:r w:rsidRPr="004966C3">
        <w:rPr>
          <w:b/>
          <w:i/>
          <w:lang w:val="sr-Cyrl-CS"/>
        </w:rPr>
        <w:t>C</w:t>
      </w:r>
      <w:r w:rsidRPr="004966C3">
        <w:rPr>
          <w:b/>
          <w:lang w:val="sr-Cyrl-CS"/>
        </w:rPr>
        <w:t xml:space="preserve"> и </w:t>
      </w:r>
      <w:r w:rsidRPr="004966C3">
        <w:rPr>
          <w:b/>
          <w:i/>
          <w:lang w:val="sr-Cyrl-CS"/>
        </w:rPr>
        <w:t>G</w:t>
      </w: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ind w:left="630" w:hanging="630"/>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numPr>
          <w:ilvl w:val="1"/>
          <w:numId w:val="23"/>
        </w:numPr>
        <w:rPr>
          <w:b/>
        </w:rPr>
      </w:pPr>
      <w:r w:rsidRPr="004966C3">
        <w:rPr>
          <w:b/>
        </w:rPr>
        <w:t>разумеју  дијалоге и  разговоре у типичним школским ситуацијама</w:t>
      </w:r>
    </w:p>
    <w:p w:rsidR="00F01BE7" w:rsidRPr="004966C3" w:rsidRDefault="00F01BE7" w:rsidP="002E1D9B">
      <w:pPr>
        <w:numPr>
          <w:ilvl w:val="1"/>
          <w:numId w:val="23"/>
        </w:numPr>
        <w:rPr>
          <w:b/>
        </w:rPr>
      </w:pPr>
      <w:r w:rsidRPr="004966C3">
        <w:rPr>
          <w:b/>
        </w:rPr>
        <w:t>правилно  читају и пишу речи које садрже групе  CA, CO, CU, CI, CE, CIA, CIO, CIU</w:t>
      </w:r>
    </w:p>
    <w:p w:rsidR="00F01BE7" w:rsidRPr="004966C3" w:rsidRDefault="00F01BE7" w:rsidP="002E1D9B">
      <w:pPr>
        <w:pStyle w:val="ListParagraph"/>
        <w:shd w:val="clear" w:color="auto" w:fill="FFFFFF"/>
        <w:ind w:left="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Пушта снимке дијалога и речи, обезбеђује тишину приликом слушања, задаје задатке, прати њихову израду, исправља грешке.</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Слушају, читају и записују речи, слушају дијалоге и одговарају на питања, пишу дијалоге на задату тему.</w:t>
      </w:r>
    </w:p>
    <w:p w:rsidR="00F01BE7" w:rsidRPr="004966C3" w:rsidRDefault="00F01BE7" w:rsidP="002E1D9B">
      <w:pPr>
        <w:shd w:val="clear" w:color="auto" w:fill="FFFFFF"/>
        <w:ind w:left="1485"/>
        <w:jc w:val="both"/>
        <w:rPr>
          <w:b/>
          <w:u w:val="dotted"/>
        </w:rPr>
      </w:pPr>
    </w:p>
    <w:p w:rsidR="00F01BE7" w:rsidRPr="004966C3" w:rsidRDefault="00F01BE7" w:rsidP="002E1D9B">
      <w:pPr>
        <w:shd w:val="clear" w:color="auto" w:fill="FFFFFF"/>
        <w:ind w:left="1485"/>
        <w:jc w:val="both"/>
        <w:rPr>
          <w:b/>
          <w:u w:val="dotted"/>
        </w:rPr>
      </w:pPr>
    </w:p>
    <w:p w:rsidR="00F01BE7" w:rsidRPr="004966C3" w:rsidRDefault="00F01BE7" w:rsidP="002E1D9B">
      <w:pPr>
        <w:shd w:val="clear" w:color="auto" w:fill="FFFFFF"/>
        <w:ind w:left="1485"/>
        <w:jc w:val="both"/>
        <w:rPr>
          <w:b/>
          <w:u w:val="dotted"/>
        </w:rPr>
      </w:pPr>
    </w:p>
    <w:p w:rsidR="00F01BE7" w:rsidRPr="004966C3" w:rsidRDefault="00F01BE7" w:rsidP="002E1D9B">
      <w:pPr>
        <w:shd w:val="clear" w:color="auto" w:fill="FFFFFF"/>
        <w:ind w:left="1485"/>
        <w:jc w:val="both"/>
        <w:rPr>
          <w:b/>
          <w:u w:val="dotted"/>
        </w:rPr>
      </w:pPr>
    </w:p>
    <w:p w:rsidR="00F01BE7" w:rsidRPr="004966C3" w:rsidRDefault="00F01BE7" w:rsidP="002E1D9B">
      <w:pPr>
        <w:shd w:val="clear" w:color="auto" w:fill="FFFFFF"/>
        <w:ind w:left="1485"/>
        <w:jc w:val="both"/>
        <w:rPr>
          <w:b/>
          <w:u w:val="dotted"/>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 xml:space="preserve">У првом делу часа ученици вежбају писање и обнављају усвојене структуре са претходног часа. Задајем им да у пару напишу кратак дијалог попут оних које смо вежбали на претходном часу. Дијалог треба да представља једну типичну ситуацију са часа. Подсећам их да могу употребити речи као што су: </w:t>
      </w:r>
      <w:r w:rsidRPr="004966C3">
        <w:rPr>
          <w:b/>
          <w:i/>
        </w:rPr>
        <w:t>presente</w:t>
      </w:r>
      <w:r w:rsidRPr="004966C3">
        <w:rPr>
          <w:b/>
          <w:i/>
          <w:lang w:val="sr-Cyrl-CS"/>
        </w:rPr>
        <w:t>/</w:t>
      </w:r>
      <w:r w:rsidRPr="004966C3">
        <w:rPr>
          <w:b/>
          <w:i/>
        </w:rPr>
        <w:t>assente</w:t>
      </w:r>
      <w:r w:rsidRPr="004966C3">
        <w:rPr>
          <w:b/>
          <w:i/>
          <w:lang w:val="sr-Cyrl-CS"/>
        </w:rPr>
        <w:t xml:space="preserve">, </w:t>
      </w:r>
      <w:r w:rsidRPr="004966C3">
        <w:rPr>
          <w:b/>
          <w:i/>
        </w:rPr>
        <w:t>in</w:t>
      </w:r>
      <w:r w:rsidRPr="004966C3">
        <w:rPr>
          <w:b/>
          <w:i/>
          <w:lang w:val="sr-Cyrl-CS"/>
        </w:rPr>
        <w:t xml:space="preserve"> </w:t>
      </w:r>
      <w:r w:rsidRPr="004966C3">
        <w:rPr>
          <w:b/>
          <w:i/>
        </w:rPr>
        <w:t>ritardo</w:t>
      </w:r>
      <w:r w:rsidRPr="004966C3">
        <w:rPr>
          <w:b/>
          <w:i/>
          <w:lang w:val="sr-Cyrl-CS"/>
        </w:rPr>
        <w:t xml:space="preserve">, </w:t>
      </w:r>
      <w:r w:rsidRPr="004966C3">
        <w:rPr>
          <w:b/>
          <w:i/>
        </w:rPr>
        <w:t>manca</w:t>
      </w:r>
      <w:r w:rsidRPr="004966C3">
        <w:rPr>
          <w:b/>
          <w:i/>
          <w:lang w:val="sr-Cyrl-CS"/>
        </w:rPr>
        <w:t xml:space="preserve">, </w:t>
      </w:r>
      <w:r w:rsidRPr="004966C3">
        <w:rPr>
          <w:b/>
          <w:i/>
        </w:rPr>
        <w:t>il</w:t>
      </w:r>
      <w:r w:rsidRPr="004966C3">
        <w:rPr>
          <w:b/>
          <w:i/>
          <w:lang w:val="sr-Cyrl-CS"/>
        </w:rPr>
        <w:t xml:space="preserve"> </w:t>
      </w:r>
      <w:r w:rsidRPr="004966C3">
        <w:rPr>
          <w:b/>
          <w:i/>
        </w:rPr>
        <w:t>registro</w:t>
      </w:r>
      <w:r w:rsidRPr="004966C3">
        <w:rPr>
          <w:b/>
          <w:i/>
          <w:lang w:val="sr-Cyrl-CS"/>
        </w:rPr>
        <w:t xml:space="preserve">, </w:t>
      </w:r>
      <w:r w:rsidRPr="004966C3">
        <w:rPr>
          <w:b/>
          <w:i/>
        </w:rPr>
        <w:t>la</w:t>
      </w:r>
      <w:r w:rsidRPr="004966C3">
        <w:rPr>
          <w:b/>
          <w:i/>
          <w:lang w:val="sr-Cyrl-CS"/>
        </w:rPr>
        <w:t xml:space="preserve"> </w:t>
      </w:r>
      <w:r w:rsidRPr="004966C3">
        <w:rPr>
          <w:b/>
          <w:i/>
        </w:rPr>
        <w:t>professoressa</w:t>
      </w:r>
      <w:r w:rsidRPr="004966C3">
        <w:rPr>
          <w:b/>
          <w:i/>
          <w:lang w:val="sr-Cyrl-CS"/>
        </w:rPr>
        <w:t xml:space="preserve">, </w:t>
      </w:r>
      <w:r w:rsidRPr="004966C3">
        <w:rPr>
          <w:b/>
          <w:i/>
        </w:rPr>
        <w:t>il</w:t>
      </w:r>
      <w:r w:rsidRPr="004966C3">
        <w:rPr>
          <w:b/>
          <w:i/>
          <w:lang w:val="sr-Cyrl-CS"/>
        </w:rPr>
        <w:t xml:space="preserve"> </w:t>
      </w:r>
      <w:r w:rsidRPr="004966C3">
        <w:rPr>
          <w:b/>
          <w:i/>
        </w:rPr>
        <w:t>libro</w:t>
      </w:r>
      <w:r w:rsidRPr="004966C3">
        <w:rPr>
          <w:b/>
          <w:i/>
          <w:lang w:val="sr-Cyrl-CS"/>
        </w:rPr>
        <w:t xml:space="preserve">, </w:t>
      </w:r>
      <w:r w:rsidRPr="004966C3">
        <w:rPr>
          <w:b/>
          <w:i/>
        </w:rPr>
        <w:t>il</w:t>
      </w:r>
      <w:r w:rsidRPr="004966C3">
        <w:rPr>
          <w:b/>
          <w:i/>
          <w:lang w:val="sr-Cyrl-CS"/>
        </w:rPr>
        <w:t xml:space="preserve"> </w:t>
      </w:r>
      <w:r w:rsidRPr="004966C3">
        <w:rPr>
          <w:b/>
          <w:i/>
        </w:rPr>
        <w:t>compito</w:t>
      </w:r>
      <w:r w:rsidRPr="004966C3">
        <w:rPr>
          <w:b/>
          <w:i/>
          <w:lang w:val="sr-Cyrl-CS"/>
        </w:rPr>
        <w:t xml:space="preserve">... </w:t>
      </w:r>
      <w:r w:rsidRPr="004966C3">
        <w:rPr>
          <w:b/>
          <w:lang w:val="sr-Cyrl-CS"/>
        </w:rPr>
        <w:t>Имају 7 - 8 минута за ову активност.</w:t>
      </w:r>
    </w:p>
    <w:p w:rsidR="00F01BE7" w:rsidRPr="004966C3" w:rsidRDefault="00F01BE7" w:rsidP="002E1D9B">
      <w:pPr>
        <w:shd w:val="clear" w:color="auto" w:fill="FFFFFF"/>
        <w:jc w:val="both"/>
        <w:rPr>
          <w:b/>
          <w:lang w:val="sr-Cyrl-CS"/>
        </w:rPr>
      </w:pPr>
      <w:r w:rsidRPr="004966C3">
        <w:rPr>
          <w:b/>
          <w:lang w:val="sr-Cyrl-CS"/>
        </w:rPr>
        <w:t>Неколико парова чита своје дијалоге, исправљам грешке.</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(20 минута)</w:t>
      </w:r>
    </w:p>
    <w:p w:rsidR="00F01BE7" w:rsidRPr="004966C3" w:rsidRDefault="00F01BE7" w:rsidP="002E1D9B">
      <w:pPr>
        <w:shd w:val="clear" w:color="auto" w:fill="FFFFFF"/>
        <w:jc w:val="both"/>
        <w:rPr>
          <w:b/>
          <w:i/>
          <w:lang w:val="sr-Cyrl-CS"/>
        </w:rPr>
      </w:pPr>
    </w:p>
    <w:p w:rsidR="00F01BE7" w:rsidRPr="004966C3" w:rsidRDefault="00F01BE7" w:rsidP="002E1D9B">
      <w:pPr>
        <w:shd w:val="clear" w:color="auto" w:fill="FFFFFF"/>
        <w:jc w:val="both"/>
        <w:rPr>
          <w:b/>
          <w:lang w:val="sr-Cyrl-CS"/>
        </w:rPr>
      </w:pPr>
      <w:r w:rsidRPr="004966C3">
        <w:rPr>
          <w:b/>
          <w:lang w:val="sr-Cyrl-CS"/>
        </w:rPr>
        <w:t xml:space="preserve">Након што су неки ученици прочитали своје дијалоге, говорим им да ћемо сада слушати сличне. Пуштам им снимак дијалога и говорим да пажљиво прате: </w:t>
      </w:r>
      <w:r w:rsidRPr="004966C3">
        <w:rPr>
          <w:b/>
          <w:i/>
          <w:lang w:val="sr-Cyrl-CS"/>
        </w:rPr>
        <w:t xml:space="preserve">Silenzio, per favore! </w:t>
      </w:r>
      <w:r w:rsidRPr="004966C3">
        <w:rPr>
          <w:b/>
          <w:i/>
          <w:lang w:val="it-IT"/>
        </w:rPr>
        <w:t>Ascoltate</w:t>
      </w:r>
      <w:r w:rsidRPr="004966C3">
        <w:rPr>
          <w:b/>
          <w:i/>
          <w:lang w:val="sr-Cyrl-CS"/>
        </w:rPr>
        <w:t xml:space="preserve"> </w:t>
      </w:r>
      <w:r w:rsidRPr="004966C3">
        <w:rPr>
          <w:b/>
          <w:i/>
          <w:lang w:val="it-IT"/>
        </w:rPr>
        <w:t>bene</w:t>
      </w:r>
      <w:r w:rsidRPr="004966C3">
        <w:rPr>
          <w:b/>
          <w:i/>
          <w:lang w:val="sr-Cyrl-CS"/>
        </w:rPr>
        <w:t xml:space="preserve"> </w:t>
      </w:r>
      <w:r w:rsidRPr="004966C3">
        <w:rPr>
          <w:b/>
          <w:i/>
          <w:lang w:val="it-IT"/>
        </w:rPr>
        <w:t>i</w:t>
      </w:r>
      <w:r w:rsidRPr="004966C3">
        <w:rPr>
          <w:b/>
          <w:i/>
          <w:lang w:val="sr-Cyrl-CS"/>
        </w:rPr>
        <w:t xml:space="preserve"> </w:t>
      </w:r>
      <w:r w:rsidRPr="004966C3">
        <w:rPr>
          <w:b/>
          <w:i/>
          <w:lang w:val="it-IT"/>
        </w:rPr>
        <w:t>dialoghi</w:t>
      </w:r>
      <w:r w:rsidRPr="004966C3">
        <w:rPr>
          <w:b/>
          <w:i/>
          <w:lang w:val="sr-Cyrl-CS"/>
        </w:rPr>
        <w:t xml:space="preserve">! </w:t>
      </w:r>
      <w:r w:rsidRPr="004966C3">
        <w:rPr>
          <w:b/>
          <w:lang w:val="sr-Cyrl-CS"/>
        </w:rPr>
        <w:t>После тога, говорим им да отворе своје књиге и погледају питања, а потом пуштам снимак поново. Након слушања дајем им времена да одговоре на постављена питања.</w:t>
      </w:r>
    </w:p>
    <w:p w:rsidR="00F01BE7" w:rsidRPr="004966C3" w:rsidRDefault="00F01BE7" w:rsidP="002E1D9B">
      <w:pPr>
        <w:shd w:val="clear" w:color="auto" w:fill="FFFFFF"/>
        <w:jc w:val="both"/>
        <w:rPr>
          <w:b/>
          <w:lang w:val="sr-Cyrl-CS"/>
        </w:rPr>
      </w:pPr>
      <w:r w:rsidRPr="004966C3">
        <w:rPr>
          <w:b/>
          <w:lang w:val="sr-Cyrl-CS"/>
        </w:rPr>
        <w:t>Заједно проверавамо одговоре.</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(15 минута)</w:t>
      </w:r>
    </w:p>
    <w:p w:rsidR="00F01BE7" w:rsidRPr="004966C3" w:rsidRDefault="00F01BE7" w:rsidP="002E1D9B">
      <w:pPr>
        <w:shd w:val="clear" w:color="auto" w:fill="FFFFFF"/>
        <w:jc w:val="both"/>
        <w:rPr>
          <w:b/>
          <w:lang w:val="sr-Cyrl-CS"/>
        </w:rPr>
      </w:pPr>
    </w:p>
    <w:p w:rsidR="00F01BE7" w:rsidRPr="004966C3" w:rsidRDefault="00F01BE7" w:rsidP="002E1D9B">
      <w:pPr>
        <w:jc w:val="both"/>
        <w:rPr>
          <w:b/>
          <w:lang w:val="sr-Cyrl-CS"/>
        </w:rPr>
      </w:pPr>
      <w:r w:rsidRPr="004966C3">
        <w:rPr>
          <w:b/>
          <w:lang w:val="sr-Cyrl-CS"/>
        </w:rPr>
        <w:t xml:space="preserve">У последњем делу часа ученици поново слушају снимак, али ради утврђивања правилног изговора и италијанске ортографије. Пуштам им снимак са речима, они их прате у Уџбенику, након чега их и сами читају – свако по једну реч. </w:t>
      </w:r>
    </w:p>
    <w:p w:rsidR="00F01BE7" w:rsidRPr="004966C3" w:rsidRDefault="00F01BE7" w:rsidP="002E1D9B">
      <w:pPr>
        <w:jc w:val="both"/>
        <w:rPr>
          <w:b/>
          <w:i/>
          <w:lang w:val="sr-Cyrl-CS"/>
        </w:rPr>
      </w:pPr>
      <w:r w:rsidRPr="004966C3">
        <w:rPr>
          <w:b/>
          <w:lang w:val="sr-Cyrl-CS"/>
        </w:rPr>
        <w:t xml:space="preserve">На самом крају часа, ученици играју малу „игру“ у пару. Свакоме дајем по цедуљицу са једном речи. Један ученик треба ту реч правилно да прочита, а други да је запише и упореди то што је написао са речју на папирићу код свог друга. Уколико неко погрешно изговори задату реч, исправљам га. Речи су: </w:t>
      </w:r>
      <w:r w:rsidRPr="004966C3">
        <w:rPr>
          <w:b/>
          <w:i/>
          <w:lang w:val="it-IT"/>
        </w:rPr>
        <w:t>cestino</w:t>
      </w:r>
      <w:r w:rsidRPr="004966C3">
        <w:rPr>
          <w:b/>
          <w:i/>
          <w:lang w:val="sr-Cyrl-CS"/>
        </w:rPr>
        <w:t xml:space="preserve">, </w:t>
      </w:r>
      <w:r w:rsidRPr="004966C3">
        <w:rPr>
          <w:b/>
          <w:i/>
          <w:lang w:val="it-IT"/>
        </w:rPr>
        <w:t>calciatore</w:t>
      </w:r>
      <w:r w:rsidRPr="004966C3">
        <w:rPr>
          <w:b/>
          <w:i/>
          <w:lang w:val="sr-Cyrl-CS"/>
        </w:rPr>
        <w:t xml:space="preserve">, </w:t>
      </w:r>
      <w:r w:rsidRPr="004966C3">
        <w:rPr>
          <w:b/>
          <w:i/>
          <w:lang w:val="it-IT"/>
        </w:rPr>
        <w:t>chiave</w:t>
      </w:r>
      <w:r w:rsidRPr="004966C3">
        <w:rPr>
          <w:b/>
          <w:i/>
          <w:lang w:val="sr-Cyrl-CS"/>
        </w:rPr>
        <w:t xml:space="preserve">, </w:t>
      </w:r>
      <w:r w:rsidRPr="004966C3">
        <w:rPr>
          <w:b/>
          <w:i/>
          <w:lang w:val="it-IT"/>
        </w:rPr>
        <w:t>cuoco</w:t>
      </w:r>
      <w:r w:rsidRPr="004966C3">
        <w:rPr>
          <w:b/>
          <w:i/>
          <w:lang w:val="sr-Cyrl-CS"/>
        </w:rPr>
        <w:t xml:space="preserve">, </w:t>
      </w:r>
      <w:r w:rsidRPr="004966C3">
        <w:rPr>
          <w:b/>
          <w:i/>
          <w:lang w:val="it-IT"/>
        </w:rPr>
        <w:t>cucciolo</w:t>
      </w:r>
      <w:r w:rsidRPr="004966C3">
        <w:rPr>
          <w:b/>
          <w:i/>
          <w:lang w:val="sr-Cyrl-CS"/>
        </w:rPr>
        <w:t xml:space="preserve">, </w:t>
      </w:r>
      <w:r w:rsidRPr="004966C3">
        <w:rPr>
          <w:b/>
          <w:i/>
          <w:lang w:val="it-IT"/>
        </w:rPr>
        <w:t>chiesa</w:t>
      </w:r>
      <w:r w:rsidRPr="004966C3">
        <w:rPr>
          <w:b/>
          <w:i/>
          <w:lang w:val="sr-Cyrl-CS"/>
        </w:rPr>
        <w:t xml:space="preserve">, </w:t>
      </w:r>
      <w:r w:rsidRPr="004966C3">
        <w:rPr>
          <w:b/>
          <w:i/>
          <w:lang w:val="it-IT"/>
        </w:rPr>
        <w:t>gomma</w:t>
      </w:r>
      <w:r w:rsidRPr="004966C3">
        <w:rPr>
          <w:b/>
          <w:i/>
          <w:lang w:val="sr-Cyrl-CS"/>
        </w:rPr>
        <w:t xml:space="preserve">, </w:t>
      </w:r>
      <w:r w:rsidRPr="004966C3">
        <w:rPr>
          <w:b/>
          <w:i/>
          <w:lang w:val="it-IT"/>
        </w:rPr>
        <w:t>pinguino</w:t>
      </w:r>
      <w:r w:rsidRPr="004966C3">
        <w:rPr>
          <w:b/>
          <w:i/>
          <w:lang w:val="sr-Cyrl-CS"/>
        </w:rPr>
        <w:t xml:space="preserve">, </w:t>
      </w:r>
      <w:r w:rsidRPr="004966C3">
        <w:rPr>
          <w:b/>
          <w:i/>
          <w:lang w:val="it-IT"/>
        </w:rPr>
        <w:t>gatto</w:t>
      </w:r>
      <w:r w:rsidRPr="004966C3">
        <w:rPr>
          <w:b/>
          <w:i/>
          <w:lang w:val="sr-Cyrl-CS"/>
        </w:rPr>
        <w:t xml:space="preserve">, </w:t>
      </w:r>
      <w:r w:rsidRPr="004966C3">
        <w:rPr>
          <w:b/>
          <w:i/>
          <w:lang w:val="it-IT"/>
        </w:rPr>
        <w:t>giacca</w:t>
      </w:r>
      <w:r w:rsidRPr="004966C3">
        <w:rPr>
          <w:b/>
          <w:i/>
          <w:lang w:val="sr-Cyrl-CS"/>
        </w:rPr>
        <w:t xml:space="preserve">, </w:t>
      </w:r>
      <w:r w:rsidRPr="004966C3">
        <w:rPr>
          <w:b/>
          <w:i/>
          <w:lang w:val="it-IT"/>
        </w:rPr>
        <w:t>gennaio</w:t>
      </w:r>
      <w:r w:rsidRPr="004966C3">
        <w:rPr>
          <w:b/>
          <w:i/>
          <w:lang w:val="sr-Cyrl-CS"/>
        </w:rPr>
        <w:t>...</w:t>
      </w:r>
    </w:p>
    <w:p w:rsidR="00F01BE7" w:rsidRPr="004966C3" w:rsidRDefault="00F01BE7" w:rsidP="002E1D9B">
      <w:pPr>
        <w:jc w:val="both"/>
        <w:rPr>
          <w:b/>
          <w:i/>
          <w:lang w:val="sr-Cyrl-CS"/>
        </w:rPr>
      </w:pPr>
    </w:p>
    <w:p w:rsidR="00F01BE7" w:rsidRPr="004966C3" w:rsidRDefault="00F01BE7" w:rsidP="002E1D9B">
      <w:pPr>
        <w:jc w:val="both"/>
        <w:rPr>
          <w:b/>
          <w:lang w:val="sr-Cyrl-CS"/>
        </w:rPr>
      </w:pPr>
    </w:p>
    <w:p w:rsidR="00F01BE7" w:rsidRPr="004966C3" w:rsidRDefault="00F01BE7" w:rsidP="002E1D9B">
      <w:pPr>
        <w:shd w:val="clear" w:color="auto" w:fill="FFFFFF"/>
        <w:ind w:left="1485"/>
        <w:jc w:val="both"/>
        <w:rPr>
          <w:b/>
          <w:lang w:val="sr-Cyrl-CS"/>
        </w:rPr>
      </w:pPr>
    </w:p>
    <w:p w:rsidR="00F01BE7" w:rsidRPr="004966C3" w:rsidRDefault="00F01BE7" w:rsidP="002E1D9B">
      <w:pPr>
        <w:jc w:val="both"/>
        <w:rPr>
          <w:b/>
          <w:lang w:val="sr-Cyrl-CS"/>
        </w:rPr>
      </w:pPr>
      <w:r w:rsidRPr="004966C3">
        <w:rPr>
          <w:b/>
          <w:lang w:val="sr-Cyrl-CS"/>
        </w:rPr>
        <w:t xml:space="preserve">За </w:t>
      </w:r>
      <w:r w:rsidRPr="004966C3">
        <w:rPr>
          <w:b/>
          <w:u w:val="single"/>
          <w:lang w:val="sr-Cyrl-CS"/>
        </w:rPr>
        <w:t>домаћи задатак</w:t>
      </w:r>
      <w:r w:rsidRPr="004966C3">
        <w:rPr>
          <w:b/>
          <w:lang w:val="sr-Cyrl-CS"/>
        </w:rPr>
        <w:t xml:space="preserve"> ученици треба да ураде 11. вежбу у Радној свесци – да допуне групе слова које недостају у речима на основу илустрације и 12. вежбу – да прочитају имејл, а потом да напишу сличан по узору на њега.</w:t>
      </w:r>
    </w:p>
    <w:p w:rsidR="00F01BE7" w:rsidRPr="004966C3" w:rsidRDefault="00F01BE7" w:rsidP="002E1D9B">
      <w:pPr>
        <w:jc w:val="both"/>
        <w:rPr>
          <w:b/>
          <w:lang w:val="sr-Cyrl-CS"/>
        </w:rPr>
      </w:pPr>
    </w:p>
    <w:p w:rsidR="00F01BE7" w:rsidRPr="004966C3" w:rsidRDefault="00F01BE7" w:rsidP="002E1D9B">
      <w:pPr>
        <w:jc w:val="both"/>
        <w:rPr>
          <w:b/>
          <w:lang w:val="sr-Cyrl-CS"/>
        </w:rPr>
      </w:pPr>
    </w:p>
    <w:p w:rsidR="00F01BE7" w:rsidRPr="004966C3" w:rsidRDefault="00F01BE7" w:rsidP="002E1D9B">
      <w:pPr>
        <w:jc w:val="both"/>
        <w:rPr>
          <w:b/>
          <w:lang w:val="sr-Cyrl-CS"/>
        </w:rPr>
      </w:pPr>
    </w:p>
    <w:p w:rsidR="00F01BE7" w:rsidRPr="004966C3" w:rsidRDefault="00F01BE7" w:rsidP="002E1D9B">
      <w:pPr>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5</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јединица</w:t>
      </w:r>
      <w:r w:rsidRPr="004966C3">
        <w:rPr>
          <w:b/>
          <w:lang w:val="sr-Cyrl-CS"/>
        </w:rPr>
        <w:t xml:space="preserve">: </w:t>
      </w:r>
      <w:r w:rsidRPr="004966C3">
        <w:rPr>
          <w:b/>
          <w:i/>
          <w:lang w:val="it-IT"/>
        </w:rPr>
        <w:t>Il presente dei verbi essere, avere ed esserci</w:t>
      </w:r>
    </w:p>
    <w:p w:rsidR="00F01BE7" w:rsidRPr="004966C3" w:rsidRDefault="00F01BE7" w:rsidP="002E1D9B">
      <w:pPr>
        <w:pStyle w:val="ListParagraph"/>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обрада/вежбање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Радна свеска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pStyle w:val="ListParagraph"/>
        <w:rPr>
          <w:b/>
        </w:rPr>
      </w:pPr>
    </w:p>
    <w:p w:rsidR="00F01BE7" w:rsidRPr="004966C3" w:rsidRDefault="00F01BE7" w:rsidP="002E1D9B">
      <w:pPr>
        <w:numPr>
          <w:ilvl w:val="0"/>
          <w:numId w:val="9"/>
        </w:numPr>
        <w:shd w:val="clear" w:color="auto" w:fill="FFFFFF"/>
        <w:rPr>
          <w:b/>
        </w:rPr>
      </w:pPr>
      <w:r w:rsidRPr="004966C3">
        <w:rPr>
          <w:b/>
          <w:u w:val="single"/>
        </w:rPr>
        <w:t>Корелација</w:t>
      </w:r>
      <w:r w:rsidRPr="004966C3">
        <w:rPr>
          <w:b/>
        </w:rPr>
        <w:t>: матерњи и енглески језик</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усвајање облика индикатива презента глагола </w:t>
      </w:r>
      <w:r w:rsidRPr="004966C3">
        <w:rPr>
          <w:b/>
          <w:i/>
        </w:rPr>
        <w:t xml:space="preserve">essere, avere </w:t>
      </w:r>
      <w:r w:rsidRPr="004966C3">
        <w:rPr>
          <w:b/>
        </w:rPr>
        <w:t xml:space="preserve">и </w:t>
      </w:r>
      <w:r w:rsidRPr="004966C3">
        <w:rPr>
          <w:b/>
          <w:i/>
        </w:rPr>
        <w:t>esserci</w:t>
      </w: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ind w:left="720" w:hanging="720"/>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numPr>
          <w:ilvl w:val="0"/>
          <w:numId w:val="11"/>
        </w:numPr>
        <w:shd w:val="clear" w:color="auto" w:fill="FFFFFF"/>
        <w:rPr>
          <w:b/>
          <w:u w:val="dotted"/>
          <w:lang w:val="sr-Cyrl-CS"/>
        </w:rPr>
      </w:pPr>
      <w:r w:rsidRPr="004966C3">
        <w:rPr>
          <w:b/>
          <w:lang w:val="sr-Cyrl-CS"/>
        </w:rPr>
        <w:t xml:space="preserve">користе глалголска лица глагола  </w:t>
      </w:r>
      <w:r w:rsidRPr="004966C3">
        <w:rPr>
          <w:b/>
          <w:i/>
        </w:rPr>
        <w:t xml:space="preserve">essere, avere </w:t>
      </w:r>
      <w:r w:rsidRPr="004966C3">
        <w:rPr>
          <w:b/>
        </w:rPr>
        <w:t xml:space="preserve">и </w:t>
      </w:r>
      <w:r w:rsidRPr="004966C3">
        <w:rPr>
          <w:b/>
          <w:i/>
        </w:rPr>
        <w:t>esserci</w:t>
      </w:r>
    </w:p>
    <w:p w:rsidR="00F01BE7" w:rsidRPr="004966C3" w:rsidRDefault="00F01BE7" w:rsidP="002E1D9B">
      <w:pPr>
        <w:pStyle w:val="ListParagraph"/>
        <w:shd w:val="clear" w:color="auto" w:fill="FFFFFF"/>
        <w:ind w:left="180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Координира радом на часу, проверава домаћи задатак, задаје вежбе, прати њихову израду и исправља грешке.</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Раде вежбе које наставник зада, труде се да запамте облике глагола за сва лица кроз вежбе које раде и дијалоге које воде.</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 xml:space="preserve">На почетку часа, као и обично, проверавамо домаћи задатак. Посебну пажњу посвећујем 12. вежби у оквиру које је требало да ученици напишу кратак имејл. Тражим да прочитају сви који су написали и притом исправљам грешке, али их и похваљујем за уложени труд. Ученици који нису урадили домаћи задатак добијају минус. </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 xml:space="preserve">Читамо примере из Уџбеника и од ученика тражим да ми дају сличне по узору на оне које смо прочитали. Дајем им и пример: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Sul banco di Teodora c’è un libro.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Sul banco di Stefan ci sono due quaderni. </w:t>
      </w:r>
    </w:p>
    <w:p w:rsidR="00F01BE7" w:rsidRPr="004966C3" w:rsidRDefault="00F01BE7" w:rsidP="002E1D9B">
      <w:pPr>
        <w:shd w:val="clear" w:color="auto" w:fill="FFFFFF"/>
        <w:jc w:val="both"/>
        <w:rPr>
          <w:b/>
          <w:lang w:val="it-IT"/>
        </w:rPr>
      </w:pPr>
      <w:r w:rsidRPr="004966C3">
        <w:rPr>
          <w:b/>
        </w:rPr>
        <w:t>Питам</w:t>
      </w:r>
      <w:r w:rsidRPr="004966C3">
        <w:rPr>
          <w:b/>
          <w:lang w:val="it-IT"/>
        </w:rPr>
        <w:t xml:space="preserve"> </w:t>
      </w:r>
      <w:r w:rsidRPr="004966C3">
        <w:rPr>
          <w:b/>
        </w:rPr>
        <w:t>их</w:t>
      </w:r>
      <w:r w:rsidRPr="004966C3">
        <w:rPr>
          <w:b/>
          <w:lang w:val="it-IT"/>
        </w:rPr>
        <w:t xml:space="preserve"> </w:t>
      </w:r>
      <w:r w:rsidRPr="004966C3">
        <w:rPr>
          <w:b/>
        </w:rPr>
        <w:t>на</w:t>
      </w:r>
      <w:r w:rsidRPr="004966C3">
        <w:rPr>
          <w:b/>
          <w:lang w:val="it-IT"/>
        </w:rPr>
        <w:t xml:space="preserve"> </w:t>
      </w:r>
      <w:r w:rsidRPr="004966C3">
        <w:rPr>
          <w:b/>
        </w:rPr>
        <w:t>шта</w:t>
      </w:r>
      <w:r w:rsidRPr="004966C3">
        <w:rPr>
          <w:b/>
          <w:lang w:val="it-IT"/>
        </w:rPr>
        <w:t xml:space="preserve"> </w:t>
      </w:r>
      <w:r w:rsidRPr="004966C3">
        <w:rPr>
          <w:b/>
        </w:rPr>
        <w:t>их</w:t>
      </w:r>
      <w:r w:rsidRPr="004966C3">
        <w:rPr>
          <w:b/>
          <w:lang w:val="it-IT"/>
        </w:rPr>
        <w:t xml:space="preserve"> </w:t>
      </w:r>
      <w:r w:rsidRPr="004966C3">
        <w:rPr>
          <w:b/>
        </w:rPr>
        <w:t>из</w:t>
      </w:r>
      <w:r w:rsidRPr="004966C3">
        <w:rPr>
          <w:b/>
          <w:lang w:val="it-IT"/>
        </w:rPr>
        <w:t xml:space="preserve"> </w:t>
      </w:r>
      <w:r w:rsidRPr="004966C3">
        <w:rPr>
          <w:b/>
        </w:rPr>
        <w:t>енглеског</w:t>
      </w:r>
      <w:r w:rsidRPr="004966C3">
        <w:rPr>
          <w:b/>
          <w:lang w:val="it-IT"/>
        </w:rPr>
        <w:t xml:space="preserve"> </w:t>
      </w:r>
      <w:r w:rsidRPr="004966C3">
        <w:rPr>
          <w:b/>
        </w:rPr>
        <w:t>језика</w:t>
      </w:r>
      <w:r w:rsidRPr="004966C3">
        <w:rPr>
          <w:b/>
          <w:lang w:val="it-IT"/>
        </w:rPr>
        <w:t xml:space="preserve"> </w:t>
      </w:r>
      <w:r w:rsidRPr="004966C3">
        <w:rPr>
          <w:b/>
        </w:rPr>
        <w:t>подсећа</w:t>
      </w:r>
      <w:r w:rsidRPr="004966C3">
        <w:rPr>
          <w:b/>
          <w:lang w:val="it-IT"/>
        </w:rPr>
        <w:t xml:space="preserve"> </w:t>
      </w:r>
      <w:r w:rsidRPr="004966C3">
        <w:rPr>
          <w:b/>
        </w:rPr>
        <w:t>ово</w:t>
      </w:r>
      <w:r w:rsidRPr="004966C3">
        <w:rPr>
          <w:b/>
          <w:lang w:val="it-IT"/>
        </w:rPr>
        <w:t xml:space="preserve"> – </w:t>
      </w:r>
      <w:r w:rsidRPr="004966C3">
        <w:rPr>
          <w:b/>
        </w:rPr>
        <w:t>на</w:t>
      </w:r>
      <w:r w:rsidRPr="004966C3">
        <w:rPr>
          <w:b/>
          <w:lang w:val="it-IT"/>
        </w:rPr>
        <w:t xml:space="preserve"> </w:t>
      </w:r>
      <w:r w:rsidRPr="004966C3">
        <w:rPr>
          <w:b/>
          <w:i/>
          <w:lang w:val="it-IT"/>
        </w:rPr>
        <w:t>there is/there are</w:t>
      </w:r>
      <w:r w:rsidRPr="004966C3">
        <w:rPr>
          <w:b/>
          <w:lang w:val="it-IT"/>
        </w:rPr>
        <w:t xml:space="preserve">, </w:t>
      </w:r>
      <w:r w:rsidRPr="004966C3">
        <w:rPr>
          <w:b/>
        </w:rPr>
        <w:t>што</w:t>
      </w:r>
      <w:r w:rsidRPr="004966C3">
        <w:rPr>
          <w:b/>
          <w:lang w:val="it-IT"/>
        </w:rPr>
        <w:t xml:space="preserve"> </w:t>
      </w:r>
      <w:r w:rsidRPr="004966C3">
        <w:rPr>
          <w:b/>
        </w:rPr>
        <w:t>им</w:t>
      </w:r>
      <w:r w:rsidRPr="004966C3">
        <w:rPr>
          <w:b/>
          <w:lang w:val="it-IT"/>
        </w:rPr>
        <w:t xml:space="preserve"> </w:t>
      </w:r>
      <w:r w:rsidRPr="004966C3">
        <w:rPr>
          <w:b/>
        </w:rPr>
        <w:t>је</w:t>
      </w:r>
      <w:r w:rsidRPr="004966C3">
        <w:rPr>
          <w:b/>
          <w:lang w:val="it-IT"/>
        </w:rPr>
        <w:t xml:space="preserve"> </w:t>
      </w:r>
      <w:r w:rsidRPr="004966C3">
        <w:rPr>
          <w:b/>
        </w:rPr>
        <w:t>веома</w:t>
      </w:r>
      <w:r w:rsidRPr="004966C3">
        <w:rPr>
          <w:b/>
          <w:lang w:val="it-IT"/>
        </w:rPr>
        <w:t xml:space="preserve"> </w:t>
      </w:r>
      <w:r w:rsidRPr="004966C3">
        <w:rPr>
          <w:b/>
        </w:rPr>
        <w:t>добро</w:t>
      </w:r>
      <w:r w:rsidRPr="004966C3">
        <w:rPr>
          <w:b/>
          <w:lang w:val="it-IT"/>
        </w:rPr>
        <w:t xml:space="preserve"> </w:t>
      </w:r>
      <w:r w:rsidRPr="004966C3">
        <w:rPr>
          <w:b/>
        </w:rPr>
        <w:t>познато</w:t>
      </w:r>
      <w:r w:rsidRPr="004966C3">
        <w:rPr>
          <w:b/>
          <w:lang w:val="it-IT"/>
        </w:rPr>
        <w:t xml:space="preserve">. </w:t>
      </w:r>
    </w:p>
    <w:p w:rsidR="00F01BE7" w:rsidRPr="004966C3" w:rsidRDefault="00F01BE7" w:rsidP="002E1D9B">
      <w:pPr>
        <w:shd w:val="clear" w:color="auto" w:fill="FFFFFF"/>
        <w:jc w:val="both"/>
        <w:rPr>
          <w:b/>
          <w:lang w:val="it-IT"/>
        </w:rPr>
      </w:pPr>
      <w:r w:rsidRPr="004966C3">
        <w:rPr>
          <w:b/>
        </w:rPr>
        <w:t>Задајем</w:t>
      </w:r>
      <w:r w:rsidRPr="004966C3">
        <w:rPr>
          <w:b/>
          <w:lang w:val="it-IT"/>
        </w:rPr>
        <w:t xml:space="preserve"> </w:t>
      </w:r>
      <w:r w:rsidRPr="004966C3">
        <w:rPr>
          <w:b/>
        </w:rPr>
        <w:t>им</w:t>
      </w:r>
      <w:r w:rsidRPr="004966C3">
        <w:rPr>
          <w:b/>
          <w:lang w:val="it-IT"/>
        </w:rPr>
        <w:t xml:space="preserve"> </w:t>
      </w:r>
      <w:r w:rsidRPr="004966C3">
        <w:rPr>
          <w:b/>
        </w:rPr>
        <w:t>да</w:t>
      </w:r>
      <w:r w:rsidRPr="004966C3">
        <w:rPr>
          <w:b/>
          <w:lang w:val="it-IT"/>
        </w:rPr>
        <w:t xml:space="preserve"> </w:t>
      </w:r>
      <w:r w:rsidRPr="004966C3">
        <w:rPr>
          <w:b/>
        </w:rPr>
        <w:t>ураде</w:t>
      </w:r>
      <w:r w:rsidRPr="004966C3">
        <w:rPr>
          <w:b/>
          <w:lang w:val="it-IT"/>
        </w:rPr>
        <w:t xml:space="preserve"> </w:t>
      </w:r>
      <w:r w:rsidRPr="004966C3">
        <w:rPr>
          <w:b/>
        </w:rPr>
        <w:t>најпре</w:t>
      </w:r>
      <w:r w:rsidRPr="004966C3">
        <w:rPr>
          <w:b/>
          <w:lang w:val="it-IT"/>
        </w:rPr>
        <w:t xml:space="preserve"> </w:t>
      </w:r>
      <w:r w:rsidRPr="004966C3">
        <w:rPr>
          <w:b/>
        </w:rPr>
        <w:t>једну</w:t>
      </w:r>
      <w:r w:rsidRPr="004966C3">
        <w:rPr>
          <w:b/>
          <w:lang w:val="it-IT"/>
        </w:rPr>
        <w:t xml:space="preserve">, </w:t>
      </w:r>
      <w:r w:rsidRPr="004966C3">
        <w:rPr>
          <w:b/>
        </w:rPr>
        <w:t>а</w:t>
      </w:r>
      <w:r w:rsidRPr="004966C3">
        <w:rPr>
          <w:b/>
          <w:lang w:val="it-IT"/>
        </w:rPr>
        <w:t xml:space="preserve"> </w:t>
      </w:r>
      <w:r w:rsidRPr="004966C3">
        <w:rPr>
          <w:b/>
        </w:rPr>
        <w:t>потом</w:t>
      </w:r>
      <w:r w:rsidRPr="004966C3">
        <w:rPr>
          <w:b/>
          <w:lang w:val="it-IT"/>
        </w:rPr>
        <w:t xml:space="preserve"> </w:t>
      </w:r>
      <w:r w:rsidRPr="004966C3">
        <w:rPr>
          <w:b/>
        </w:rPr>
        <w:t>и</w:t>
      </w:r>
      <w:r w:rsidRPr="004966C3">
        <w:rPr>
          <w:b/>
          <w:lang w:val="it-IT"/>
        </w:rPr>
        <w:t xml:space="preserve"> </w:t>
      </w:r>
      <w:r w:rsidRPr="004966C3">
        <w:rPr>
          <w:b/>
        </w:rPr>
        <w:t>другу</w:t>
      </w:r>
      <w:r w:rsidRPr="004966C3">
        <w:rPr>
          <w:b/>
          <w:lang w:val="it-IT"/>
        </w:rPr>
        <w:t xml:space="preserve"> </w:t>
      </w:r>
      <w:r w:rsidRPr="004966C3">
        <w:rPr>
          <w:b/>
        </w:rPr>
        <w:t>вежбу</w:t>
      </w:r>
      <w:r w:rsidRPr="004966C3">
        <w:rPr>
          <w:b/>
          <w:lang w:val="it-IT"/>
        </w:rPr>
        <w:t xml:space="preserve"> </w:t>
      </w:r>
      <w:r w:rsidRPr="004966C3">
        <w:rPr>
          <w:b/>
        </w:rPr>
        <w:t>допуњавања</w:t>
      </w:r>
      <w:r w:rsidRPr="004966C3">
        <w:rPr>
          <w:b/>
          <w:lang w:val="it-IT"/>
        </w:rPr>
        <w:t xml:space="preserve"> </w:t>
      </w:r>
      <w:r w:rsidRPr="004966C3">
        <w:rPr>
          <w:b/>
        </w:rPr>
        <w:t>у</w:t>
      </w:r>
      <w:r w:rsidRPr="004966C3">
        <w:rPr>
          <w:b/>
          <w:lang w:val="it-IT"/>
        </w:rPr>
        <w:t xml:space="preserve"> </w:t>
      </w:r>
      <w:r w:rsidRPr="004966C3">
        <w:rPr>
          <w:b/>
        </w:rPr>
        <w:t>Уџбенику</w:t>
      </w:r>
      <w:r w:rsidRPr="004966C3">
        <w:rPr>
          <w:b/>
          <w:lang w:val="it-IT"/>
        </w:rPr>
        <w:t xml:space="preserve">. </w:t>
      </w:r>
    </w:p>
    <w:p w:rsidR="00F01BE7" w:rsidRPr="004966C3" w:rsidRDefault="00F01BE7" w:rsidP="002E1D9B">
      <w:pPr>
        <w:shd w:val="clear" w:color="auto" w:fill="FFFFFF"/>
        <w:rPr>
          <w:b/>
          <w:lang w:val="it-IT"/>
        </w:rPr>
      </w:pPr>
      <w:r w:rsidRPr="004966C3">
        <w:rPr>
          <w:b/>
        </w:rPr>
        <w:t>Проверавамо</w:t>
      </w:r>
      <w:r w:rsidRPr="004966C3">
        <w:rPr>
          <w:b/>
          <w:lang w:val="it-IT"/>
        </w:rPr>
        <w:t xml:space="preserve"> </w:t>
      </w:r>
      <w:r w:rsidRPr="004966C3">
        <w:rPr>
          <w:b/>
        </w:rPr>
        <w:t>одговоре</w:t>
      </w:r>
      <w:r w:rsidRPr="004966C3">
        <w:rPr>
          <w:b/>
          <w:lang w:val="it-IT"/>
        </w:rPr>
        <w:t xml:space="preserve"> </w:t>
      </w:r>
      <w:r w:rsidRPr="004966C3">
        <w:rPr>
          <w:b/>
        </w:rPr>
        <w:t>и</w:t>
      </w:r>
      <w:r w:rsidRPr="004966C3">
        <w:rPr>
          <w:b/>
          <w:lang w:val="it-IT"/>
        </w:rPr>
        <w:t xml:space="preserve"> </w:t>
      </w:r>
      <w:r w:rsidRPr="004966C3">
        <w:rPr>
          <w:b/>
        </w:rPr>
        <w:t>за</w:t>
      </w:r>
      <w:r w:rsidRPr="004966C3">
        <w:rPr>
          <w:b/>
          <w:lang w:val="it-IT"/>
        </w:rPr>
        <w:t xml:space="preserve"> </w:t>
      </w:r>
      <w:r w:rsidRPr="004966C3">
        <w:rPr>
          <w:b/>
        </w:rPr>
        <w:t>сваки</w:t>
      </w:r>
      <w:r w:rsidRPr="004966C3">
        <w:rPr>
          <w:b/>
          <w:lang w:val="it-IT"/>
        </w:rPr>
        <w:t xml:space="preserve"> </w:t>
      </w:r>
      <w:r w:rsidRPr="004966C3">
        <w:rPr>
          <w:b/>
        </w:rPr>
        <w:t>пример</w:t>
      </w:r>
      <w:r w:rsidRPr="004966C3">
        <w:rPr>
          <w:b/>
          <w:lang w:val="it-IT"/>
        </w:rPr>
        <w:t xml:space="preserve"> </w:t>
      </w:r>
      <w:r w:rsidRPr="004966C3">
        <w:rPr>
          <w:b/>
        </w:rPr>
        <w:t>постављам</w:t>
      </w:r>
      <w:r w:rsidRPr="004966C3">
        <w:rPr>
          <w:b/>
          <w:lang w:val="it-IT"/>
        </w:rPr>
        <w:t xml:space="preserve"> </w:t>
      </w:r>
      <w:r w:rsidRPr="004966C3">
        <w:rPr>
          <w:b/>
        </w:rPr>
        <w:t>додатно</w:t>
      </w:r>
      <w:r w:rsidRPr="004966C3">
        <w:rPr>
          <w:b/>
          <w:lang w:val="it-IT"/>
        </w:rPr>
        <w:t xml:space="preserve"> </w:t>
      </w:r>
      <w:r w:rsidRPr="004966C3">
        <w:rPr>
          <w:b/>
        </w:rPr>
        <w:t>питање</w:t>
      </w:r>
      <w:r w:rsidRPr="004966C3">
        <w:rPr>
          <w:b/>
          <w:lang w:val="it-IT"/>
        </w:rPr>
        <w:t xml:space="preserve">, </w:t>
      </w:r>
      <w:r w:rsidRPr="004966C3">
        <w:rPr>
          <w:b/>
        </w:rPr>
        <w:t>нпр</w:t>
      </w:r>
      <w:r w:rsidRPr="004966C3">
        <w:rPr>
          <w:b/>
          <w:lang w:val="it-IT"/>
        </w:rPr>
        <w:t xml:space="preserve">. </w:t>
      </w:r>
    </w:p>
    <w:p w:rsidR="00F01BE7" w:rsidRPr="004966C3" w:rsidRDefault="00F01BE7" w:rsidP="002E1D9B">
      <w:pPr>
        <w:pStyle w:val="ListParagraph"/>
        <w:numPr>
          <w:ilvl w:val="0"/>
          <w:numId w:val="16"/>
        </w:numPr>
        <w:shd w:val="clear" w:color="auto" w:fill="FFFFFF"/>
        <w:rPr>
          <w:b/>
          <w:u w:val="dotted"/>
          <w:lang w:val="it-IT"/>
        </w:rPr>
      </w:pPr>
      <w:r w:rsidRPr="004966C3">
        <w:rPr>
          <w:b/>
          <w:i/>
          <w:lang w:val="it-IT"/>
        </w:rPr>
        <w:t>Nell’aula 12 ci sono due lavagne, ma quante lavagne ci sono nella nostra aula?</w:t>
      </w:r>
    </w:p>
    <w:p w:rsidR="00F01BE7" w:rsidRPr="004966C3" w:rsidRDefault="00F01BE7" w:rsidP="002E1D9B">
      <w:pPr>
        <w:pStyle w:val="ListParagraph"/>
        <w:numPr>
          <w:ilvl w:val="0"/>
          <w:numId w:val="16"/>
        </w:numPr>
        <w:shd w:val="clear" w:color="auto" w:fill="FFFFFF"/>
        <w:rPr>
          <w:b/>
          <w:u w:val="dotted"/>
          <w:lang w:val="it-IT"/>
        </w:rPr>
      </w:pPr>
      <w:r w:rsidRPr="004966C3">
        <w:rPr>
          <w:b/>
          <w:i/>
          <w:lang w:val="it-IT"/>
        </w:rPr>
        <w:t xml:space="preserve"> (C’è una lavagna.)</w:t>
      </w:r>
    </w:p>
    <w:p w:rsidR="00F01BE7" w:rsidRPr="004966C3" w:rsidRDefault="00F01BE7" w:rsidP="002E1D9B">
      <w:pPr>
        <w:pStyle w:val="ListParagraph"/>
        <w:numPr>
          <w:ilvl w:val="0"/>
          <w:numId w:val="16"/>
        </w:numPr>
        <w:shd w:val="clear" w:color="auto" w:fill="FFFFFF"/>
        <w:rPr>
          <w:b/>
          <w:u w:val="dotted"/>
          <w:lang w:val="it-IT"/>
        </w:rPr>
      </w:pPr>
      <w:r w:rsidRPr="004966C3">
        <w:rPr>
          <w:b/>
          <w:i/>
          <w:lang w:val="it-IT"/>
        </w:rPr>
        <w:t xml:space="preserve"> Se io dico “Tu sei simpatica”, come lo dici tu a me? </w:t>
      </w:r>
    </w:p>
    <w:p w:rsidR="00F01BE7" w:rsidRPr="004966C3" w:rsidRDefault="00F01BE7" w:rsidP="002E1D9B">
      <w:pPr>
        <w:pStyle w:val="ListParagraph"/>
        <w:numPr>
          <w:ilvl w:val="0"/>
          <w:numId w:val="16"/>
        </w:numPr>
        <w:shd w:val="clear" w:color="auto" w:fill="FFFFFF"/>
        <w:rPr>
          <w:b/>
          <w:u w:val="dotted"/>
          <w:lang w:val="it-IT"/>
        </w:rPr>
      </w:pPr>
      <w:r w:rsidRPr="004966C3">
        <w:rPr>
          <w:b/>
          <w:i/>
          <w:lang w:val="it-IT"/>
        </w:rPr>
        <w:t xml:space="preserve">(Lei è simpatica.) </w:t>
      </w:r>
    </w:p>
    <w:p w:rsidR="00F01BE7" w:rsidRPr="004966C3" w:rsidRDefault="00F01BE7" w:rsidP="002E1D9B">
      <w:pPr>
        <w:pStyle w:val="ListParagraph"/>
        <w:numPr>
          <w:ilvl w:val="0"/>
          <w:numId w:val="16"/>
        </w:numPr>
        <w:shd w:val="clear" w:color="auto" w:fill="FFFFFF"/>
        <w:rPr>
          <w:b/>
          <w:u w:val="dotted"/>
          <w:lang w:val="it-IT"/>
        </w:rPr>
      </w:pPr>
      <w:r w:rsidRPr="004966C3">
        <w:rPr>
          <w:b/>
          <w:i/>
          <w:lang w:val="it-IT"/>
        </w:rPr>
        <w:t xml:space="preserve">Io ho venticinque anni e Marko ha dodici anni. Quanti anni abbiamo insieme? </w:t>
      </w:r>
    </w:p>
    <w:p w:rsidR="00F01BE7" w:rsidRPr="004966C3" w:rsidRDefault="00F01BE7" w:rsidP="002E1D9B">
      <w:pPr>
        <w:pStyle w:val="ListParagraph"/>
        <w:numPr>
          <w:ilvl w:val="0"/>
          <w:numId w:val="16"/>
        </w:numPr>
        <w:shd w:val="clear" w:color="auto" w:fill="FFFFFF"/>
        <w:rPr>
          <w:b/>
          <w:u w:val="dotted"/>
          <w:lang w:val="it-IT"/>
        </w:rPr>
      </w:pPr>
      <w:r w:rsidRPr="004966C3">
        <w:rPr>
          <w:b/>
          <w:i/>
          <w:lang w:val="it-IT"/>
        </w:rPr>
        <w:t>(Avete trentasette anni.)</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(10 минута)</w:t>
      </w:r>
    </w:p>
    <w:p w:rsidR="00F01BE7" w:rsidRPr="004966C3" w:rsidRDefault="00F01BE7" w:rsidP="002E1D9B">
      <w:pPr>
        <w:shd w:val="clear" w:color="auto" w:fill="FFFFFF"/>
        <w:jc w:val="both"/>
        <w:rPr>
          <w:b/>
          <w:lang w:val="sr-Cyrl-CS"/>
        </w:rPr>
      </w:pPr>
    </w:p>
    <w:p w:rsidR="00F01BE7" w:rsidRPr="004966C3" w:rsidRDefault="00F01BE7" w:rsidP="002E1D9B">
      <w:pPr>
        <w:jc w:val="both"/>
        <w:rPr>
          <w:b/>
          <w:lang w:val="sr-Cyrl-CS"/>
        </w:rPr>
      </w:pPr>
    </w:p>
    <w:p w:rsidR="00F01BE7" w:rsidRPr="004966C3" w:rsidRDefault="00F01BE7" w:rsidP="002E1D9B">
      <w:pPr>
        <w:jc w:val="both"/>
        <w:rPr>
          <w:b/>
          <w:lang w:val="sr-Cyrl-CS"/>
        </w:rPr>
      </w:pPr>
      <w:r w:rsidRPr="004966C3">
        <w:rPr>
          <w:b/>
          <w:lang w:val="sr-Cyrl-CS"/>
        </w:rPr>
        <w:t>У последњем делу часа ученици утврђују усвојено градиво кроз вежбе 3 и 4 у Радној свесци. Раде их индивидуално, а потом их заједнички проверавамо.</w:t>
      </w:r>
    </w:p>
    <w:p w:rsidR="00F01BE7" w:rsidRPr="004966C3" w:rsidRDefault="00F01BE7" w:rsidP="002E1D9B">
      <w:pPr>
        <w:jc w:val="both"/>
        <w:rPr>
          <w:b/>
          <w:lang w:val="sr-Cyrl-CS"/>
        </w:rPr>
      </w:pPr>
    </w:p>
    <w:p w:rsidR="00F01BE7" w:rsidRPr="004966C3" w:rsidRDefault="00F01BE7" w:rsidP="002E1D9B">
      <w:pPr>
        <w:jc w:val="both"/>
        <w:rPr>
          <w:b/>
          <w:lang w:val="sr-Cyrl-CS"/>
        </w:rPr>
      </w:pPr>
    </w:p>
    <w:p w:rsidR="00F01BE7" w:rsidRPr="004966C3" w:rsidRDefault="00F01BE7" w:rsidP="002E1D9B">
      <w:pPr>
        <w:jc w:val="both"/>
        <w:rPr>
          <w:b/>
          <w:lang w:val="sr-Cyrl-CS"/>
        </w:rPr>
      </w:pPr>
      <w:r w:rsidRPr="004966C3">
        <w:rPr>
          <w:b/>
          <w:lang w:val="sr-Cyrl-CS"/>
        </w:rPr>
        <w:t xml:space="preserve">За </w:t>
      </w:r>
      <w:r w:rsidRPr="004966C3">
        <w:rPr>
          <w:b/>
          <w:u w:val="single"/>
          <w:lang w:val="sr-Cyrl-CS"/>
        </w:rPr>
        <w:t>домаћи задатак</w:t>
      </w:r>
      <w:r w:rsidRPr="004966C3">
        <w:rPr>
          <w:b/>
          <w:lang w:val="sr-Cyrl-CS"/>
        </w:rPr>
        <w:t xml:space="preserve"> ученици треба да ураде 7. вежбу у Радној свесци (</w:t>
      </w:r>
      <w:r w:rsidRPr="004966C3">
        <w:rPr>
          <w:b/>
          <w:i/>
          <w:lang w:val="sr-Cyrl-CS"/>
        </w:rPr>
        <w:t>Metti in ordine!).</w:t>
      </w:r>
    </w:p>
    <w:p w:rsidR="00F01BE7" w:rsidRPr="004966C3" w:rsidRDefault="00F01BE7" w:rsidP="002E1D9B">
      <w:pPr>
        <w:jc w:val="both"/>
        <w:rPr>
          <w:b/>
          <w:lang w:val="sr-Cyrl-CS"/>
        </w:rPr>
      </w:pPr>
    </w:p>
    <w:p w:rsidR="00F01BE7" w:rsidRPr="004966C3" w:rsidRDefault="00F01BE7" w:rsidP="002E1D9B">
      <w:pPr>
        <w:shd w:val="clear" w:color="auto" w:fill="FFFFFF"/>
        <w:ind w:left="1485"/>
        <w:jc w:val="both"/>
        <w:rPr>
          <w:b/>
          <w:lang w:val="sr-Cyrl-CS"/>
        </w:rPr>
      </w:pPr>
    </w:p>
    <w:p w:rsidR="00F01BE7" w:rsidRPr="004966C3" w:rsidRDefault="00F01BE7" w:rsidP="002E1D9B">
      <w:pPr>
        <w:shd w:val="clear" w:color="auto" w:fill="FFFFFF"/>
        <w:ind w:left="1485"/>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6</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јединица</w:t>
      </w:r>
      <w:r w:rsidRPr="004966C3">
        <w:rPr>
          <w:b/>
          <w:lang w:val="sr-Cyrl-CS"/>
        </w:rPr>
        <w:t xml:space="preserve">: </w:t>
      </w:r>
      <w:r w:rsidRPr="004966C3">
        <w:rPr>
          <w:b/>
          <w:i/>
          <w:lang w:val="it-IT"/>
        </w:rPr>
        <w:t>Gli articoli: il, la, i, le; un, una</w:t>
      </w:r>
    </w:p>
    <w:p w:rsidR="00F01BE7" w:rsidRPr="004966C3" w:rsidRDefault="00F01BE7" w:rsidP="002E1D9B">
      <w:pPr>
        <w:pStyle w:val="ListParagraph"/>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обрада/вежбање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Радна свеска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pStyle w:val="ListParagraph"/>
        <w:rPr>
          <w:b/>
        </w:rPr>
      </w:pPr>
    </w:p>
    <w:p w:rsidR="00F01BE7" w:rsidRPr="004966C3" w:rsidRDefault="00F01BE7" w:rsidP="002E1D9B">
      <w:pPr>
        <w:numPr>
          <w:ilvl w:val="0"/>
          <w:numId w:val="9"/>
        </w:numPr>
        <w:shd w:val="clear" w:color="auto" w:fill="FFFFFF"/>
        <w:rPr>
          <w:b/>
        </w:rPr>
      </w:pPr>
      <w:r w:rsidRPr="004966C3">
        <w:rPr>
          <w:b/>
          <w:u w:val="single"/>
        </w:rPr>
        <w:t>Корелација</w:t>
      </w:r>
      <w:r w:rsidRPr="004966C3">
        <w:rPr>
          <w:b/>
        </w:rPr>
        <w:t>: енглески језик</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усвајање и увежбавање одређених чланова </w:t>
      </w:r>
      <w:r w:rsidRPr="004966C3">
        <w:rPr>
          <w:b/>
          <w:i/>
        </w:rPr>
        <w:t xml:space="preserve">il, la, i, le </w:t>
      </w:r>
      <w:r w:rsidRPr="004966C3">
        <w:rPr>
          <w:b/>
        </w:rPr>
        <w:t xml:space="preserve">и неодређених </w:t>
      </w:r>
      <w:r w:rsidRPr="004966C3">
        <w:rPr>
          <w:b/>
          <w:i/>
        </w:rPr>
        <w:t xml:space="preserve">un, una </w:t>
      </w:r>
      <w:r w:rsidRPr="004966C3">
        <w:rPr>
          <w:b/>
        </w:rPr>
        <w:t>и облика множине именица</w:t>
      </w:r>
    </w:p>
    <w:p w:rsidR="00F01BE7" w:rsidRPr="004966C3" w:rsidRDefault="00F01BE7" w:rsidP="002E1D9B">
      <w:pPr>
        <w:pStyle w:val="ListParagraph"/>
        <w:shd w:val="clear" w:color="auto" w:fill="FFFFFF"/>
        <w:rPr>
          <w:b/>
          <w:lang w:val="sr-Cyrl-CS"/>
        </w:rPr>
      </w:pP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ind w:left="810" w:hanging="630"/>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rPr>
          <w:b/>
        </w:rPr>
      </w:pPr>
      <w:r w:rsidRPr="004966C3">
        <w:rPr>
          <w:b/>
        </w:rPr>
        <w:t xml:space="preserve">              </w:t>
      </w:r>
    </w:p>
    <w:p w:rsidR="00F01BE7" w:rsidRPr="004966C3" w:rsidRDefault="00F01BE7" w:rsidP="002E1D9B">
      <w:pPr>
        <w:pStyle w:val="ListParagraph"/>
        <w:numPr>
          <w:ilvl w:val="0"/>
          <w:numId w:val="25"/>
        </w:numPr>
        <w:shd w:val="clear" w:color="auto" w:fill="FFFFFF"/>
        <w:rPr>
          <w:b/>
          <w:lang w:val="sr-Cyrl-CS"/>
        </w:rPr>
      </w:pPr>
      <w:r w:rsidRPr="004966C3">
        <w:rPr>
          <w:b/>
          <w:lang w:val="sr-Cyrl-CS"/>
        </w:rPr>
        <w:t xml:space="preserve">препознају и користе облике одређеног  члана il, i, la, le  испред именица мушког и женског рода у једнини и множини </w:t>
      </w:r>
    </w:p>
    <w:p w:rsidR="00F01BE7" w:rsidRPr="004966C3" w:rsidRDefault="00F01BE7" w:rsidP="002E1D9B">
      <w:pPr>
        <w:pStyle w:val="ListParagraph"/>
        <w:numPr>
          <w:ilvl w:val="0"/>
          <w:numId w:val="25"/>
        </w:numPr>
        <w:shd w:val="clear" w:color="auto" w:fill="FFFFFF"/>
        <w:rPr>
          <w:b/>
          <w:lang w:val="sr-Cyrl-CS"/>
        </w:rPr>
      </w:pPr>
      <w:r w:rsidRPr="004966C3">
        <w:rPr>
          <w:b/>
          <w:lang w:val="sr-Cyrl-CS"/>
        </w:rPr>
        <w:t>препознју и користе облике неодређеног  члана un, una испред именица мушког и женског рода</w:t>
      </w:r>
    </w:p>
    <w:p w:rsidR="00F01BE7" w:rsidRPr="004966C3" w:rsidRDefault="00F01BE7" w:rsidP="002E1D9B">
      <w:pPr>
        <w:pStyle w:val="ListParagraph"/>
        <w:shd w:val="clear" w:color="auto" w:fill="FFFFFF"/>
        <w:ind w:left="1530"/>
        <w:rPr>
          <w:b/>
          <w:lang w:val="sr-Cyrl-CS"/>
        </w:rPr>
      </w:pPr>
    </w:p>
    <w:p w:rsidR="00F01BE7" w:rsidRPr="004966C3" w:rsidRDefault="00F01BE7" w:rsidP="002E1D9B">
      <w:pPr>
        <w:pStyle w:val="ListParagraph"/>
        <w:shd w:val="clear" w:color="auto" w:fill="FFFFFF"/>
        <w:ind w:left="144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Координира радом на часу, проверава домаћи задатак, задаје вежбе, прати њихову израду и исправља грешке.</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Раде вежбе које наставник зада, читају примере и дају сличне, учествују у разговору.</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jc w:val="both"/>
        <w:rPr>
          <w:b/>
        </w:rPr>
      </w:pPr>
    </w:p>
    <w:p w:rsidR="00F01BE7" w:rsidRPr="004966C3" w:rsidRDefault="00F01BE7" w:rsidP="002E1D9B">
      <w:pPr>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(5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На почетку часа заједно проверавамо домаћи задатак. Требало је да испремештају речи тако да добију реченице. У две од четири реченице појављује се члан (један одређени и један неодређени) и скрећем им пажњу на њега. Не упуштам се у граматичка објашњења, само их питам да ли познају сличне „мале речи“ из неког другог језика. Требало би да се сете члана у енглеском језику.</w:t>
      </w: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it-IT"/>
        </w:rPr>
      </w:pPr>
      <w:r w:rsidRPr="004966C3">
        <w:rPr>
          <w:b/>
          <w:lang w:val="sr-Cyrl-CS"/>
        </w:rPr>
        <w:t xml:space="preserve">Након тога читамо примере из Уџбеника. Ученици су већ навикнути на члан јер су га сретали, сада му само посвећујемо мало више пажње. </w:t>
      </w:r>
      <w:r w:rsidRPr="004966C3">
        <w:rPr>
          <w:b/>
        </w:rPr>
        <w:t>Говорим</w:t>
      </w:r>
      <w:r w:rsidRPr="004966C3">
        <w:rPr>
          <w:b/>
          <w:lang w:val="it-IT"/>
        </w:rPr>
        <w:t xml:space="preserve">: </w:t>
      </w:r>
      <w:r w:rsidRPr="004966C3">
        <w:rPr>
          <w:b/>
          <w:i/>
          <w:lang w:val="it-IT"/>
        </w:rPr>
        <w:t xml:space="preserve">Vediamo, cosa dice Marco? Osserviamo insieme! Chi vuole leggere la prima frase? </w:t>
      </w:r>
      <w:r w:rsidRPr="004966C3">
        <w:rPr>
          <w:b/>
        </w:rPr>
        <w:t>Све</w:t>
      </w:r>
      <w:r w:rsidRPr="004966C3">
        <w:rPr>
          <w:b/>
          <w:lang w:val="it-IT"/>
        </w:rPr>
        <w:t xml:space="preserve"> </w:t>
      </w:r>
      <w:r w:rsidRPr="004966C3">
        <w:rPr>
          <w:b/>
        </w:rPr>
        <w:t>реченице</w:t>
      </w:r>
      <w:r w:rsidRPr="004966C3">
        <w:rPr>
          <w:b/>
          <w:lang w:val="it-IT"/>
        </w:rPr>
        <w:t xml:space="preserve"> </w:t>
      </w:r>
      <w:r w:rsidRPr="004966C3">
        <w:rPr>
          <w:b/>
        </w:rPr>
        <w:t>су</w:t>
      </w:r>
      <w:r w:rsidRPr="004966C3">
        <w:rPr>
          <w:b/>
          <w:lang w:val="it-IT"/>
        </w:rPr>
        <w:t xml:space="preserve"> </w:t>
      </w:r>
      <w:r w:rsidRPr="004966C3">
        <w:rPr>
          <w:b/>
        </w:rPr>
        <w:t>дате</w:t>
      </w:r>
      <w:r w:rsidRPr="004966C3">
        <w:rPr>
          <w:b/>
          <w:lang w:val="it-IT"/>
        </w:rPr>
        <w:t xml:space="preserve"> </w:t>
      </w:r>
      <w:r w:rsidRPr="004966C3">
        <w:rPr>
          <w:b/>
        </w:rPr>
        <w:t>у</w:t>
      </w:r>
      <w:r w:rsidRPr="004966C3">
        <w:rPr>
          <w:b/>
          <w:lang w:val="it-IT"/>
        </w:rPr>
        <w:t xml:space="preserve"> </w:t>
      </w:r>
      <w:r w:rsidRPr="004966C3">
        <w:rPr>
          <w:b/>
        </w:rPr>
        <w:t>једнини</w:t>
      </w:r>
      <w:r w:rsidRPr="004966C3">
        <w:rPr>
          <w:b/>
          <w:lang w:val="it-IT"/>
        </w:rPr>
        <w:t xml:space="preserve"> </w:t>
      </w:r>
      <w:r w:rsidRPr="004966C3">
        <w:rPr>
          <w:b/>
        </w:rPr>
        <w:t>и</w:t>
      </w:r>
      <w:r w:rsidRPr="004966C3">
        <w:rPr>
          <w:b/>
          <w:lang w:val="it-IT"/>
        </w:rPr>
        <w:t xml:space="preserve"> </w:t>
      </w:r>
      <w:r w:rsidRPr="004966C3">
        <w:rPr>
          <w:b/>
        </w:rPr>
        <w:t>множини</w:t>
      </w:r>
      <w:r w:rsidRPr="004966C3">
        <w:rPr>
          <w:b/>
          <w:lang w:val="it-IT"/>
        </w:rPr>
        <w:t xml:space="preserve">, </w:t>
      </w:r>
      <w:r w:rsidRPr="004966C3">
        <w:rPr>
          <w:b/>
        </w:rPr>
        <w:t>указујем</w:t>
      </w:r>
      <w:r w:rsidRPr="004966C3">
        <w:rPr>
          <w:b/>
          <w:lang w:val="it-IT"/>
        </w:rPr>
        <w:t xml:space="preserve"> </w:t>
      </w:r>
      <w:r w:rsidRPr="004966C3">
        <w:rPr>
          <w:b/>
        </w:rPr>
        <w:t>им</w:t>
      </w:r>
      <w:r w:rsidRPr="004966C3">
        <w:rPr>
          <w:b/>
          <w:lang w:val="it-IT"/>
        </w:rPr>
        <w:t xml:space="preserve"> </w:t>
      </w:r>
      <w:r w:rsidRPr="004966C3">
        <w:rPr>
          <w:b/>
        </w:rPr>
        <w:t>на</w:t>
      </w:r>
      <w:r w:rsidRPr="004966C3">
        <w:rPr>
          <w:b/>
          <w:lang w:val="it-IT"/>
        </w:rPr>
        <w:t xml:space="preserve"> </w:t>
      </w:r>
      <w:r w:rsidRPr="004966C3">
        <w:rPr>
          <w:b/>
        </w:rPr>
        <w:t>наставке</w:t>
      </w:r>
      <w:r w:rsidRPr="004966C3">
        <w:rPr>
          <w:b/>
          <w:lang w:val="it-IT"/>
        </w:rPr>
        <w:t xml:space="preserve"> </w:t>
      </w:r>
      <w:r w:rsidRPr="004966C3">
        <w:rPr>
          <w:b/>
        </w:rPr>
        <w:t>и</w:t>
      </w:r>
      <w:r w:rsidRPr="004966C3">
        <w:rPr>
          <w:b/>
          <w:lang w:val="it-IT"/>
        </w:rPr>
        <w:t xml:space="preserve"> </w:t>
      </w:r>
      <w:r w:rsidRPr="004966C3">
        <w:rPr>
          <w:b/>
        </w:rPr>
        <w:t>тражим</w:t>
      </w:r>
      <w:r w:rsidRPr="004966C3">
        <w:rPr>
          <w:b/>
          <w:lang w:val="it-IT"/>
        </w:rPr>
        <w:t xml:space="preserve"> </w:t>
      </w:r>
      <w:r w:rsidRPr="004966C3">
        <w:rPr>
          <w:b/>
        </w:rPr>
        <w:t>да</w:t>
      </w:r>
      <w:r w:rsidRPr="004966C3">
        <w:rPr>
          <w:b/>
          <w:lang w:val="it-IT"/>
        </w:rPr>
        <w:t xml:space="preserve"> </w:t>
      </w:r>
      <w:r w:rsidRPr="004966C3">
        <w:rPr>
          <w:b/>
        </w:rPr>
        <w:t>дају</w:t>
      </w:r>
      <w:r w:rsidRPr="004966C3">
        <w:rPr>
          <w:b/>
          <w:lang w:val="it-IT"/>
        </w:rPr>
        <w:t xml:space="preserve"> </w:t>
      </w:r>
      <w:r w:rsidRPr="004966C3">
        <w:rPr>
          <w:b/>
        </w:rPr>
        <w:t>сличан</w:t>
      </w:r>
      <w:r w:rsidRPr="004966C3">
        <w:rPr>
          <w:b/>
          <w:lang w:val="it-IT"/>
        </w:rPr>
        <w:t xml:space="preserve"> </w:t>
      </w:r>
      <w:r w:rsidRPr="004966C3">
        <w:rPr>
          <w:b/>
        </w:rPr>
        <w:t>пример</w:t>
      </w:r>
      <w:r w:rsidRPr="004966C3">
        <w:rPr>
          <w:b/>
          <w:lang w:val="it-IT"/>
        </w:rPr>
        <w:t xml:space="preserve">. </w:t>
      </w:r>
      <w:r w:rsidRPr="004966C3">
        <w:rPr>
          <w:b/>
        </w:rPr>
        <w:t>Уколико</w:t>
      </w:r>
      <w:r w:rsidRPr="004966C3">
        <w:rPr>
          <w:b/>
          <w:lang w:val="it-IT"/>
        </w:rPr>
        <w:t xml:space="preserve"> </w:t>
      </w:r>
      <w:r w:rsidRPr="004966C3">
        <w:rPr>
          <w:b/>
        </w:rPr>
        <w:t>не</w:t>
      </w:r>
      <w:r w:rsidRPr="004966C3">
        <w:rPr>
          <w:b/>
          <w:lang w:val="it-IT"/>
        </w:rPr>
        <w:t xml:space="preserve"> </w:t>
      </w:r>
      <w:r w:rsidRPr="004966C3">
        <w:rPr>
          <w:b/>
        </w:rPr>
        <w:t>могу</w:t>
      </w:r>
      <w:r w:rsidRPr="004966C3">
        <w:rPr>
          <w:b/>
          <w:lang w:val="it-IT"/>
        </w:rPr>
        <w:t xml:space="preserve"> </w:t>
      </w:r>
      <w:r w:rsidRPr="004966C3">
        <w:rPr>
          <w:b/>
        </w:rPr>
        <w:t>да</w:t>
      </w:r>
      <w:r w:rsidRPr="004966C3">
        <w:rPr>
          <w:b/>
          <w:lang w:val="it-IT"/>
        </w:rPr>
        <w:t xml:space="preserve"> </w:t>
      </w:r>
      <w:r w:rsidRPr="004966C3">
        <w:rPr>
          <w:b/>
        </w:rPr>
        <w:t>се</w:t>
      </w:r>
      <w:r w:rsidRPr="004966C3">
        <w:rPr>
          <w:b/>
          <w:lang w:val="it-IT"/>
        </w:rPr>
        <w:t xml:space="preserve"> </w:t>
      </w:r>
      <w:r w:rsidRPr="004966C3">
        <w:rPr>
          <w:b/>
        </w:rPr>
        <w:t>сете</w:t>
      </w:r>
      <w:r w:rsidRPr="004966C3">
        <w:rPr>
          <w:b/>
          <w:lang w:val="it-IT"/>
        </w:rPr>
        <w:t xml:space="preserve">, </w:t>
      </w:r>
      <w:r w:rsidRPr="004966C3">
        <w:rPr>
          <w:b/>
        </w:rPr>
        <w:t>нудим</w:t>
      </w:r>
      <w:r w:rsidRPr="004966C3">
        <w:rPr>
          <w:b/>
          <w:lang w:val="it-IT"/>
        </w:rPr>
        <w:t xml:space="preserve"> </w:t>
      </w:r>
      <w:r w:rsidRPr="004966C3">
        <w:rPr>
          <w:b/>
        </w:rPr>
        <w:t>им</w:t>
      </w:r>
      <w:r w:rsidRPr="004966C3">
        <w:rPr>
          <w:b/>
          <w:lang w:val="it-IT"/>
        </w:rPr>
        <w:t xml:space="preserve"> </w:t>
      </w:r>
      <w:r w:rsidRPr="004966C3">
        <w:rPr>
          <w:b/>
        </w:rPr>
        <w:t>нека</w:t>
      </w:r>
      <w:r w:rsidRPr="004966C3">
        <w:rPr>
          <w:b/>
          <w:lang w:val="it-IT"/>
        </w:rPr>
        <w:t xml:space="preserve"> </w:t>
      </w:r>
      <w:r w:rsidRPr="004966C3">
        <w:rPr>
          <w:b/>
        </w:rPr>
        <w:t>решења</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Il libro è grande. -&gt; Il compito è difficile.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Il cortile è pulito. -&gt; Il dolce è buono.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Il test è difficile. -&gt; Il tram è grande. </w:t>
      </w:r>
      <w:r w:rsidRPr="004966C3">
        <w:rPr>
          <w:b/>
        </w:rPr>
        <w:t>и</w:t>
      </w:r>
      <w:r w:rsidRPr="004966C3">
        <w:rPr>
          <w:b/>
          <w:lang w:val="it-IT"/>
        </w:rPr>
        <w:t xml:space="preserve"> </w:t>
      </w:r>
      <w:r w:rsidRPr="004966C3">
        <w:rPr>
          <w:b/>
        </w:rPr>
        <w:t>сл</w:t>
      </w:r>
      <w:r w:rsidRPr="004966C3">
        <w:rPr>
          <w:b/>
          <w:lang w:val="it-IT"/>
        </w:rPr>
        <w:t xml:space="preserve">. </w:t>
      </w:r>
    </w:p>
    <w:p w:rsidR="00F01BE7" w:rsidRPr="004966C3" w:rsidRDefault="00F01BE7" w:rsidP="002E1D9B">
      <w:pPr>
        <w:shd w:val="clear" w:color="auto" w:fill="FFFFFF"/>
        <w:jc w:val="both"/>
        <w:rPr>
          <w:b/>
          <w:lang w:val="it-IT"/>
        </w:rPr>
      </w:pPr>
      <w:r w:rsidRPr="004966C3">
        <w:rPr>
          <w:b/>
        </w:rPr>
        <w:t>Посебну</w:t>
      </w:r>
      <w:r w:rsidRPr="004966C3">
        <w:rPr>
          <w:b/>
          <w:lang w:val="it-IT"/>
        </w:rPr>
        <w:t xml:space="preserve"> </w:t>
      </w:r>
      <w:r w:rsidRPr="004966C3">
        <w:rPr>
          <w:b/>
        </w:rPr>
        <w:t>пажњу</w:t>
      </w:r>
      <w:r w:rsidRPr="004966C3">
        <w:rPr>
          <w:b/>
          <w:lang w:val="it-IT"/>
        </w:rPr>
        <w:t xml:space="preserve"> </w:t>
      </w:r>
      <w:r w:rsidRPr="004966C3">
        <w:rPr>
          <w:b/>
        </w:rPr>
        <w:t>им</w:t>
      </w:r>
      <w:r w:rsidRPr="004966C3">
        <w:rPr>
          <w:b/>
          <w:lang w:val="it-IT"/>
        </w:rPr>
        <w:t xml:space="preserve"> </w:t>
      </w:r>
      <w:r w:rsidRPr="004966C3">
        <w:rPr>
          <w:b/>
        </w:rPr>
        <w:t>скрећем</w:t>
      </w:r>
      <w:r w:rsidRPr="004966C3">
        <w:rPr>
          <w:b/>
          <w:lang w:val="it-IT"/>
        </w:rPr>
        <w:t xml:space="preserve"> </w:t>
      </w:r>
      <w:r w:rsidRPr="004966C3">
        <w:rPr>
          <w:b/>
        </w:rPr>
        <w:t>на</w:t>
      </w:r>
      <w:r w:rsidRPr="004966C3">
        <w:rPr>
          <w:b/>
          <w:lang w:val="it-IT"/>
        </w:rPr>
        <w:t xml:space="preserve"> </w:t>
      </w:r>
      <w:r w:rsidRPr="004966C3">
        <w:rPr>
          <w:b/>
        </w:rPr>
        <w:t>именице</w:t>
      </w:r>
      <w:r w:rsidRPr="004966C3">
        <w:rPr>
          <w:b/>
          <w:lang w:val="it-IT"/>
        </w:rPr>
        <w:t xml:space="preserve"> </w:t>
      </w:r>
      <w:r w:rsidRPr="004966C3">
        <w:rPr>
          <w:b/>
        </w:rPr>
        <w:t>које</w:t>
      </w:r>
      <w:r w:rsidRPr="004966C3">
        <w:rPr>
          <w:b/>
          <w:lang w:val="it-IT"/>
        </w:rPr>
        <w:t xml:space="preserve"> </w:t>
      </w:r>
      <w:r w:rsidRPr="004966C3">
        <w:rPr>
          <w:b/>
        </w:rPr>
        <w:t>се</w:t>
      </w:r>
      <w:r w:rsidRPr="004966C3">
        <w:rPr>
          <w:b/>
          <w:lang w:val="it-IT"/>
        </w:rPr>
        <w:t xml:space="preserve"> </w:t>
      </w:r>
      <w:r w:rsidRPr="004966C3">
        <w:rPr>
          <w:b/>
        </w:rPr>
        <w:t>завршавају</w:t>
      </w:r>
      <w:r w:rsidRPr="004966C3">
        <w:rPr>
          <w:b/>
          <w:lang w:val="it-IT"/>
        </w:rPr>
        <w:t xml:space="preserve"> </w:t>
      </w:r>
      <w:r w:rsidRPr="004966C3">
        <w:rPr>
          <w:b/>
        </w:rPr>
        <w:t>на</w:t>
      </w:r>
      <w:r w:rsidRPr="004966C3">
        <w:rPr>
          <w:b/>
          <w:lang w:val="it-IT"/>
        </w:rPr>
        <w:t xml:space="preserve"> </w:t>
      </w:r>
      <w:r w:rsidRPr="004966C3">
        <w:rPr>
          <w:b/>
          <w:i/>
          <w:lang w:val="it-IT"/>
        </w:rPr>
        <w:t>-</w:t>
      </w:r>
      <w:r w:rsidRPr="004966C3">
        <w:rPr>
          <w:b/>
          <w:i/>
        </w:rPr>
        <w:t>е</w:t>
      </w:r>
      <w:r w:rsidRPr="004966C3">
        <w:rPr>
          <w:b/>
          <w:lang w:val="it-IT"/>
        </w:rPr>
        <w:t xml:space="preserve"> </w:t>
      </w:r>
      <w:r w:rsidRPr="004966C3">
        <w:rPr>
          <w:b/>
        </w:rPr>
        <w:t>које</w:t>
      </w:r>
      <w:r w:rsidRPr="004966C3">
        <w:rPr>
          <w:b/>
          <w:lang w:val="it-IT"/>
        </w:rPr>
        <w:t xml:space="preserve"> </w:t>
      </w:r>
      <w:r w:rsidRPr="004966C3">
        <w:rPr>
          <w:b/>
        </w:rPr>
        <w:t>могу</w:t>
      </w:r>
      <w:r w:rsidRPr="004966C3">
        <w:rPr>
          <w:b/>
          <w:lang w:val="it-IT"/>
        </w:rPr>
        <w:t xml:space="preserve"> </w:t>
      </w:r>
      <w:r w:rsidRPr="004966C3">
        <w:rPr>
          <w:b/>
        </w:rPr>
        <w:t>бити</w:t>
      </w:r>
      <w:r w:rsidRPr="004966C3">
        <w:rPr>
          <w:b/>
          <w:lang w:val="it-IT"/>
        </w:rPr>
        <w:t xml:space="preserve"> </w:t>
      </w:r>
      <w:r w:rsidRPr="004966C3">
        <w:rPr>
          <w:b/>
        </w:rPr>
        <w:t>и</w:t>
      </w:r>
      <w:r w:rsidRPr="004966C3">
        <w:rPr>
          <w:b/>
          <w:lang w:val="it-IT"/>
        </w:rPr>
        <w:t xml:space="preserve"> </w:t>
      </w:r>
      <w:r w:rsidRPr="004966C3">
        <w:rPr>
          <w:b/>
        </w:rPr>
        <w:t>мушког</w:t>
      </w:r>
      <w:r w:rsidRPr="004966C3">
        <w:rPr>
          <w:b/>
          <w:lang w:val="it-IT"/>
        </w:rPr>
        <w:t xml:space="preserve"> </w:t>
      </w:r>
      <w:r w:rsidRPr="004966C3">
        <w:rPr>
          <w:b/>
        </w:rPr>
        <w:t>и</w:t>
      </w:r>
      <w:r w:rsidRPr="004966C3">
        <w:rPr>
          <w:b/>
          <w:lang w:val="it-IT"/>
        </w:rPr>
        <w:t xml:space="preserve"> </w:t>
      </w:r>
      <w:r w:rsidRPr="004966C3">
        <w:rPr>
          <w:b/>
        </w:rPr>
        <w:t>женског</w:t>
      </w:r>
      <w:r w:rsidRPr="004966C3">
        <w:rPr>
          <w:b/>
          <w:lang w:val="it-IT"/>
        </w:rPr>
        <w:t xml:space="preserve"> </w:t>
      </w:r>
      <w:r w:rsidRPr="004966C3">
        <w:rPr>
          <w:b/>
        </w:rPr>
        <w:t>рода</w:t>
      </w:r>
      <w:r w:rsidRPr="004966C3">
        <w:rPr>
          <w:b/>
          <w:lang w:val="it-IT"/>
        </w:rPr>
        <w:t xml:space="preserve">, </w:t>
      </w:r>
      <w:r w:rsidRPr="004966C3">
        <w:rPr>
          <w:b/>
        </w:rPr>
        <w:t>као</w:t>
      </w:r>
      <w:r w:rsidRPr="004966C3">
        <w:rPr>
          <w:b/>
          <w:lang w:val="it-IT"/>
        </w:rPr>
        <w:t xml:space="preserve"> </w:t>
      </w:r>
      <w:r w:rsidRPr="004966C3">
        <w:rPr>
          <w:b/>
        </w:rPr>
        <w:t>и</w:t>
      </w:r>
      <w:r w:rsidRPr="004966C3">
        <w:rPr>
          <w:b/>
          <w:lang w:val="it-IT"/>
        </w:rPr>
        <w:t xml:space="preserve"> </w:t>
      </w:r>
      <w:r w:rsidRPr="004966C3">
        <w:rPr>
          <w:b/>
        </w:rPr>
        <w:t>на</w:t>
      </w:r>
      <w:r w:rsidRPr="004966C3">
        <w:rPr>
          <w:b/>
          <w:lang w:val="it-IT"/>
        </w:rPr>
        <w:t xml:space="preserve"> </w:t>
      </w:r>
      <w:r w:rsidRPr="004966C3">
        <w:rPr>
          <w:b/>
        </w:rPr>
        <w:t>именице</w:t>
      </w:r>
      <w:r w:rsidRPr="004966C3">
        <w:rPr>
          <w:b/>
          <w:lang w:val="it-IT"/>
        </w:rPr>
        <w:t xml:space="preserve"> </w:t>
      </w:r>
      <w:r w:rsidRPr="004966C3">
        <w:rPr>
          <w:b/>
        </w:rPr>
        <w:t>страног</w:t>
      </w:r>
      <w:r w:rsidRPr="004966C3">
        <w:rPr>
          <w:b/>
          <w:lang w:val="it-IT"/>
        </w:rPr>
        <w:t xml:space="preserve"> </w:t>
      </w:r>
      <w:r w:rsidRPr="004966C3">
        <w:rPr>
          <w:b/>
        </w:rPr>
        <w:t>порекла</w:t>
      </w:r>
      <w:r w:rsidRPr="004966C3">
        <w:rPr>
          <w:b/>
          <w:lang w:val="it-IT"/>
        </w:rPr>
        <w:t xml:space="preserve"> </w:t>
      </w:r>
      <w:r w:rsidRPr="004966C3">
        <w:rPr>
          <w:b/>
          <w:i/>
          <w:lang w:val="it-IT"/>
        </w:rPr>
        <w:t xml:space="preserve">(test, tram, bus...) </w:t>
      </w:r>
      <w:r w:rsidRPr="004966C3">
        <w:rPr>
          <w:b/>
        </w:rPr>
        <w:t>које</w:t>
      </w:r>
      <w:r w:rsidRPr="004966C3">
        <w:rPr>
          <w:b/>
          <w:lang w:val="it-IT"/>
        </w:rPr>
        <w:t xml:space="preserve"> </w:t>
      </w:r>
      <w:r w:rsidRPr="004966C3">
        <w:rPr>
          <w:b/>
        </w:rPr>
        <w:t>остају</w:t>
      </w:r>
      <w:r w:rsidRPr="004966C3">
        <w:rPr>
          <w:b/>
          <w:lang w:val="it-IT"/>
        </w:rPr>
        <w:t xml:space="preserve"> </w:t>
      </w:r>
      <w:r w:rsidRPr="004966C3">
        <w:rPr>
          <w:b/>
        </w:rPr>
        <w:t>исте</w:t>
      </w:r>
      <w:r w:rsidRPr="004966C3">
        <w:rPr>
          <w:b/>
          <w:lang w:val="it-IT"/>
        </w:rPr>
        <w:t xml:space="preserve"> </w:t>
      </w:r>
      <w:r w:rsidRPr="004966C3">
        <w:rPr>
          <w:b/>
        </w:rPr>
        <w:t>у</w:t>
      </w:r>
      <w:r w:rsidRPr="004966C3">
        <w:rPr>
          <w:b/>
          <w:lang w:val="it-IT"/>
        </w:rPr>
        <w:t xml:space="preserve"> </w:t>
      </w:r>
      <w:r w:rsidRPr="004966C3">
        <w:rPr>
          <w:b/>
        </w:rPr>
        <w:t>множини</w:t>
      </w:r>
      <w:r w:rsidRPr="004966C3">
        <w:rPr>
          <w:b/>
          <w:lang w:val="it-IT"/>
        </w:rPr>
        <w:t>.</w:t>
      </w:r>
    </w:p>
    <w:p w:rsidR="00F01BE7" w:rsidRPr="004966C3" w:rsidRDefault="00F01BE7" w:rsidP="002E1D9B">
      <w:pPr>
        <w:shd w:val="clear" w:color="auto" w:fill="FFFFFF"/>
        <w:jc w:val="both"/>
        <w:rPr>
          <w:b/>
          <w:lang w:val="it-IT"/>
        </w:rPr>
      </w:pPr>
      <w:r w:rsidRPr="004966C3">
        <w:rPr>
          <w:b/>
        </w:rPr>
        <w:t>Допуњују</w:t>
      </w:r>
      <w:r w:rsidRPr="004966C3">
        <w:rPr>
          <w:b/>
          <w:lang w:val="it-IT"/>
        </w:rPr>
        <w:t xml:space="preserve"> </w:t>
      </w:r>
      <w:r w:rsidRPr="004966C3">
        <w:rPr>
          <w:b/>
        </w:rPr>
        <w:t>реченице</w:t>
      </w:r>
      <w:r w:rsidRPr="004966C3">
        <w:rPr>
          <w:b/>
          <w:lang w:val="it-IT"/>
        </w:rPr>
        <w:t xml:space="preserve"> </w:t>
      </w:r>
      <w:r w:rsidRPr="004966C3">
        <w:rPr>
          <w:b/>
        </w:rPr>
        <w:t>понуђене</w:t>
      </w:r>
      <w:r w:rsidRPr="004966C3">
        <w:rPr>
          <w:b/>
          <w:lang w:val="it-IT"/>
        </w:rPr>
        <w:t xml:space="preserve"> </w:t>
      </w:r>
      <w:r w:rsidRPr="004966C3">
        <w:rPr>
          <w:b/>
        </w:rPr>
        <w:t>у</w:t>
      </w:r>
      <w:r w:rsidRPr="004966C3">
        <w:rPr>
          <w:b/>
          <w:lang w:val="it-IT"/>
        </w:rPr>
        <w:t xml:space="preserve"> </w:t>
      </w:r>
      <w:r w:rsidRPr="004966C3">
        <w:rPr>
          <w:b/>
        </w:rPr>
        <w:t>Уџбенику</w:t>
      </w:r>
      <w:r w:rsidRPr="004966C3">
        <w:rPr>
          <w:b/>
          <w:lang w:val="it-IT"/>
        </w:rPr>
        <w:t xml:space="preserve"> </w:t>
      </w:r>
      <w:r w:rsidRPr="004966C3">
        <w:rPr>
          <w:b/>
        </w:rPr>
        <w:t>и</w:t>
      </w:r>
      <w:r w:rsidRPr="004966C3">
        <w:rPr>
          <w:b/>
          <w:lang w:val="it-IT"/>
        </w:rPr>
        <w:t xml:space="preserve"> </w:t>
      </w:r>
      <w:r w:rsidRPr="004966C3">
        <w:rPr>
          <w:b/>
        </w:rPr>
        <w:t>заједно</w:t>
      </w:r>
      <w:r w:rsidRPr="004966C3">
        <w:rPr>
          <w:b/>
          <w:lang w:val="it-IT"/>
        </w:rPr>
        <w:t xml:space="preserve"> </w:t>
      </w:r>
      <w:r w:rsidRPr="004966C3">
        <w:rPr>
          <w:b/>
        </w:rPr>
        <w:t>их</w:t>
      </w:r>
      <w:r w:rsidRPr="004966C3">
        <w:rPr>
          <w:b/>
          <w:lang w:val="it-IT"/>
        </w:rPr>
        <w:t xml:space="preserve"> </w:t>
      </w:r>
      <w:r w:rsidRPr="004966C3">
        <w:rPr>
          <w:b/>
        </w:rPr>
        <w:t>проверавамо</w:t>
      </w:r>
      <w:r w:rsidRPr="004966C3">
        <w:rPr>
          <w:b/>
          <w:lang w:val="it-IT"/>
        </w:rPr>
        <w:t xml:space="preserve">, </w:t>
      </w:r>
      <w:r w:rsidRPr="004966C3">
        <w:rPr>
          <w:b/>
        </w:rPr>
        <w:t>а</w:t>
      </w:r>
      <w:r w:rsidRPr="004966C3">
        <w:rPr>
          <w:b/>
          <w:lang w:val="it-IT"/>
        </w:rPr>
        <w:t xml:space="preserve"> </w:t>
      </w:r>
      <w:r w:rsidRPr="004966C3">
        <w:rPr>
          <w:b/>
        </w:rPr>
        <w:t>потом</w:t>
      </w:r>
      <w:r w:rsidRPr="004966C3">
        <w:rPr>
          <w:b/>
          <w:lang w:val="it-IT"/>
        </w:rPr>
        <w:t xml:space="preserve"> </w:t>
      </w:r>
      <w:r w:rsidRPr="004966C3">
        <w:rPr>
          <w:b/>
        </w:rPr>
        <w:t>посматрамо</w:t>
      </w:r>
      <w:r w:rsidRPr="004966C3">
        <w:rPr>
          <w:b/>
          <w:lang w:val="it-IT"/>
        </w:rPr>
        <w:t xml:space="preserve"> </w:t>
      </w:r>
      <w:r w:rsidRPr="004966C3">
        <w:rPr>
          <w:b/>
        </w:rPr>
        <w:t>илустрацију</w:t>
      </w:r>
      <w:r w:rsidRPr="004966C3">
        <w:rPr>
          <w:b/>
          <w:lang w:val="it-IT"/>
        </w:rPr>
        <w:t xml:space="preserve"> </w:t>
      </w:r>
      <w:r w:rsidRPr="004966C3">
        <w:rPr>
          <w:b/>
        </w:rPr>
        <w:t>на</w:t>
      </w:r>
      <w:r w:rsidRPr="004966C3">
        <w:rPr>
          <w:b/>
          <w:lang w:val="it-IT"/>
        </w:rPr>
        <w:t xml:space="preserve"> </w:t>
      </w:r>
      <w:r w:rsidRPr="004966C3">
        <w:rPr>
          <w:b/>
        </w:rPr>
        <w:t>дну</w:t>
      </w:r>
      <w:r w:rsidRPr="004966C3">
        <w:rPr>
          <w:b/>
          <w:lang w:val="it-IT"/>
        </w:rPr>
        <w:t xml:space="preserve"> </w:t>
      </w:r>
      <w:r w:rsidRPr="004966C3">
        <w:rPr>
          <w:b/>
        </w:rPr>
        <w:t>стране</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Cosa chiede il leone a Fabio?</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Che cosa risponde lui?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E cosa rispondi tu a Marco?</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Cosa c’è nel tuo zaino? E sul banco? </w:t>
      </w:r>
    </w:p>
    <w:p w:rsidR="00F01BE7" w:rsidRPr="004966C3" w:rsidRDefault="00F01BE7" w:rsidP="002E1D9B">
      <w:pPr>
        <w:shd w:val="clear" w:color="auto" w:fill="FFFFFF"/>
        <w:jc w:val="both"/>
        <w:rPr>
          <w:b/>
          <w:lang w:val="it-IT"/>
        </w:rPr>
      </w:pPr>
      <w:r w:rsidRPr="004966C3">
        <w:rPr>
          <w:b/>
        </w:rPr>
        <w:t>На</w:t>
      </w:r>
      <w:r w:rsidRPr="004966C3">
        <w:rPr>
          <w:b/>
          <w:lang w:val="it-IT"/>
        </w:rPr>
        <w:t xml:space="preserve"> </w:t>
      </w:r>
      <w:r w:rsidRPr="004966C3">
        <w:rPr>
          <w:b/>
        </w:rPr>
        <w:t>овај</w:t>
      </w:r>
      <w:r w:rsidRPr="004966C3">
        <w:rPr>
          <w:b/>
          <w:lang w:val="it-IT"/>
        </w:rPr>
        <w:t xml:space="preserve"> </w:t>
      </w:r>
      <w:r w:rsidRPr="004966C3">
        <w:rPr>
          <w:b/>
        </w:rPr>
        <w:t>начин</w:t>
      </w:r>
      <w:r w:rsidRPr="004966C3">
        <w:rPr>
          <w:b/>
          <w:lang w:val="it-IT"/>
        </w:rPr>
        <w:t xml:space="preserve"> </w:t>
      </w:r>
      <w:r w:rsidRPr="004966C3">
        <w:rPr>
          <w:b/>
        </w:rPr>
        <w:t>ученици</w:t>
      </w:r>
      <w:r w:rsidRPr="004966C3">
        <w:rPr>
          <w:b/>
          <w:lang w:val="it-IT"/>
        </w:rPr>
        <w:t xml:space="preserve"> </w:t>
      </w:r>
      <w:r w:rsidRPr="004966C3">
        <w:rPr>
          <w:b/>
        </w:rPr>
        <w:t>увежбавају</w:t>
      </w:r>
      <w:r w:rsidRPr="004966C3">
        <w:rPr>
          <w:b/>
          <w:lang w:val="it-IT"/>
        </w:rPr>
        <w:t xml:space="preserve"> </w:t>
      </w:r>
      <w:r w:rsidRPr="004966C3">
        <w:rPr>
          <w:b/>
        </w:rPr>
        <w:t>облике</w:t>
      </w:r>
      <w:r w:rsidRPr="004966C3">
        <w:rPr>
          <w:b/>
          <w:lang w:val="it-IT"/>
        </w:rPr>
        <w:t xml:space="preserve"> </w:t>
      </w:r>
      <w:r w:rsidRPr="004966C3">
        <w:rPr>
          <w:b/>
        </w:rPr>
        <w:t>неодређеног</w:t>
      </w:r>
      <w:r w:rsidRPr="004966C3">
        <w:rPr>
          <w:b/>
          <w:lang w:val="it-IT"/>
        </w:rPr>
        <w:t xml:space="preserve"> </w:t>
      </w:r>
      <w:r w:rsidRPr="004966C3">
        <w:rPr>
          <w:b/>
        </w:rPr>
        <w:t>члана</w:t>
      </w:r>
      <w:r w:rsidRPr="004966C3">
        <w:rPr>
          <w:b/>
          <w:lang w:val="it-IT"/>
        </w:rPr>
        <w:t xml:space="preserve">, </w:t>
      </w:r>
      <w:r w:rsidRPr="004966C3">
        <w:rPr>
          <w:b/>
        </w:rPr>
        <w:t>али</w:t>
      </w:r>
      <w:r w:rsidRPr="004966C3">
        <w:rPr>
          <w:b/>
          <w:lang w:val="it-IT"/>
        </w:rPr>
        <w:t xml:space="preserve"> </w:t>
      </w:r>
      <w:r w:rsidRPr="004966C3">
        <w:rPr>
          <w:b/>
        </w:rPr>
        <w:t>и</w:t>
      </w:r>
      <w:r w:rsidRPr="004966C3">
        <w:rPr>
          <w:b/>
          <w:lang w:val="it-IT"/>
        </w:rPr>
        <w:t xml:space="preserve"> </w:t>
      </w:r>
      <w:r w:rsidRPr="004966C3">
        <w:rPr>
          <w:b/>
        </w:rPr>
        <w:t>понављају</w:t>
      </w:r>
      <w:r w:rsidRPr="004966C3">
        <w:rPr>
          <w:b/>
          <w:lang w:val="it-IT"/>
        </w:rPr>
        <w:t xml:space="preserve"> </w:t>
      </w:r>
      <w:r w:rsidRPr="004966C3">
        <w:rPr>
          <w:b/>
        </w:rPr>
        <w:t>глагол</w:t>
      </w:r>
      <w:r w:rsidRPr="004966C3">
        <w:rPr>
          <w:b/>
          <w:lang w:val="it-IT"/>
        </w:rPr>
        <w:t xml:space="preserve"> </w:t>
      </w:r>
      <w:r w:rsidRPr="004966C3">
        <w:rPr>
          <w:b/>
          <w:i/>
          <w:lang w:val="it-IT"/>
        </w:rPr>
        <w:t>esserci.</w:t>
      </w: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(15 минута)</w:t>
      </w:r>
    </w:p>
    <w:p w:rsidR="00F01BE7" w:rsidRPr="004966C3" w:rsidRDefault="00F01BE7" w:rsidP="002E1D9B">
      <w:pPr>
        <w:shd w:val="clear" w:color="auto" w:fill="FFFFFF"/>
        <w:jc w:val="both"/>
        <w:rPr>
          <w:b/>
          <w:lang w:val="sr-Cyrl-CS"/>
        </w:rPr>
      </w:pPr>
    </w:p>
    <w:p w:rsidR="00F01BE7" w:rsidRPr="004966C3" w:rsidRDefault="00F01BE7" w:rsidP="002E1D9B">
      <w:pPr>
        <w:jc w:val="both"/>
        <w:rPr>
          <w:b/>
          <w:lang w:val="sr-Cyrl-CS"/>
        </w:rPr>
      </w:pPr>
      <w:r w:rsidRPr="004966C3">
        <w:rPr>
          <w:b/>
          <w:lang w:val="sr-Cyrl-CS"/>
        </w:rPr>
        <w:t>У последњем делу часа ученици утврђују градиво кроз вежбу у Радној свесци. Понуђена су им четири облачића и у сваки од њих треба да упишу речи које иду уз члан који је изнад облака написан. Ово је добра прилика и да се обнове многе речи. За сваку од понуђених речи питам и облик за једнину, односно множину.</w:t>
      </w:r>
    </w:p>
    <w:p w:rsidR="00F01BE7" w:rsidRPr="004966C3" w:rsidRDefault="00F01BE7" w:rsidP="002E1D9B">
      <w:pPr>
        <w:jc w:val="both"/>
        <w:rPr>
          <w:b/>
          <w:i/>
          <w:lang w:val="it-IT"/>
        </w:rPr>
      </w:pPr>
      <w:r w:rsidRPr="004966C3">
        <w:rPr>
          <w:b/>
          <w:lang w:val="sr-Cyrl-CS"/>
        </w:rPr>
        <w:t xml:space="preserve">Задајем ученицима </w:t>
      </w:r>
      <w:r w:rsidRPr="004966C3">
        <w:rPr>
          <w:b/>
          <w:u w:val="single"/>
          <w:lang w:val="sr-Cyrl-CS"/>
        </w:rPr>
        <w:t>домаћи задатак</w:t>
      </w:r>
      <w:r w:rsidRPr="004966C3">
        <w:rPr>
          <w:b/>
          <w:lang w:val="sr-Cyrl-CS"/>
        </w:rPr>
        <w:t xml:space="preserve">. Исписујем им речи које треба да искористе у оквиру пет реченица. Речи су: </w:t>
      </w:r>
      <w:r w:rsidRPr="004966C3">
        <w:rPr>
          <w:b/>
          <w:i/>
          <w:lang w:val="it-IT"/>
        </w:rPr>
        <w:t>casa, calciatori, ragazze, righello, cane; bianco, bravi, grande, simpatico, belle.</w:t>
      </w:r>
    </w:p>
    <w:p w:rsidR="00F01BE7" w:rsidRPr="004966C3" w:rsidRDefault="00F01BE7" w:rsidP="002E1D9B">
      <w:pPr>
        <w:jc w:val="both"/>
        <w:rPr>
          <w:b/>
          <w:lang w:val="it-IT"/>
        </w:rPr>
      </w:pPr>
      <w:r w:rsidRPr="004966C3">
        <w:rPr>
          <w:b/>
        </w:rPr>
        <w:t>Очекујем</w:t>
      </w:r>
      <w:r w:rsidRPr="004966C3">
        <w:rPr>
          <w:b/>
          <w:lang w:val="it-IT"/>
        </w:rPr>
        <w:t xml:space="preserve"> </w:t>
      </w:r>
      <w:r w:rsidRPr="004966C3">
        <w:rPr>
          <w:b/>
        </w:rPr>
        <w:t>једноставне</w:t>
      </w:r>
      <w:r w:rsidRPr="004966C3">
        <w:rPr>
          <w:b/>
          <w:lang w:val="it-IT"/>
        </w:rPr>
        <w:t xml:space="preserve"> </w:t>
      </w:r>
      <w:r w:rsidRPr="004966C3">
        <w:rPr>
          <w:b/>
        </w:rPr>
        <w:t>реченице</w:t>
      </w:r>
      <w:r w:rsidRPr="004966C3">
        <w:rPr>
          <w:b/>
          <w:lang w:val="it-IT"/>
        </w:rPr>
        <w:t xml:space="preserve"> </w:t>
      </w:r>
      <w:r w:rsidRPr="004966C3">
        <w:rPr>
          <w:b/>
        </w:rPr>
        <w:t>попут</w:t>
      </w:r>
      <w:r w:rsidRPr="004966C3">
        <w:rPr>
          <w:b/>
          <w:lang w:val="it-IT"/>
        </w:rPr>
        <w:t xml:space="preserve"> </w:t>
      </w:r>
      <w:r w:rsidRPr="004966C3">
        <w:rPr>
          <w:b/>
          <w:i/>
          <w:lang w:val="it-IT"/>
        </w:rPr>
        <w:t>La casa è grande, I calciatori sono bravi</w:t>
      </w:r>
      <w:r w:rsidRPr="004966C3">
        <w:rPr>
          <w:b/>
          <w:lang w:val="it-IT"/>
        </w:rPr>
        <w:t xml:space="preserve">, </w:t>
      </w:r>
      <w:r w:rsidRPr="004966C3">
        <w:rPr>
          <w:b/>
        </w:rPr>
        <w:t>али</w:t>
      </w:r>
      <w:r w:rsidRPr="004966C3">
        <w:rPr>
          <w:b/>
          <w:lang w:val="it-IT"/>
        </w:rPr>
        <w:t xml:space="preserve"> </w:t>
      </w:r>
      <w:r w:rsidRPr="004966C3">
        <w:rPr>
          <w:b/>
        </w:rPr>
        <w:t>има</w:t>
      </w:r>
      <w:r w:rsidRPr="004966C3">
        <w:rPr>
          <w:b/>
          <w:lang w:val="it-IT"/>
        </w:rPr>
        <w:t xml:space="preserve"> </w:t>
      </w:r>
      <w:r w:rsidRPr="004966C3">
        <w:rPr>
          <w:b/>
        </w:rPr>
        <w:t>и</w:t>
      </w:r>
      <w:r w:rsidRPr="004966C3">
        <w:rPr>
          <w:b/>
          <w:lang w:val="it-IT"/>
        </w:rPr>
        <w:t xml:space="preserve"> </w:t>
      </w:r>
      <w:r w:rsidRPr="004966C3">
        <w:rPr>
          <w:b/>
        </w:rPr>
        <w:t>других</w:t>
      </w:r>
      <w:r w:rsidRPr="004966C3">
        <w:rPr>
          <w:b/>
          <w:lang w:val="it-IT"/>
        </w:rPr>
        <w:t xml:space="preserve"> </w:t>
      </w:r>
      <w:r w:rsidRPr="004966C3">
        <w:rPr>
          <w:b/>
        </w:rPr>
        <w:t>могућности</w:t>
      </w:r>
      <w:r w:rsidRPr="004966C3">
        <w:rPr>
          <w:b/>
          <w:lang w:val="it-IT"/>
        </w:rPr>
        <w:t xml:space="preserve">, </w:t>
      </w:r>
      <w:r w:rsidRPr="004966C3">
        <w:rPr>
          <w:b/>
        </w:rPr>
        <w:t>нпр</w:t>
      </w:r>
      <w:r w:rsidRPr="004966C3">
        <w:rPr>
          <w:b/>
          <w:lang w:val="it-IT"/>
        </w:rPr>
        <w:t xml:space="preserve">. </w:t>
      </w:r>
      <w:r w:rsidRPr="004966C3">
        <w:rPr>
          <w:b/>
          <w:i/>
          <w:lang w:val="it-IT"/>
        </w:rPr>
        <w:t>I calciatori hanno ragazze belle, Le ragazze sono a casa</w:t>
      </w:r>
      <w:r w:rsidRPr="004966C3">
        <w:rPr>
          <w:b/>
          <w:lang w:val="it-IT"/>
        </w:rPr>
        <w:t xml:space="preserve"> и др.</w:t>
      </w:r>
    </w:p>
    <w:p w:rsidR="00F01BE7" w:rsidRPr="004966C3" w:rsidRDefault="00F01BE7" w:rsidP="002E1D9B">
      <w:pPr>
        <w:jc w:val="both"/>
        <w:rPr>
          <w:b/>
          <w:lang w:val="it-IT"/>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7</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u w:val="single"/>
          <w:lang w:val="sr-Cyrl-CS"/>
        </w:rPr>
      </w:pPr>
      <w:r w:rsidRPr="004966C3">
        <w:rPr>
          <w:b/>
          <w:u w:val="single"/>
          <w:lang w:val="sr-Cyrl-CS"/>
        </w:rPr>
        <w:t>Наставна јединица</w:t>
      </w:r>
      <w:r w:rsidRPr="004966C3">
        <w:rPr>
          <w:b/>
          <w:lang w:val="sr-Cyrl-CS"/>
        </w:rPr>
        <w:t xml:space="preserve">: </w:t>
      </w:r>
      <w:r w:rsidRPr="004966C3">
        <w:rPr>
          <w:b/>
          <w:i/>
          <w:lang w:val="it-IT"/>
        </w:rPr>
        <w:t>Esercizi grammaticali è lessicali</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утврђивање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 у пару</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Радна свеска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rPr>
      </w:pP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утврђивање садашњег времена глагола </w:t>
      </w:r>
      <w:r w:rsidRPr="004966C3">
        <w:rPr>
          <w:b/>
          <w:i/>
        </w:rPr>
        <w:t>essere, avere</w:t>
      </w:r>
      <w:r w:rsidRPr="004966C3">
        <w:rPr>
          <w:b/>
        </w:rPr>
        <w:t xml:space="preserve"> и </w:t>
      </w:r>
      <w:r w:rsidRPr="004966C3">
        <w:rPr>
          <w:b/>
          <w:i/>
        </w:rPr>
        <w:t>esserci</w:t>
      </w:r>
      <w:r w:rsidRPr="004966C3">
        <w:rPr>
          <w:b/>
        </w:rPr>
        <w:t xml:space="preserve">, чланова </w:t>
      </w:r>
      <w:r w:rsidRPr="004966C3">
        <w:rPr>
          <w:b/>
          <w:i/>
        </w:rPr>
        <w:t>il, la, i, le; un, una</w:t>
      </w:r>
      <w:r w:rsidRPr="004966C3">
        <w:rPr>
          <w:b/>
        </w:rPr>
        <w:t xml:space="preserve"> и лексике у вези са школским простором и активностима</w:t>
      </w:r>
    </w:p>
    <w:p w:rsidR="00F01BE7" w:rsidRPr="004966C3" w:rsidRDefault="00F01BE7" w:rsidP="002E1D9B">
      <w:pPr>
        <w:numPr>
          <w:ilvl w:val="0"/>
          <w:numId w:val="17"/>
        </w:numPr>
        <w:shd w:val="clear" w:color="auto" w:fill="FFFFFF"/>
        <w:rPr>
          <w:b/>
          <w:u w:val="single"/>
        </w:rPr>
      </w:pPr>
      <w:r w:rsidRPr="004966C3">
        <w:rPr>
          <w:b/>
          <w:u w:val="single"/>
          <w:lang w:val="sr-Cyrl-CS"/>
        </w:rPr>
        <w:t>Очекивани исходи:</w:t>
      </w:r>
    </w:p>
    <w:p w:rsidR="00F01BE7" w:rsidRPr="004966C3" w:rsidRDefault="00F01BE7" w:rsidP="002E1D9B">
      <w:pPr>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numPr>
          <w:ilvl w:val="0"/>
          <w:numId w:val="26"/>
        </w:numPr>
        <w:rPr>
          <w:b/>
        </w:rPr>
      </w:pPr>
      <w:r w:rsidRPr="004966C3">
        <w:rPr>
          <w:b/>
        </w:rPr>
        <w:t>описују типичне школске активности</w:t>
      </w:r>
    </w:p>
    <w:p w:rsidR="00F01BE7" w:rsidRPr="004966C3" w:rsidRDefault="00F01BE7" w:rsidP="002E1D9B">
      <w:pPr>
        <w:numPr>
          <w:ilvl w:val="0"/>
          <w:numId w:val="26"/>
        </w:numPr>
        <w:rPr>
          <w:b/>
        </w:rPr>
      </w:pPr>
      <w:r w:rsidRPr="004966C3">
        <w:rPr>
          <w:b/>
        </w:rPr>
        <w:t xml:space="preserve">препознају и користе облике одређеног и неодређеног  члана , </w:t>
      </w:r>
    </w:p>
    <w:p w:rsidR="00F01BE7" w:rsidRPr="004966C3" w:rsidRDefault="00F01BE7" w:rsidP="002E1D9B">
      <w:pPr>
        <w:numPr>
          <w:ilvl w:val="0"/>
          <w:numId w:val="26"/>
        </w:numPr>
        <w:rPr>
          <w:b/>
        </w:rPr>
      </w:pPr>
      <w:r w:rsidRPr="004966C3">
        <w:rPr>
          <w:b/>
        </w:rPr>
        <w:t>препознају и користи глалголска лица глагола  essere, avere и esserci u различитим контекстима</w:t>
      </w:r>
    </w:p>
    <w:p w:rsidR="00F01BE7" w:rsidRPr="004966C3" w:rsidRDefault="00F01BE7" w:rsidP="002E1D9B">
      <w:pPr>
        <w:pStyle w:val="ListParagraph"/>
        <w:shd w:val="clear" w:color="auto" w:fill="FFFFFF"/>
        <w:ind w:left="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Проверава домаћи задатак и исправља грешке, задаје задатке и прати њихову израду, обезбеђује дисциплину на часу.</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Раде вежбе које наставник зада, упоређују одговоре, читају их и исправљају уколико нису тачни.</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Проверавамо домаћи задатак. Требало је да ученици саставе пет реченица и у њима искористе десет речи које сам им задала. Читају своје одговоре, исправљам грешке, али их и похваљујем, бирамо најкреативније реченице.</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 xml:space="preserve">Ученици индивидуално раде 5. вежбу у Радној свесци. Потребно је да допуне текстове глаголима </w:t>
      </w:r>
      <w:r w:rsidRPr="004966C3">
        <w:rPr>
          <w:b/>
          <w:i/>
        </w:rPr>
        <w:t>essere</w:t>
      </w:r>
      <w:r w:rsidRPr="004966C3">
        <w:rPr>
          <w:b/>
          <w:i/>
          <w:lang w:val="sr-Cyrl-CS"/>
        </w:rPr>
        <w:t xml:space="preserve"> </w:t>
      </w:r>
      <w:r w:rsidRPr="004966C3">
        <w:rPr>
          <w:b/>
          <w:lang w:val="sr-Cyrl-CS"/>
        </w:rPr>
        <w:t xml:space="preserve">и </w:t>
      </w:r>
      <w:r w:rsidRPr="004966C3">
        <w:rPr>
          <w:b/>
          <w:i/>
          <w:lang w:val="sr-Cyrl-CS"/>
        </w:rPr>
        <w:t xml:space="preserve"> </w:t>
      </w:r>
      <w:r w:rsidRPr="004966C3">
        <w:rPr>
          <w:b/>
          <w:i/>
        </w:rPr>
        <w:t>avere</w:t>
      </w:r>
      <w:r w:rsidRPr="004966C3">
        <w:rPr>
          <w:b/>
          <w:i/>
          <w:lang w:val="sr-Cyrl-CS"/>
        </w:rPr>
        <w:t xml:space="preserve">, </w:t>
      </w:r>
      <w:r w:rsidRPr="004966C3">
        <w:rPr>
          <w:b/>
          <w:lang w:val="sr-Cyrl-CS"/>
        </w:rPr>
        <w:t xml:space="preserve">али ученици истовремено утврђују и чланове. </w:t>
      </w:r>
    </w:p>
    <w:p w:rsidR="00F01BE7" w:rsidRPr="004966C3" w:rsidRDefault="00F01BE7" w:rsidP="002E1D9B">
      <w:pPr>
        <w:shd w:val="clear" w:color="auto" w:fill="FFFFFF"/>
        <w:jc w:val="both"/>
        <w:rPr>
          <w:b/>
          <w:lang w:val="sr-Cyrl-CS"/>
        </w:rPr>
      </w:pPr>
      <w:r w:rsidRPr="004966C3">
        <w:rPr>
          <w:b/>
          <w:lang w:val="sr-Cyrl-CS"/>
        </w:rPr>
        <w:t>Када су завршили задатак, проверавамо га тако што свако чита по једну реченицу. Уколико се неко не слаже са одговором, говори свој, а онда заједно одлучујемо који је глагол и који његов облик исправан и зашто.</w:t>
      </w:r>
    </w:p>
    <w:p w:rsidR="00F01BE7" w:rsidRPr="004966C3" w:rsidRDefault="00F01BE7" w:rsidP="002E1D9B">
      <w:pPr>
        <w:shd w:val="clear" w:color="auto" w:fill="FFFFFF"/>
        <w:jc w:val="both"/>
        <w:rPr>
          <w:b/>
          <w:i/>
          <w:lang w:val="it-IT"/>
        </w:rPr>
      </w:pPr>
      <w:r w:rsidRPr="004966C3">
        <w:rPr>
          <w:b/>
          <w:lang w:val="sr-Cyrl-CS"/>
        </w:rPr>
        <w:t xml:space="preserve">Након овога задајем ученицима да у пару напишу текст по узору на ова два која смо читали. Текст може да садржи и дијалог. Задајем им речи које морају да искористе у неком делу текста, и то у облику који сам им дала. </w:t>
      </w:r>
      <w:r w:rsidRPr="004966C3">
        <w:rPr>
          <w:b/>
        </w:rPr>
        <w:t>Речи</w:t>
      </w:r>
      <w:r w:rsidRPr="004966C3">
        <w:rPr>
          <w:b/>
          <w:lang w:val="it-IT"/>
        </w:rPr>
        <w:t xml:space="preserve"> </w:t>
      </w:r>
      <w:r w:rsidRPr="004966C3">
        <w:rPr>
          <w:b/>
        </w:rPr>
        <w:t>су</w:t>
      </w:r>
      <w:r w:rsidRPr="004966C3">
        <w:rPr>
          <w:b/>
          <w:lang w:val="it-IT"/>
        </w:rPr>
        <w:t xml:space="preserve">: </w:t>
      </w:r>
      <w:r w:rsidRPr="004966C3">
        <w:rPr>
          <w:b/>
          <w:i/>
          <w:lang w:val="it-IT"/>
        </w:rPr>
        <w:t>professoressa, lezione, italiano, dieci, presenti, non c’è, registro, lavagna, posto, pulita.</w:t>
      </w:r>
    </w:p>
    <w:p w:rsidR="00F01BE7" w:rsidRPr="004966C3" w:rsidRDefault="00F01BE7" w:rsidP="002E1D9B">
      <w:pPr>
        <w:shd w:val="clear" w:color="auto" w:fill="FFFFFF"/>
        <w:jc w:val="both"/>
        <w:rPr>
          <w:b/>
          <w:lang w:val="it-IT"/>
        </w:rPr>
      </w:pPr>
      <w:r w:rsidRPr="004966C3">
        <w:rPr>
          <w:b/>
        </w:rPr>
        <w:t>Једно</w:t>
      </w:r>
      <w:r w:rsidRPr="004966C3">
        <w:rPr>
          <w:b/>
          <w:lang w:val="it-IT"/>
        </w:rPr>
        <w:t xml:space="preserve"> </w:t>
      </w:r>
      <w:r w:rsidRPr="004966C3">
        <w:rPr>
          <w:b/>
        </w:rPr>
        <w:t>од</w:t>
      </w:r>
      <w:r w:rsidRPr="004966C3">
        <w:rPr>
          <w:b/>
          <w:lang w:val="it-IT"/>
        </w:rPr>
        <w:t xml:space="preserve"> </w:t>
      </w:r>
      <w:r w:rsidRPr="004966C3">
        <w:rPr>
          <w:b/>
        </w:rPr>
        <w:t>могућих</w:t>
      </w:r>
      <w:r w:rsidRPr="004966C3">
        <w:rPr>
          <w:b/>
          <w:lang w:val="it-IT"/>
        </w:rPr>
        <w:t xml:space="preserve"> </w:t>
      </w:r>
      <w:r w:rsidRPr="004966C3">
        <w:rPr>
          <w:b/>
        </w:rPr>
        <w:t>решења</w:t>
      </w:r>
      <w:r w:rsidRPr="004966C3">
        <w:rPr>
          <w:b/>
          <w:lang w:val="it-IT"/>
        </w:rPr>
        <w:t xml:space="preserve"> </w:t>
      </w:r>
      <w:r w:rsidRPr="004966C3">
        <w:rPr>
          <w:b/>
        </w:rPr>
        <w:t>је</w:t>
      </w:r>
      <w:r w:rsidRPr="004966C3">
        <w:rPr>
          <w:b/>
          <w:lang w:val="it-IT"/>
        </w:rPr>
        <w:t xml:space="preserve">: </w:t>
      </w:r>
    </w:p>
    <w:p w:rsidR="00F01BE7" w:rsidRPr="004966C3" w:rsidRDefault="00F01BE7" w:rsidP="002E1D9B">
      <w:pPr>
        <w:shd w:val="clear" w:color="auto" w:fill="FFFFFF"/>
        <w:jc w:val="both"/>
        <w:rPr>
          <w:b/>
          <w:i/>
          <w:lang w:val="it-IT"/>
        </w:rPr>
      </w:pPr>
      <w:r w:rsidRPr="004966C3">
        <w:rPr>
          <w:b/>
          <w:i/>
          <w:lang w:val="it-IT"/>
        </w:rPr>
        <w:t xml:space="preserve">Sono le dieci e comincia la lezione d’italiano. La professoressa apre il registro e chiede: “Tutti presenti?” </w:t>
      </w:r>
    </w:p>
    <w:p w:rsidR="00F01BE7" w:rsidRPr="004966C3" w:rsidRDefault="00F01BE7" w:rsidP="002E1D9B">
      <w:pPr>
        <w:shd w:val="clear" w:color="auto" w:fill="FFFFFF"/>
        <w:jc w:val="both"/>
        <w:rPr>
          <w:b/>
          <w:i/>
          <w:lang w:val="it-IT"/>
        </w:rPr>
      </w:pPr>
      <w:r w:rsidRPr="004966C3">
        <w:rPr>
          <w:b/>
          <w:i/>
          <w:lang w:val="it-IT"/>
        </w:rPr>
        <w:t>Mina: No, non c’è Aleksa.</w:t>
      </w:r>
    </w:p>
    <w:p w:rsidR="00F01BE7" w:rsidRPr="004966C3" w:rsidRDefault="00F01BE7" w:rsidP="002E1D9B">
      <w:pPr>
        <w:shd w:val="clear" w:color="auto" w:fill="FFFFFF"/>
        <w:jc w:val="both"/>
        <w:rPr>
          <w:b/>
          <w:i/>
          <w:lang w:val="it-IT"/>
        </w:rPr>
      </w:pPr>
      <w:r w:rsidRPr="004966C3">
        <w:rPr>
          <w:b/>
          <w:i/>
          <w:lang w:val="it-IT"/>
        </w:rPr>
        <w:t xml:space="preserve">Professoressa: Bene, grazie. Andrej, vieni qua e cancella la lavagna. </w:t>
      </w:r>
    </w:p>
    <w:p w:rsidR="00F01BE7" w:rsidRPr="004966C3" w:rsidRDefault="00F01BE7" w:rsidP="002E1D9B">
      <w:pPr>
        <w:shd w:val="clear" w:color="auto" w:fill="FFFFFF"/>
        <w:jc w:val="both"/>
        <w:rPr>
          <w:b/>
          <w:i/>
          <w:lang w:val="it-IT"/>
        </w:rPr>
      </w:pPr>
      <w:r w:rsidRPr="004966C3">
        <w:rPr>
          <w:b/>
          <w:i/>
          <w:lang w:val="it-IT"/>
        </w:rPr>
        <w:t>Andrej: Ecco, professoressa, la lavagna è pulita.</w:t>
      </w:r>
    </w:p>
    <w:p w:rsidR="00F01BE7" w:rsidRPr="004966C3" w:rsidRDefault="00F01BE7" w:rsidP="002E1D9B">
      <w:pPr>
        <w:shd w:val="clear" w:color="auto" w:fill="FFFFFF"/>
        <w:jc w:val="both"/>
        <w:rPr>
          <w:b/>
          <w:i/>
          <w:lang w:val="it-IT"/>
        </w:rPr>
      </w:pPr>
      <w:r w:rsidRPr="004966C3">
        <w:rPr>
          <w:b/>
          <w:i/>
          <w:lang w:val="it-IT"/>
        </w:rPr>
        <w:t>Professoressa: Grazie, vai al tuo posto.</w:t>
      </w:r>
    </w:p>
    <w:p w:rsidR="00F01BE7" w:rsidRPr="004966C3" w:rsidRDefault="00F01BE7" w:rsidP="002E1D9B">
      <w:pPr>
        <w:shd w:val="clear" w:color="auto" w:fill="FFFFFF"/>
        <w:jc w:val="both"/>
        <w:rPr>
          <w:b/>
          <w:lang w:val="it-IT"/>
        </w:rPr>
      </w:pPr>
      <w:r w:rsidRPr="004966C3">
        <w:rPr>
          <w:b/>
        </w:rPr>
        <w:t>Говорим</w:t>
      </w:r>
      <w:r w:rsidRPr="004966C3">
        <w:rPr>
          <w:b/>
          <w:lang w:val="it-IT"/>
        </w:rPr>
        <w:t xml:space="preserve"> </w:t>
      </w:r>
      <w:r w:rsidRPr="004966C3">
        <w:rPr>
          <w:b/>
        </w:rPr>
        <w:t>ученицима</w:t>
      </w:r>
      <w:r w:rsidRPr="004966C3">
        <w:rPr>
          <w:b/>
          <w:lang w:val="it-IT"/>
        </w:rPr>
        <w:t xml:space="preserve"> </w:t>
      </w:r>
      <w:r w:rsidRPr="004966C3">
        <w:rPr>
          <w:b/>
        </w:rPr>
        <w:t>да</w:t>
      </w:r>
      <w:r w:rsidRPr="004966C3">
        <w:rPr>
          <w:b/>
          <w:lang w:val="it-IT"/>
        </w:rPr>
        <w:t xml:space="preserve"> </w:t>
      </w:r>
      <w:r w:rsidRPr="004966C3">
        <w:rPr>
          <w:b/>
        </w:rPr>
        <w:t>буду</w:t>
      </w:r>
      <w:r w:rsidRPr="004966C3">
        <w:rPr>
          <w:b/>
          <w:lang w:val="it-IT"/>
        </w:rPr>
        <w:t xml:space="preserve"> </w:t>
      </w:r>
      <w:r w:rsidRPr="004966C3">
        <w:rPr>
          <w:b/>
        </w:rPr>
        <w:t>креативни</w:t>
      </w:r>
      <w:r w:rsidRPr="004966C3">
        <w:rPr>
          <w:b/>
          <w:lang w:val="it-IT"/>
        </w:rPr>
        <w:t xml:space="preserve">, </w:t>
      </w:r>
      <w:r w:rsidRPr="004966C3">
        <w:rPr>
          <w:b/>
        </w:rPr>
        <w:t>да</w:t>
      </w:r>
      <w:r w:rsidRPr="004966C3">
        <w:rPr>
          <w:b/>
          <w:lang w:val="it-IT"/>
        </w:rPr>
        <w:t xml:space="preserve"> </w:t>
      </w:r>
      <w:r w:rsidRPr="004966C3">
        <w:rPr>
          <w:b/>
        </w:rPr>
        <w:t>се</w:t>
      </w:r>
      <w:r w:rsidRPr="004966C3">
        <w:rPr>
          <w:b/>
          <w:lang w:val="it-IT"/>
        </w:rPr>
        <w:t xml:space="preserve"> </w:t>
      </w:r>
      <w:r w:rsidRPr="004966C3">
        <w:rPr>
          <w:b/>
        </w:rPr>
        <w:t>присете</w:t>
      </w:r>
      <w:r w:rsidRPr="004966C3">
        <w:rPr>
          <w:b/>
          <w:lang w:val="it-IT"/>
        </w:rPr>
        <w:t xml:space="preserve"> </w:t>
      </w:r>
      <w:r w:rsidRPr="004966C3">
        <w:rPr>
          <w:b/>
        </w:rPr>
        <w:t>како</w:t>
      </w:r>
      <w:r w:rsidRPr="004966C3">
        <w:rPr>
          <w:b/>
          <w:lang w:val="it-IT"/>
        </w:rPr>
        <w:t xml:space="preserve"> </w:t>
      </w:r>
      <w:r w:rsidRPr="004966C3">
        <w:rPr>
          <w:b/>
        </w:rPr>
        <w:t>углавном</w:t>
      </w:r>
      <w:r w:rsidRPr="004966C3">
        <w:rPr>
          <w:b/>
          <w:lang w:val="it-IT"/>
        </w:rPr>
        <w:t xml:space="preserve"> </w:t>
      </w:r>
      <w:r w:rsidRPr="004966C3">
        <w:rPr>
          <w:b/>
        </w:rPr>
        <w:t>разговарамо</w:t>
      </w:r>
      <w:r w:rsidRPr="004966C3">
        <w:rPr>
          <w:b/>
          <w:lang w:val="it-IT"/>
        </w:rPr>
        <w:t xml:space="preserve"> </w:t>
      </w:r>
      <w:r w:rsidRPr="004966C3">
        <w:rPr>
          <w:b/>
        </w:rPr>
        <w:t>на</w:t>
      </w:r>
      <w:r w:rsidRPr="004966C3">
        <w:rPr>
          <w:b/>
          <w:lang w:val="it-IT"/>
        </w:rPr>
        <w:t xml:space="preserve"> </w:t>
      </w:r>
      <w:r w:rsidRPr="004966C3">
        <w:rPr>
          <w:b/>
        </w:rPr>
        <w:t>почетку</w:t>
      </w:r>
      <w:r w:rsidRPr="004966C3">
        <w:rPr>
          <w:b/>
          <w:lang w:val="it-IT"/>
        </w:rPr>
        <w:t xml:space="preserve"> </w:t>
      </w:r>
      <w:r w:rsidRPr="004966C3">
        <w:rPr>
          <w:b/>
        </w:rPr>
        <w:t>часа</w:t>
      </w:r>
      <w:r w:rsidRPr="004966C3">
        <w:rPr>
          <w:b/>
          <w:lang w:val="it-IT"/>
        </w:rPr>
        <w:t xml:space="preserve">, </w:t>
      </w:r>
      <w:r w:rsidRPr="004966C3">
        <w:rPr>
          <w:b/>
        </w:rPr>
        <w:t>али</w:t>
      </w:r>
      <w:r w:rsidRPr="004966C3">
        <w:rPr>
          <w:b/>
          <w:lang w:val="it-IT"/>
        </w:rPr>
        <w:t xml:space="preserve"> </w:t>
      </w:r>
      <w:r w:rsidRPr="004966C3">
        <w:rPr>
          <w:b/>
        </w:rPr>
        <w:t>и</w:t>
      </w:r>
      <w:r w:rsidRPr="004966C3">
        <w:rPr>
          <w:b/>
          <w:lang w:val="it-IT"/>
        </w:rPr>
        <w:t xml:space="preserve"> </w:t>
      </w:r>
      <w:r w:rsidRPr="004966C3">
        <w:rPr>
          <w:b/>
        </w:rPr>
        <w:t>да</w:t>
      </w:r>
      <w:r w:rsidRPr="004966C3">
        <w:rPr>
          <w:b/>
          <w:lang w:val="it-IT"/>
        </w:rPr>
        <w:t xml:space="preserve"> </w:t>
      </w:r>
      <w:r w:rsidRPr="004966C3">
        <w:rPr>
          <w:b/>
        </w:rPr>
        <w:t>смеју</w:t>
      </w:r>
      <w:r w:rsidRPr="004966C3">
        <w:rPr>
          <w:b/>
          <w:lang w:val="it-IT"/>
        </w:rPr>
        <w:t xml:space="preserve"> </w:t>
      </w:r>
      <w:r w:rsidRPr="004966C3">
        <w:rPr>
          <w:b/>
        </w:rPr>
        <w:t>да</w:t>
      </w:r>
      <w:r w:rsidRPr="004966C3">
        <w:rPr>
          <w:b/>
          <w:lang w:val="it-IT"/>
        </w:rPr>
        <w:t xml:space="preserve"> </w:t>
      </w:r>
      <w:r w:rsidRPr="004966C3">
        <w:rPr>
          <w:b/>
        </w:rPr>
        <w:t>гледају</w:t>
      </w:r>
      <w:r w:rsidRPr="004966C3">
        <w:rPr>
          <w:b/>
          <w:lang w:val="it-IT"/>
        </w:rPr>
        <w:t xml:space="preserve"> </w:t>
      </w:r>
      <w:r w:rsidRPr="004966C3">
        <w:rPr>
          <w:b/>
        </w:rPr>
        <w:t>текстове</w:t>
      </w:r>
      <w:r w:rsidRPr="004966C3">
        <w:rPr>
          <w:b/>
          <w:lang w:val="it-IT"/>
        </w:rPr>
        <w:t xml:space="preserve"> </w:t>
      </w:r>
      <w:r w:rsidRPr="004966C3">
        <w:rPr>
          <w:b/>
        </w:rPr>
        <w:t>из</w:t>
      </w:r>
      <w:r w:rsidRPr="004966C3">
        <w:rPr>
          <w:b/>
          <w:lang w:val="it-IT"/>
        </w:rPr>
        <w:t xml:space="preserve"> </w:t>
      </w:r>
      <w:r w:rsidRPr="004966C3">
        <w:rPr>
          <w:b/>
        </w:rPr>
        <w:t>Радне</w:t>
      </w:r>
      <w:r w:rsidRPr="004966C3">
        <w:rPr>
          <w:b/>
          <w:lang w:val="it-IT"/>
        </w:rPr>
        <w:t xml:space="preserve"> </w:t>
      </w:r>
      <w:r w:rsidRPr="004966C3">
        <w:rPr>
          <w:b/>
        </w:rPr>
        <w:t>свеске</w:t>
      </w:r>
      <w:r w:rsidRPr="004966C3">
        <w:rPr>
          <w:b/>
          <w:lang w:val="it-IT"/>
        </w:rPr>
        <w:t xml:space="preserve">. </w:t>
      </w:r>
      <w:r w:rsidRPr="004966C3">
        <w:rPr>
          <w:b/>
        </w:rPr>
        <w:t>Подсећам</w:t>
      </w:r>
      <w:r w:rsidRPr="004966C3">
        <w:rPr>
          <w:b/>
          <w:lang w:val="it-IT"/>
        </w:rPr>
        <w:t xml:space="preserve"> </w:t>
      </w:r>
      <w:r w:rsidRPr="004966C3">
        <w:rPr>
          <w:b/>
        </w:rPr>
        <w:t>их</w:t>
      </w:r>
      <w:r w:rsidRPr="004966C3">
        <w:rPr>
          <w:b/>
          <w:lang w:val="it-IT"/>
        </w:rPr>
        <w:t xml:space="preserve"> </w:t>
      </w:r>
      <w:r w:rsidRPr="004966C3">
        <w:rPr>
          <w:b/>
        </w:rPr>
        <w:t>да</w:t>
      </w:r>
      <w:r w:rsidRPr="004966C3">
        <w:rPr>
          <w:b/>
          <w:lang w:val="it-IT"/>
        </w:rPr>
        <w:t xml:space="preserve"> </w:t>
      </w:r>
      <w:r w:rsidRPr="004966C3">
        <w:rPr>
          <w:b/>
        </w:rPr>
        <w:t>не</w:t>
      </w:r>
      <w:r w:rsidRPr="004966C3">
        <w:rPr>
          <w:b/>
          <w:lang w:val="it-IT"/>
        </w:rPr>
        <w:t xml:space="preserve"> </w:t>
      </w:r>
      <w:r w:rsidRPr="004966C3">
        <w:rPr>
          <w:b/>
        </w:rPr>
        <w:t>забораве</w:t>
      </w:r>
      <w:r w:rsidRPr="004966C3">
        <w:rPr>
          <w:b/>
          <w:lang w:val="it-IT"/>
        </w:rPr>
        <w:t xml:space="preserve"> </w:t>
      </w:r>
      <w:r w:rsidRPr="004966C3">
        <w:rPr>
          <w:b/>
        </w:rPr>
        <w:t>да</w:t>
      </w:r>
      <w:r w:rsidRPr="004966C3">
        <w:rPr>
          <w:b/>
          <w:lang w:val="it-IT"/>
        </w:rPr>
        <w:t xml:space="preserve"> </w:t>
      </w:r>
      <w:r w:rsidRPr="004966C3">
        <w:rPr>
          <w:b/>
        </w:rPr>
        <w:t>употребе</w:t>
      </w:r>
      <w:r w:rsidRPr="004966C3">
        <w:rPr>
          <w:b/>
          <w:lang w:val="it-IT"/>
        </w:rPr>
        <w:t xml:space="preserve"> </w:t>
      </w:r>
      <w:r w:rsidRPr="004966C3">
        <w:rPr>
          <w:b/>
        </w:rPr>
        <w:t>чланове</w:t>
      </w:r>
      <w:r w:rsidRPr="004966C3">
        <w:rPr>
          <w:b/>
          <w:lang w:val="it-IT"/>
        </w:rPr>
        <w:t xml:space="preserve"> </w:t>
      </w:r>
      <w:r w:rsidRPr="004966C3">
        <w:rPr>
          <w:b/>
        </w:rPr>
        <w:t>испред</w:t>
      </w:r>
      <w:r w:rsidRPr="004966C3">
        <w:rPr>
          <w:b/>
          <w:lang w:val="it-IT"/>
        </w:rPr>
        <w:t xml:space="preserve"> </w:t>
      </w:r>
      <w:r w:rsidRPr="004966C3">
        <w:rPr>
          <w:b/>
        </w:rPr>
        <w:t>именица</w:t>
      </w:r>
      <w:r w:rsidRPr="004966C3">
        <w:rPr>
          <w:b/>
          <w:lang w:val="it-IT"/>
        </w:rPr>
        <w:t xml:space="preserve">. </w:t>
      </w:r>
      <w:r w:rsidRPr="004966C3">
        <w:rPr>
          <w:b/>
        </w:rPr>
        <w:t>Док</w:t>
      </w:r>
      <w:r w:rsidRPr="004966C3">
        <w:rPr>
          <w:b/>
          <w:lang w:val="it-IT"/>
        </w:rPr>
        <w:t xml:space="preserve"> </w:t>
      </w:r>
      <w:r w:rsidRPr="004966C3">
        <w:rPr>
          <w:b/>
        </w:rPr>
        <w:t>раде</w:t>
      </w:r>
      <w:r w:rsidRPr="004966C3">
        <w:rPr>
          <w:b/>
          <w:lang w:val="it-IT"/>
        </w:rPr>
        <w:t xml:space="preserve">, </w:t>
      </w:r>
      <w:r w:rsidRPr="004966C3">
        <w:rPr>
          <w:b/>
        </w:rPr>
        <w:t>шетам</w:t>
      </w:r>
      <w:r w:rsidRPr="004966C3">
        <w:rPr>
          <w:b/>
          <w:lang w:val="it-IT"/>
        </w:rPr>
        <w:t xml:space="preserve"> </w:t>
      </w:r>
      <w:r w:rsidRPr="004966C3">
        <w:rPr>
          <w:b/>
        </w:rPr>
        <w:t>између</w:t>
      </w:r>
      <w:r w:rsidRPr="004966C3">
        <w:rPr>
          <w:b/>
          <w:lang w:val="it-IT"/>
        </w:rPr>
        <w:t xml:space="preserve"> </w:t>
      </w:r>
      <w:r w:rsidRPr="004966C3">
        <w:rPr>
          <w:b/>
        </w:rPr>
        <w:t>клупа</w:t>
      </w:r>
      <w:r w:rsidRPr="004966C3">
        <w:rPr>
          <w:b/>
          <w:lang w:val="it-IT"/>
        </w:rPr>
        <w:t xml:space="preserve">, </w:t>
      </w:r>
      <w:r w:rsidRPr="004966C3">
        <w:rPr>
          <w:b/>
        </w:rPr>
        <w:t>гледам</w:t>
      </w:r>
      <w:r w:rsidRPr="004966C3">
        <w:rPr>
          <w:b/>
          <w:lang w:val="it-IT"/>
        </w:rPr>
        <w:t xml:space="preserve"> </w:t>
      </w:r>
      <w:r w:rsidRPr="004966C3">
        <w:rPr>
          <w:b/>
        </w:rPr>
        <w:t>шта</w:t>
      </w:r>
      <w:r w:rsidRPr="004966C3">
        <w:rPr>
          <w:b/>
          <w:lang w:val="it-IT"/>
        </w:rPr>
        <w:t xml:space="preserve"> </w:t>
      </w:r>
      <w:r w:rsidRPr="004966C3">
        <w:rPr>
          <w:b/>
        </w:rPr>
        <w:t>пишу</w:t>
      </w:r>
      <w:r w:rsidRPr="004966C3">
        <w:rPr>
          <w:b/>
          <w:lang w:val="it-IT"/>
        </w:rPr>
        <w:t xml:space="preserve"> </w:t>
      </w:r>
      <w:r w:rsidRPr="004966C3">
        <w:rPr>
          <w:b/>
        </w:rPr>
        <w:t>и</w:t>
      </w:r>
      <w:r w:rsidRPr="004966C3">
        <w:rPr>
          <w:b/>
          <w:lang w:val="it-IT"/>
        </w:rPr>
        <w:t xml:space="preserve"> </w:t>
      </w:r>
      <w:r w:rsidRPr="004966C3">
        <w:rPr>
          <w:b/>
        </w:rPr>
        <w:t>сугеришем</w:t>
      </w:r>
      <w:r w:rsidRPr="004966C3">
        <w:rPr>
          <w:b/>
          <w:lang w:val="it-IT"/>
        </w:rPr>
        <w:t xml:space="preserve"> </w:t>
      </w:r>
      <w:r w:rsidRPr="004966C3">
        <w:rPr>
          <w:b/>
        </w:rPr>
        <w:t>им</w:t>
      </w:r>
      <w:r w:rsidRPr="004966C3">
        <w:rPr>
          <w:b/>
          <w:lang w:val="it-IT"/>
        </w:rPr>
        <w:t xml:space="preserve"> </w:t>
      </w:r>
      <w:r w:rsidRPr="004966C3">
        <w:rPr>
          <w:b/>
        </w:rPr>
        <w:t>нешто</w:t>
      </w:r>
      <w:r w:rsidRPr="004966C3">
        <w:rPr>
          <w:b/>
          <w:lang w:val="it-IT"/>
        </w:rPr>
        <w:t xml:space="preserve"> </w:t>
      </w:r>
      <w:r w:rsidRPr="004966C3">
        <w:rPr>
          <w:b/>
        </w:rPr>
        <w:t>уколико</w:t>
      </w:r>
      <w:r w:rsidRPr="004966C3">
        <w:rPr>
          <w:b/>
          <w:lang w:val="it-IT"/>
        </w:rPr>
        <w:t xml:space="preserve"> </w:t>
      </w:r>
      <w:r w:rsidRPr="004966C3">
        <w:rPr>
          <w:b/>
        </w:rPr>
        <w:t>има</w:t>
      </w:r>
      <w:r w:rsidRPr="004966C3">
        <w:rPr>
          <w:b/>
          <w:lang w:val="it-IT"/>
        </w:rPr>
        <w:t xml:space="preserve"> </w:t>
      </w:r>
      <w:r w:rsidRPr="004966C3">
        <w:rPr>
          <w:b/>
        </w:rPr>
        <w:t>потребе</w:t>
      </w:r>
      <w:r w:rsidRPr="004966C3">
        <w:rPr>
          <w:b/>
          <w:lang w:val="it-IT"/>
        </w:rPr>
        <w:t>.</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(10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Сваки пар чита своју „причицу“ са часа. Исправљам грешке, похваљујем труд и креативност и бирамо најзанимљивији рад.</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8</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i/>
          <w:u w:val="single"/>
          <w:lang w:val="sr-Cyrl-CS"/>
        </w:rPr>
      </w:pPr>
      <w:r w:rsidRPr="004966C3">
        <w:rPr>
          <w:b/>
          <w:u w:val="single"/>
          <w:lang w:val="sr-Cyrl-CS"/>
        </w:rPr>
        <w:t>Наставна јединица</w:t>
      </w:r>
      <w:r w:rsidRPr="004966C3">
        <w:rPr>
          <w:b/>
          <w:lang w:val="sr-Cyrl-CS"/>
        </w:rPr>
        <w:t xml:space="preserve">: </w:t>
      </w:r>
      <w:r w:rsidRPr="004966C3">
        <w:rPr>
          <w:b/>
          <w:i/>
          <w:lang w:val="it-IT"/>
        </w:rPr>
        <w:t>Conosciamo una nuova città – Venezia!</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вежбање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илустративна, истраживачки рад</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 групни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CD, фотографије Венеције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pStyle w:val="ListParagraph"/>
        <w:rPr>
          <w:b/>
        </w:rPr>
      </w:pPr>
    </w:p>
    <w:p w:rsidR="00F01BE7" w:rsidRPr="004966C3" w:rsidRDefault="00F01BE7" w:rsidP="002E1D9B">
      <w:pPr>
        <w:numPr>
          <w:ilvl w:val="0"/>
          <w:numId w:val="9"/>
        </w:numPr>
        <w:shd w:val="clear" w:color="auto" w:fill="FFFFFF"/>
        <w:rPr>
          <w:b/>
        </w:rPr>
      </w:pPr>
      <w:r w:rsidRPr="004966C3">
        <w:rPr>
          <w:b/>
          <w:u w:val="single"/>
        </w:rPr>
        <w:t>Корелација</w:t>
      </w:r>
      <w:r w:rsidRPr="004966C3">
        <w:rPr>
          <w:b/>
        </w:rPr>
        <w:t>: географија</w:t>
      </w:r>
    </w:p>
    <w:p w:rsidR="00F01BE7" w:rsidRPr="004966C3" w:rsidRDefault="00F01BE7" w:rsidP="002E1D9B">
      <w:pPr>
        <w:shd w:val="clear" w:color="auto" w:fill="FFFFFF"/>
        <w:rPr>
          <w:b/>
        </w:rPr>
      </w:pP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упознавање Венеције као једног од најпознатијих италијанских туристичких локалитета, проширивање вокабулара</w:t>
      </w:r>
    </w:p>
    <w:p w:rsidR="00F01BE7" w:rsidRPr="004966C3" w:rsidRDefault="00F01BE7" w:rsidP="002E1D9B">
      <w:pPr>
        <w:shd w:val="clear" w:color="auto" w:fill="FFFFFF"/>
        <w:rPr>
          <w:b/>
          <w:u w:val="dotted"/>
          <w:lang w:val="sr-Cyrl-CS"/>
        </w:rPr>
      </w:pPr>
    </w:p>
    <w:p w:rsidR="00F01BE7" w:rsidRPr="004966C3" w:rsidRDefault="00F01BE7" w:rsidP="002E1D9B">
      <w:pPr>
        <w:pStyle w:val="ListParagraph"/>
        <w:numPr>
          <w:ilvl w:val="0"/>
          <w:numId w:val="17"/>
        </w:numPr>
        <w:rPr>
          <w:b/>
          <w:u w:val="single"/>
        </w:rPr>
      </w:pPr>
      <w:r w:rsidRPr="004966C3">
        <w:rPr>
          <w:b/>
          <w:u w:val="single"/>
          <w:lang w:val="sr-Cyrl-CS"/>
        </w:rPr>
        <w:t>Очекивани исходи:</w:t>
      </w:r>
    </w:p>
    <w:p w:rsidR="00F01BE7" w:rsidRPr="004966C3" w:rsidRDefault="00F01BE7" w:rsidP="002E1D9B">
      <w:pPr>
        <w:pStyle w:val="ListParagraph"/>
        <w:shd w:val="clear" w:color="auto" w:fill="FFFFFF"/>
        <w:ind w:left="1440"/>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pStyle w:val="ListParagraph"/>
        <w:numPr>
          <w:ilvl w:val="0"/>
          <w:numId w:val="27"/>
        </w:numPr>
        <w:shd w:val="clear" w:color="auto" w:fill="FFFFFF"/>
        <w:rPr>
          <w:b/>
          <w:lang w:val="sr-Cyrl-CS"/>
        </w:rPr>
      </w:pPr>
      <w:r w:rsidRPr="004966C3">
        <w:rPr>
          <w:b/>
          <w:lang w:val="sr-Cyrl-CS"/>
        </w:rPr>
        <w:t>препознају и опишу споменике у Венецији и свом граду, наведу сличности и разлике</w:t>
      </w: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Пушта снимак, иницира дијалог постављајући питања, исправља грешке ученика, показује фотографије Венеције, захтева коментаре.</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Слушају и читају текст, одговарају на питања у вези са њим, дискутују међусобно и са наставником, изражавају ставове.</w:t>
      </w:r>
    </w:p>
    <w:p w:rsidR="00F01BE7" w:rsidRPr="004966C3" w:rsidRDefault="00F01BE7" w:rsidP="002E1D9B">
      <w:pPr>
        <w:shd w:val="clear" w:color="auto" w:fill="FFFFFF"/>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w:t>
      </w:r>
      <w:r w:rsidRPr="004966C3">
        <w:rPr>
          <w:b/>
        </w:rPr>
        <w:t>5</w:t>
      </w:r>
      <w:r w:rsidRPr="004966C3">
        <w:rPr>
          <w:b/>
          <w:lang w:val="sr-Cyrl-CS"/>
        </w:rPr>
        <w:t xml:space="preserve">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 xml:space="preserve">На почетку часа ученике кроз разговор подсећам на основне географске карактеристике Италије и уводим тему данашњег часа, а то је Венеција. Том приликом посматрамо карту Италије коју имамо у учионици још од прошле године.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Che</w:t>
      </w:r>
      <w:r w:rsidRPr="004966C3">
        <w:rPr>
          <w:b/>
          <w:i/>
          <w:lang w:val="sr-Cyrl-CS"/>
        </w:rPr>
        <w:t xml:space="preserve"> </w:t>
      </w:r>
      <w:r w:rsidRPr="004966C3">
        <w:rPr>
          <w:b/>
          <w:i/>
          <w:lang w:val="it-IT"/>
        </w:rPr>
        <w:t>cos</w:t>
      </w:r>
      <w:r w:rsidRPr="004966C3">
        <w:rPr>
          <w:b/>
          <w:i/>
          <w:lang w:val="sr-Cyrl-CS"/>
        </w:rPr>
        <w:t xml:space="preserve">’è </w:t>
      </w:r>
      <w:r w:rsidRPr="004966C3">
        <w:rPr>
          <w:b/>
          <w:i/>
          <w:lang w:val="it-IT"/>
        </w:rPr>
        <w:t>l</w:t>
      </w:r>
      <w:r w:rsidRPr="004966C3">
        <w:rPr>
          <w:b/>
          <w:i/>
          <w:lang w:val="sr-Cyrl-CS"/>
        </w:rPr>
        <w:t>’</w:t>
      </w:r>
      <w:r w:rsidRPr="004966C3">
        <w:rPr>
          <w:b/>
          <w:i/>
          <w:lang w:val="it-IT"/>
        </w:rPr>
        <w:t>Italia</w:t>
      </w:r>
      <w:r w:rsidRPr="004966C3">
        <w:rPr>
          <w:b/>
          <w:i/>
          <w:lang w:val="sr-Cyrl-CS"/>
        </w:rPr>
        <w:t xml:space="preserve">? È </w:t>
      </w:r>
      <w:r w:rsidRPr="004966C3">
        <w:rPr>
          <w:b/>
          <w:i/>
          <w:lang w:val="it-IT"/>
        </w:rPr>
        <w:t>una</w:t>
      </w:r>
      <w:r w:rsidRPr="004966C3">
        <w:rPr>
          <w:b/>
          <w:i/>
          <w:lang w:val="sr-Cyrl-CS"/>
        </w:rPr>
        <w:t xml:space="preserve"> </w:t>
      </w:r>
      <w:r w:rsidRPr="004966C3">
        <w:rPr>
          <w:b/>
          <w:i/>
          <w:lang w:val="it-IT"/>
        </w:rPr>
        <w:t>penisola</w:t>
      </w:r>
      <w:r w:rsidRPr="004966C3">
        <w:rPr>
          <w:b/>
          <w:i/>
          <w:lang w:val="sr-Cyrl-CS"/>
        </w:rPr>
        <w:t xml:space="preserve">, </w:t>
      </w:r>
      <w:r w:rsidRPr="004966C3">
        <w:rPr>
          <w:b/>
          <w:i/>
          <w:lang w:val="it-IT"/>
        </w:rPr>
        <w:t>vero</w:t>
      </w:r>
      <w:r w:rsidRPr="004966C3">
        <w:rPr>
          <w:b/>
          <w:i/>
          <w:lang w:val="sr-Cyrl-CS"/>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si chiama il mare che bagna Venezia?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E quali sono le altre città sul mare?</w:t>
      </w: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(30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 xml:space="preserve">Пуштам ученицима снимак текста са </w:t>
      </w:r>
      <w:r w:rsidRPr="004966C3">
        <w:rPr>
          <w:b/>
          <w:lang w:val="it-IT"/>
        </w:rPr>
        <w:t>CD</w:t>
      </w:r>
      <w:r w:rsidRPr="004966C3">
        <w:rPr>
          <w:b/>
          <w:lang w:val="sr-Cyrl-CS"/>
        </w:rPr>
        <w:t>-а и говорим им да прате текст у Уџбенику. Након одслушаног снимка постављам питања којима проверавам глобално разумевање текста</w:t>
      </w:r>
      <w:r w:rsidRPr="004966C3">
        <w:rPr>
          <w:b/>
        </w:rPr>
        <w:t>:</w:t>
      </w:r>
      <w:r w:rsidRPr="004966C3">
        <w:rPr>
          <w:b/>
          <w:lang w:val="sr-Cyrl-CS"/>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Quali sono i monumenti più famosi di Venezia?</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si chiama la piazza principale?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Cosa c’è in questa Piazza?</w:t>
      </w: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овог</w:t>
      </w:r>
      <w:r w:rsidRPr="004966C3">
        <w:rPr>
          <w:b/>
          <w:lang w:val="it-IT"/>
        </w:rPr>
        <w:t xml:space="preserve"> </w:t>
      </w:r>
      <w:r w:rsidRPr="004966C3">
        <w:rPr>
          <w:b/>
        </w:rPr>
        <w:t>разговора</w:t>
      </w:r>
      <w:r w:rsidRPr="004966C3">
        <w:rPr>
          <w:b/>
          <w:lang w:val="it-IT"/>
        </w:rPr>
        <w:t xml:space="preserve"> </w:t>
      </w:r>
      <w:r w:rsidRPr="004966C3">
        <w:rPr>
          <w:b/>
        </w:rPr>
        <w:t>дајем</w:t>
      </w:r>
      <w:r w:rsidRPr="004966C3">
        <w:rPr>
          <w:b/>
          <w:lang w:val="it-IT"/>
        </w:rPr>
        <w:t xml:space="preserve"> </w:t>
      </w:r>
      <w:r w:rsidRPr="004966C3">
        <w:rPr>
          <w:b/>
        </w:rPr>
        <w:t>ученицима</w:t>
      </w:r>
      <w:r w:rsidRPr="004966C3">
        <w:rPr>
          <w:b/>
          <w:lang w:val="it-IT"/>
        </w:rPr>
        <w:t xml:space="preserve"> </w:t>
      </w:r>
      <w:r w:rsidRPr="004966C3">
        <w:rPr>
          <w:b/>
        </w:rPr>
        <w:t>разгледнице</w:t>
      </w:r>
      <w:r w:rsidRPr="004966C3">
        <w:rPr>
          <w:b/>
          <w:lang w:val="it-IT"/>
        </w:rPr>
        <w:t xml:space="preserve"> </w:t>
      </w:r>
      <w:r w:rsidRPr="004966C3">
        <w:rPr>
          <w:b/>
        </w:rPr>
        <w:t>Венеције</w:t>
      </w:r>
      <w:r w:rsidRPr="004966C3">
        <w:rPr>
          <w:b/>
          <w:lang w:val="it-IT"/>
        </w:rPr>
        <w:t xml:space="preserve">, </w:t>
      </w:r>
      <w:r w:rsidRPr="004966C3">
        <w:rPr>
          <w:b/>
        </w:rPr>
        <w:t>као</w:t>
      </w:r>
      <w:r w:rsidRPr="004966C3">
        <w:rPr>
          <w:b/>
          <w:lang w:val="it-IT"/>
        </w:rPr>
        <w:t xml:space="preserve"> </w:t>
      </w:r>
      <w:r w:rsidRPr="004966C3">
        <w:rPr>
          <w:b/>
        </w:rPr>
        <w:t>и</w:t>
      </w:r>
      <w:r w:rsidRPr="004966C3">
        <w:rPr>
          <w:b/>
          <w:lang w:val="it-IT"/>
        </w:rPr>
        <w:t xml:space="preserve"> </w:t>
      </w:r>
      <w:r w:rsidRPr="004966C3">
        <w:rPr>
          <w:b/>
        </w:rPr>
        <w:t>фотографије</w:t>
      </w:r>
      <w:r w:rsidRPr="004966C3">
        <w:rPr>
          <w:b/>
          <w:lang w:val="it-IT"/>
        </w:rPr>
        <w:t xml:space="preserve"> </w:t>
      </w:r>
      <w:r w:rsidRPr="004966C3">
        <w:rPr>
          <w:b/>
        </w:rPr>
        <w:t>исечене</w:t>
      </w:r>
      <w:r w:rsidRPr="004966C3">
        <w:rPr>
          <w:b/>
          <w:lang w:val="it-IT"/>
        </w:rPr>
        <w:t xml:space="preserve"> </w:t>
      </w:r>
      <w:r w:rsidRPr="004966C3">
        <w:rPr>
          <w:b/>
        </w:rPr>
        <w:t>из</w:t>
      </w:r>
      <w:r w:rsidRPr="004966C3">
        <w:rPr>
          <w:b/>
          <w:lang w:val="it-IT"/>
        </w:rPr>
        <w:t xml:space="preserve"> </w:t>
      </w:r>
      <w:r w:rsidRPr="004966C3">
        <w:rPr>
          <w:b/>
        </w:rPr>
        <w:t>календара</w:t>
      </w:r>
      <w:r w:rsidRPr="004966C3">
        <w:rPr>
          <w:b/>
          <w:lang w:val="it-IT"/>
        </w:rPr>
        <w:t xml:space="preserve"> </w:t>
      </w:r>
      <w:r w:rsidRPr="004966C3">
        <w:rPr>
          <w:b/>
        </w:rPr>
        <w:t>и</w:t>
      </w:r>
      <w:r w:rsidRPr="004966C3">
        <w:rPr>
          <w:b/>
          <w:lang w:val="it-IT"/>
        </w:rPr>
        <w:t xml:space="preserve"> </w:t>
      </w:r>
      <w:r w:rsidRPr="004966C3">
        <w:rPr>
          <w:b/>
        </w:rPr>
        <w:t>туристичких</w:t>
      </w:r>
      <w:r w:rsidRPr="004966C3">
        <w:rPr>
          <w:b/>
          <w:lang w:val="it-IT"/>
        </w:rPr>
        <w:t xml:space="preserve"> </w:t>
      </w:r>
      <w:r w:rsidRPr="004966C3">
        <w:rPr>
          <w:b/>
        </w:rPr>
        <w:t>проспеката</w:t>
      </w:r>
      <w:r w:rsidRPr="004966C3">
        <w:rPr>
          <w:b/>
          <w:lang w:val="it-IT"/>
        </w:rPr>
        <w:t xml:space="preserve">. </w:t>
      </w:r>
      <w:r w:rsidRPr="004966C3">
        <w:rPr>
          <w:b/>
        </w:rPr>
        <w:t>На</w:t>
      </w:r>
      <w:r w:rsidRPr="004966C3">
        <w:rPr>
          <w:b/>
          <w:lang w:val="it-IT"/>
        </w:rPr>
        <w:t xml:space="preserve"> </w:t>
      </w:r>
      <w:r w:rsidRPr="004966C3">
        <w:rPr>
          <w:b/>
        </w:rPr>
        <w:t>фотографијама</w:t>
      </w:r>
      <w:r w:rsidRPr="004966C3">
        <w:rPr>
          <w:b/>
          <w:lang w:val="it-IT"/>
        </w:rPr>
        <w:t xml:space="preserve"> </w:t>
      </w:r>
      <w:r w:rsidRPr="004966C3">
        <w:rPr>
          <w:b/>
        </w:rPr>
        <w:t>су</w:t>
      </w:r>
      <w:r w:rsidRPr="004966C3">
        <w:rPr>
          <w:b/>
          <w:lang w:val="it-IT"/>
        </w:rPr>
        <w:t xml:space="preserve"> </w:t>
      </w:r>
      <w:r w:rsidRPr="004966C3">
        <w:rPr>
          <w:b/>
        </w:rPr>
        <w:t>углавном</w:t>
      </w:r>
      <w:r w:rsidRPr="004966C3">
        <w:rPr>
          <w:b/>
          <w:lang w:val="it-IT"/>
        </w:rPr>
        <w:t xml:space="preserve"> </w:t>
      </w:r>
      <w:r w:rsidRPr="004966C3">
        <w:rPr>
          <w:b/>
        </w:rPr>
        <w:t>поменути</w:t>
      </w:r>
      <w:r w:rsidRPr="004966C3">
        <w:rPr>
          <w:b/>
          <w:lang w:val="it-IT"/>
        </w:rPr>
        <w:t xml:space="preserve"> </w:t>
      </w:r>
      <w:r w:rsidRPr="004966C3">
        <w:rPr>
          <w:b/>
        </w:rPr>
        <w:t>трг</w:t>
      </w:r>
      <w:r w:rsidRPr="004966C3">
        <w:rPr>
          <w:b/>
          <w:lang w:val="it-IT"/>
        </w:rPr>
        <w:t xml:space="preserve"> </w:t>
      </w:r>
      <w:r w:rsidRPr="004966C3">
        <w:rPr>
          <w:b/>
        </w:rPr>
        <w:t>и</w:t>
      </w:r>
      <w:r w:rsidRPr="004966C3">
        <w:rPr>
          <w:b/>
          <w:lang w:val="it-IT"/>
        </w:rPr>
        <w:t xml:space="preserve"> </w:t>
      </w:r>
      <w:r w:rsidRPr="004966C3">
        <w:rPr>
          <w:b/>
        </w:rPr>
        <w:t>базилика</w:t>
      </w:r>
      <w:r w:rsidRPr="004966C3">
        <w:rPr>
          <w:b/>
          <w:lang w:val="it-IT"/>
        </w:rPr>
        <w:t xml:space="preserve">, </w:t>
      </w:r>
      <w:r w:rsidRPr="004966C3">
        <w:rPr>
          <w:b/>
        </w:rPr>
        <w:t>али</w:t>
      </w:r>
      <w:r w:rsidRPr="004966C3">
        <w:rPr>
          <w:b/>
          <w:lang w:val="it-IT"/>
        </w:rPr>
        <w:t xml:space="preserve"> </w:t>
      </w:r>
      <w:r w:rsidRPr="004966C3">
        <w:rPr>
          <w:b/>
        </w:rPr>
        <w:t>и</w:t>
      </w:r>
      <w:r w:rsidRPr="004966C3">
        <w:rPr>
          <w:b/>
          <w:lang w:val="it-IT"/>
        </w:rPr>
        <w:t xml:space="preserve"> </w:t>
      </w:r>
      <w:r w:rsidRPr="004966C3">
        <w:rPr>
          <w:b/>
        </w:rPr>
        <w:t>Дуждева</w:t>
      </w:r>
      <w:r w:rsidRPr="004966C3">
        <w:rPr>
          <w:b/>
          <w:lang w:val="it-IT"/>
        </w:rPr>
        <w:t xml:space="preserve"> </w:t>
      </w:r>
      <w:r w:rsidRPr="004966C3">
        <w:rPr>
          <w:b/>
        </w:rPr>
        <w:t>палата</w:t>
      </w:r>
      <w:r w:rsidRPr="004966C3">
        <w:rPr>
          <w:b/>
          <w:lang w:val="it-IT"/>
        </w:rPr>
        <w:t xml:space="preserve">, </w:t>
      </w:r>
      <w:r w:rsidRPr="004966C3">
        <w:rPr>
          <w:b/>
        </w:rPr>
        <w:t>мост</w:t>
      </w:r>
      <w:r w:rsidRPr="004966C3">
        <w:rPr>
          <w:b/>
          <w:lang w:val="it-IT"/>
        </w:rPr>
        <w:t xml:space="preserve"> </w:t>
      </w:r>
      <w:r w:rsidRPr="004966C3">
        <w:rPr>
          <w:b/>
        </w:rPr>
        <w:t>Риалто</w:t>
      </w:r>
      <w:r w:rsidRPr="004966C3">
        <w:rPr>
          <w:b/>
          <w:lang w:val="it-IT"/>
        </w:rPr>
        <w:t xml:space="preserve">, </w:t>
      </w:r>
      <w:r w:rsidRPr="004966C3">
        <w:rPr>
          <w:b/>
        </w:rPr>
        <w:t>црква</w:t>
      </w:r>
      <w:r w:rsidRPr="004966C3">
        <w:rPr>
          <w:b/>
          <w:lang w:val="it-IT"/>
        </w:rPr>
        <w:t xml:space="preserve"> </w:t>
      </w:r>
      <w:r w:rsidRPr="004966C3">
        <w:rPr>
          <w:b/>
          <w:i/>
          <w:lang w:val="it-IT"/>
        </w:rPr>
        <w:t xml:space="preserve">Santa Maria della Salute, </w:t>
      </w:r>
      <w:r w:rsidRPr="004966C3">
        <w:rPr>
          <w:b/>
        </w:rPr>
        <w:t>канали</w:t>
      </w:r>
      <w:r w:rsidRPr="004966C3">
        <w:rPr>
          <w:b/>
          <w:lang w:val="it-IT"/>
        </w:rPr>
        <w:t xml:space="preserve"> </w:t>
      </w:r>
      <w:r w:rsidRPr="004966C3">
        <w:rPr>
          <w:b/>
        </w:rPr>
        <w:t>са</w:t>
      </w:r>
      <w:r w:rsidRPr="004966C3">
        <w:rPr>
          <w:b/>
          <w:lang w:val="it-IT"/>
        </w:rPr>
        <w:t xml:space="preserve"> </w:t>
      </w:r>
      <w:r w:rsidRPr="004966C3">
        <w:rPr>
          <w:b/>
        </w:rPr>
        <w:t>гондолама</w:t>
      </w:r>
      <w:r w:rsidRPr="004966C3">
        <w:rPr>
          <w:b/>
          <w:lang w:val="it-IT"/>
        </w:rPr>
        <w:t xml:space="preserve"> </w:t>
      </w:r>
      <w:r w:rsidRPr="004966C3">
        <w:rPr>
          <w:b/>
        </w:rPr>
        <w:t>и</w:t>
      </w:r>
      <w:r w:rsidRPr="004966C3">
        <w:rPr>
          <w:b/>
          <w:lang w:val="it-IT"/>
        </w:rPr>
        <w:t xml:space="preserve"> </w:t>
      </w:r>
      <w:r w:rsidRPr="004966C3">
        <w:rPr>
          <w:b/>
        </w:rPr>
        <w:t>гондолијерима</w:t>
      </w:r>
      <w:r w:rsidRPr="004966C3">
        <w:rPr>
          <w:b/>
          <w:lang w:val="it-IT"/>
        </w:rPr>
        <w:t>.</w:t>
      </w:r>
    </w:p>
    <w:p w:rsidR="00F01BE7" w:rsidRPr="004966C3" w:rsidRDefault="00F01BE7" w:rsidP="002E1D9B">
      <w:pPr>
        <w:shd w:val="clear" w:color="auto" w:fill="FFFFFF"/>
        <w:jc w:val="both"/>
        <w:rPr>
          <w:b/>
          <w:lang w:val="it-IT"/>
        </w:rPr>
      </w:pPr>
      <w:r w:rsidRPr="004966C3">
        <w:rPr>
          <w:b/>
        </w:rPr>
        <w:t>Док</w:t>
      </w:r>
      <w:r w:rsidRPr="004966C3">
        <w:rPr>
          <w:b/>
          <w:lang w:val="it-IT"/>
        </w:rPr>
        <w:t xml:space="preserve"> </w:t>
      </w:r>
      <w:r w:rsidRPr="004966C3">
        <w:rPr>
          <w:b/>
        </w:rPr>
        <w:t>ученици</w:t>
      </w:r>
      <w:r w:rsidRPr="004966C3">
        <w:rPr>
          <w:b/>
          <w:lang w:val="it-IT"/>
        </w:rPr>
        <w:t xml:space="preserve"> </w:t>
      </w:r>
      <w:r w:rsidRPr="004966C3">
        <w:rPr>
          <w:b/>
        </w:rPr>
        <w:t>разгледају</w:t>
      </w:r>
      <w:r w:rsidRPr="004966C3">
        <w:rPr>
          <w:b/>
          <w:lang w:val="it-IT"/>
        </w:rPr>
        <w:t xml:space="preserve"> </w:t>
      </w:r>
      <w:r w:rsidRPr="004966C3">
        <w:rPr>
          <w:b/>
        </w:rPr>
        <w:t>фотографије</w:t>
      </w:r>
      <w:r w:rsidRPr="004966C3">
        <w:rPr>
          <w:b/>
          <w:lang w:val="it-IT"/>
        </w:rPr>
        <w:t xml:space="preserve">, </w:t>
      </w:r>
      <w:r w:rsidRPr="004966C3">
        <w:rPr>
          <w:b/>
        </w:rPr>
        <w:t>причам</w:t>
      </w:r>
      <w:r w:rsidRPr="004966C3">
        <w:rPr>
          <w:b/>
          <w:lang w:val="it-IT"/>
        </w:rPr>
        <w:t xml:space="preserve"> </w:t>
      </w:r>
      <w:r w:rsidRPr="004966C3">
        <w:rPr>
          <w:b/>
        </w:rPr>
        <w:t>им</w:t>
      </w:r>
      <w:r w:rsidRPr="004966C3">
        <w:rPr>
          <w:b/>
          <w:lang w:val="it-IT"/>
        </w:rPr>
        <w:t xml:space="preserve"> </w:t>
      </w:r>
      <w:r w:rsidRPr="004966C3">
        <w:rPr>
          <w:b/>
        </w:rPr>
        <w:t>легенду</w:t>
      </w:r>
      <w:r w:rsidRPr="004966C3">
        <w:rPr>
          <w:b/>
          <w:lang w:val="it-IT"/>
        </w:rPr>
        <w:t xml:space="preserve"> </w:t>
      </w:r>
      <w:r w:rsidRPr="004966C3">
        <w:rPr>
          <w:b/>
        </w:rPr>
        <w:t>о</w:t>
      </w:r>
      <w:r w:rsidRPr="004966C3">
        <w:rPr>
          <w:b/>
          <w:lang w:val="it-IT"/>
        </w:rPr>
        <w:t xml:space="preserve"> </w:t>
      </w:r>
      <w:r w:rsidRPr="004966C3">
        <w:rPr>
          <w:b/>
        </w:rPr>
        <w:t>светом</w:t>
      </w:r>
      <w:r w:rsidRPr="004966C3">
        <w:rPr>
          <w:b/>
          <w:lang w:val="it-IT"/>
        </w:rPr>
        <w:t xml:space="preserve"> </w:t>
      </w:r>
      <w:r w:rsidRPr="004966C3">
        <w:rPr>
          <w:b/>
        </w:rPr>
        <w:t>Марку</w:t>
      </w:r>
      <w:r w:rsidRPr="004966C3">
        <w:rPr>
          <w:b/>
          <w:lang w:val="it-IT"/>
        </w:rPr>
        <w:t xml:space="preserve">, </w:t>
      </w:r>
      <w:r w:rsidRPr="004966C3">
        <w:rPr>
          <w:b/>
        </w:rPr>
        <w:t>заштитнику</w:t>
      </w:r>
      <w:r w:rsidRPr="004966C3">
        <w:rPr>
          <w:b/>
          <w:lang w:val="it-IT"/>
        </w:rPr>
        <w:t xml:space="preserve"> </w:t>
      </w:r>
      <w:r w:rsidRPr="004966C3">
        <w:rPr>
          <w:b/>
        </w:rPr>
        <w:t>Венеције</w:t>
      </w:r>
      <w:r w:rsidRPr="004966C3">
        <w:rPr>
          <w:b/>
          <w:lang w:val="it-IT"/>
        </w:rPr>
        <w:t xml:space="preserve">, </w:t>
      </w:r>
      <w:r w:rsidRPr="004966C3">
        <w:rPr>
          <w:b/>
        </w:rPr>
        <w:t>а</w:t>
      </w:r>
      <w:r w:rsidRPr="004966C3">
        <w:rPr>
          <w:b/>
          <w:lang w:val="it-IT"/>
        </w:rPr>
        <w:t xml:space="preserve"> </w:t>
      </w:r>
      <w:r w:rsidRPr="004966C3">
        <w:rPr>
          <w:b/>
        </w:rPr>
        <w:t>након</w:t>
      </w:r>
      <w:r w:rsidRPr="004966C3">
        <w:rPr>
          <w:b/>
          <w:lang w:val="it-IT"/>
        </w:rPr>
        <w:t xml:space="preserve"> </w:t>
      </w:r>
      <w:r w:rsidRPr="004966C3">
        <w:rPr>
          <w:b/>
        </w:rPr>
        <w:t>тога</w:t>
      </w:r>
      <w:r w:rsidRPr="004966C3">
        <w:rPr>
          <w:b/>
          <w:lang w:val="it-IT"/>
        </w:rPr>
        <w:t xml:space="preserve"> </w:t>
      </w:r>
      <w:r w:rsidRPr="004966C3">
        <w:rPr>
          <w:b/>
        </w:rPr>
        <w:t>иницирам</w:t>
      </w:r>
      <w:r w:rsidRPr="004966C3">
        <w:rPr>
          <w:b/>
          <w:lang w:val="it-IT"/>
        </w:rPr>
        <w:t xml:space="preserve"> </w:t>
      </w:r>
      <w:r w:rsidRPr="004966C3">
        <w:rPr>
          <w:b/>
        </w:rPr>
        <w:t>разговор</w:t>
      </w:r>
      <w:r w:rsidRPr="004966C3">
        <w:rPr>
          <w:b/>
          <w:lang w:val="it-IT"/>
        </w:rPr>
        <w:t xml:space="preserve"> </w:t>
      </w:r>
      <w:r w:rsidRPr="004966C3">
        <w:rPr>
          <w:b/>
        </w:rPr>
        <w:t>о</w:t>
      </w:r>
      <w:r w:rsidRPr="004966C3">
        <w:rPr>
          <w:b/>
          <w:lang w:val="it-IT"/>
        </w:rPr>
        <w:t xml:space="preserve"> </w:t>
      </w:r>
      <w:r w:rsidRPr="004966C3">
        <w:rPr>
          <w:b/>
        </w:rPr>
        <w:t>томе</w:t>
      </w:r>
      <w:r w:rsidRPr="004966C3">
        <w:rPr>
          <w:b/>
          <w:lang w:val="it-IT"/>
        </w:rPr>
        <w:t xml:space="preserve"> </w:t>
      </w:r>
      <w:r w:rsidRPr="004966C3">
        <w:rPr>
          <w:b/>
        </w:rPr>
        <w:t>што</w:t>
      </w:r>
      <w:r w:rsidRPr="004966C3">
        <w:rPr>
          <w:b/>
          <w:lang w:val="it-IT"/>
        </w:rPr>
        <w:t xml:space="preserve"> </w:t>
      </w:r>
      <w:r w:rsidRPr="004966C3">
        <w:rPr>
          <w:b/>
        </w:rPr>
        <w:t>су</w:t>
      </w:r>
      <w:r w:rsidRPr="004966C3">
        <w:rPr>
          <w:b/>
          <w:lang w:val="it-IT"/>
        </w:rPr>
        <w:t xml:space="preserve"> </w:t>
      </w:r>
      <w:r w:rsidRPr="004966C3">
        <w:rPr>
          <w:b/>
        </w:rPr>
        <w:t>видели</w:t>
      </w:r>
      <w:r w:rsidRPr="004966C3">
        <w:rPr>
          <w:b/>
          <w:lang w:val="it-IT"/>
        </w:rPr>
        <w:t xml:space="preserve">, </w:t>
      </w:r>
      <w:r w:rsidRPr="004966C3">
        <w:rPr>
          <w:b/>
        </w:rPr>
        <w:t>шта</w:t>
      </w:r>
      <w:r w:rsidRPr="004966C3">
        <w:rPr>
          <w:b/>
          <w:lang w:val="it-IT"/>
        </w:rPr>
        <w:t xml:space="preserve"> </w:t>
      </w:r>
      <w:r w:rsidRPr="004966C3">
        <w:rPr>
          <w:b/>
        </w:rPr>
        <w:t>им</w:t>
      </w:r>
      <w:r w:rsidRPr="004966C3">
        <w:rPr>
          <w:b/>
          <w:lang w:val="it-IT"/>
        </w:rPr>
        <w:t xml:space="preserve"> </w:t>
      </w:r>
      <w:r w:rsidRPr="004966C3">
        <w:rPr>
          <w:b/>
        </w:rPr>
        <w:t>се</w:t>
      </w:r>
      <w:r w:rsidRPr="004966C3">
        <w:rPr>
          <w:b/>
          <w:lang w:val="it-IT"/>
        </w:rPr>
        <w:t xml:space="preserve"> </w:t>
      </w:r>
      <w:r w:rsidRPr="004966C3">
        <w:rPr>
          <w:b/>
        </w:rPr>
        <w:t>највише</w:t>
      </w:r>
      <w:r w:rsidRPr="004966C3">
        <w:rPr>
          <w:b/>
          <w:lang w:val="it-IT"/>
        </w:rPr>
        <w:t xml:space="preserve"> </w:t>
      </w:r>
      <w:r w:rsidRPr="004966C3">
        <w:rPr>
          <w:b/>
        </w:rPr>
        <w:t>допада</w:t>
      </w:r>
      <w:r w:rsidRPr="004966C3">
        <w:rPr>
          <w:b/>
          <w:lang w:val="it-IT"/>
        </w:rPr>
        <w:t xml:space="preserve"> </w:t>
      </w:r>
      <w:r w:rsidRPr="004966C3">
        <w:rPr>
          <w:b/>
        </w:rPr>
        <w:t>и</w:t>
      </w:r>
      <w:r w:rsidRPr="004966C3">
        <w:rPr>
          <w:b/>
          <w:lang w:val="it-IT"/>
        </w:rPr>
        <w:t xml:space="preserve"> </w:t>
      </w:r>
      <w:r w:rsidRPr="004966C3">
        <w:rPr>
          <w:b/>
        </w:rPr>
        <w:t>зашто</w:t>
      </w:r>
      <w:r w:rsidRPr="004966C3">
        <w:rPr>
          <w:b/>
          <w:lang w:val="it-IT"/>
        </w:rPr>
        <w:t>.</w:t>
      </w:r>
    </w:p>
    <w:p w:rsidR="00F01BE7" w:rsidRPr="004966C3" w:rsidRDefault="00F01BE7" w:rsidP="002E1D9B">
      <w:pPr>
        <w:shd w:val="clear" w:color="auto" w:fill="FFFFFF"/>
        <w:jc w:val="both"/>
        <w:rPr>
          <w:b/>
          <w:i/>
          <w:lang w:val="it-IT"/>
        </w:rPr>
      </w:pPr>
      <w:r w:rsidRPr="004966C3">
        <w:rPr>
          <w:b/>
        </w:rPr>
        <w:t>Делим</w:t>
      </w:r>
      <w:r w:rsidRPr="004966C3">
        <w:rPr>
          <w:b/>
          <w:lang w:val="it-IT"/>
        </w:rPr>
        <w:t xml:space="preserve"> </w:t>
      </w:r>
      <w:r w:rsidRPr="004966C3">
        <w:rPr>
          <w:b/>
        </w:rPr>
        <w:t>ученике</w:t>
      </w:r>
      <w:r w:rsidRPr="004966C3">
        <w:rPr>
          <w:b/>
          <w:lang w:val="it-IT"/>
        </w:rPr>
        <w:t xml:space="preserve"> </w:t>
      </w:r>
      <w:r w:rsidRPr="004966C3">
        <w:rPr>
          <w:b/>
        </w:rPr>
        <w:t>у</w:t>
      </w:r>
      <w:r w:rsidRPr="004966C3">
        <w:rPr>
          <w:b/>
          <w:lang w:val="it-IT"/>
        </w:rPr>
        <w:t xml:space="preserve"> </w:t>
      </w:r>
      <w:r w:rsidRPr="004966C3">
        <w:rPr>
          <w:b/>
        </w:rPr>
        <w:t>две</w:t>
      </w:r>
      <w:r w:rsidRPr="004966C3">
        <w:rPr>
          <w:b/>
          <w:lang w:val="it-IT"/>
        </w:rPr>
        <w:t xml:space="preserve"> </w:t>
      </w:r>
      <w:r w:rsidRPr="004966C3">
        <w:rPr>
          <w:b/>
        </w:rPr>
        <w:t>групе</w:t>
      </w:r>
      <w:r w:rsidRPr="004966C3">
        <w:rPr>
          <w:b/>
          <w:lang w:val="it-IT"/>
        </w:rPr>
        <w:t xml:space="preserve"> </w:t>
      </w:r>
      <w:r w:rsidRPr="004966C3">
        <w:rPr>
          <w:b/>
        </w:rPr>
        <w:t>и</w:t>
      </w:r>
      <w:r w:rsidRPr="004966C3">
        <w:rPr>
          <w:b/>
          <w:lang w:val="it-IT"/>
        </w:rPr>
        <w:t xml:space="preserve"> </w:t>
      </w:r>
      <w:r w:rsidRPr="004966C3">
        <w:rPr>
          <w:b/>
        </w:rPr>
        <w:t>једна</w:t>
      </w:r>
      <w:r w:rsidRPr="004966C3">
        <w:rPr>
          <w:b/>
          <w:lang w:val="it-IT"/>
        </w:rPr>
        <w:t xml:space="preserve"> </w:t>
      </w:r>
      <w:r w:rsidRPr="004966C3">
        <w:rPr>
          <w:b/>
        </w:rPr>
        <w:t>група</w:t>
      </w:r>
      <w:r w:rsidRPr="004966C3">
        <w:rPr>
          <w:b/>
          <w:lang w:val="it-IT"/>
        </w:rPr>
        <w:t xml:space="preserve"> </w:t>
      </w:r>
      <w:r w:rsidRPr="004966C3">
        <w:rPr>
          <w:b/>
        </w:rPr>
        <w:t>треба</w:t>
      </w:r>
      <w:r w:rsidRPr="004966C3">
        <w:rPr>
          <w:b/>
          <w:lang w:val="it-IT"/>
        </w:rPr>
        <w:t xml:space="preserve"> </w:t>
      </w:r>
      <w:r w:rsidRPr="004966C3">
        <w:rPr>
          <w:b/>
        </w:rPr>
        <w:t>да</w:t>
      </w:r>
      <w:r w:rsidRPr="004966C3">
        <w:rPr>
          <w:b/>
          <w:lang w:val="it-IT"/>
        </w:rPr>
        <w:t xml:space="preserve"> </w:t>
      </w:r>
      <w:r w:rsidRPr="004966C3">
        <w:rPr>
          <w:b/>
        </w:rPr>
        <w:t>напише</w:t>
      </w:r>
      <w:r w:rsidRPr="004966C3">
        <w:rPr>
          <w:b/>
          <w:lang w:val="it-IT"/>
        </w:rPr>
        <w:t xml:space="preserve"> </w:t>
      </w:r>
      <w:r w:rsidRPr="004966C3">
        <w:rPr>
          <w:b/>
        </w:rPr>
        <w:t>што</w:t>
      </w:r>
      <w:r w:rsidRPr="004966C3">
        <w:rPr>
          <w:b/>
          <w:lang w:val="it-IT"/>
        </w:rPr>
        <w:t xml:space="preserve"> </w:t>
      </w:r>
      <w:r w:rsidRPr="004966C3">
        <w:rPr>
          <w:b/>
        </w:rPr>
        <w:t>више</w:t>
      </w:r>
      <w:r w:rsidRPr="004966C3">
        <w:rPr>
          <w:b/>
          <w:lang w:val="it-IT"/>
        </w:rPr>
        <w:t xml:space="preserve"> </w:t>
      </w:r>
      <w:r w:rsidRPr="004966C3">
        <w:rPr>
          <w:b/>
        </w:rPr>
        <w:t>сличности</w:t>
      </w:r>
      <w:r w:rsidRPr="004966C3">
        <w:rPr>
          <w:b/>
          <w:lang w:val="it-IT"/>
        </w:rPr>
        <w:t xml:space="preserve"> </w:t>
      </w:r>
      <w:r w:rsidRPr="004966C3">
        <w:rPr>
          <w:b/>
        </w:rPr>
        <w:t>између</w:t>
      </w:r>
      <w:r w:rsidRPr="004966C3">
        <w:rPr>
          <w:b/>
          <w:lang w:val="it-IT"/>
        </w:rPr>
        <w:t xml:space="preserve"> </w:t>
      </w:r>
      <w:r w:rsidRPr="004966C3">
        <w:rPr>
          <w:b/>
        </w:rPr>
        <w:t>Венеције</w:t>
      </w:r>
      <w:r w:rsidRPr="004966C3">
        <w:rPr>
          <w:b/>
          <w:lang w:val="it-IT"/>
        </w:rPr>
        <w:t xml:space="preserve"> </w:t>
      </w:r>
      <w:r w:rsidRPr="004966C3">
        <w:rPr>
          <w:b/>
        </w:rPr>
        <w:t>и</w:t>
      </w:r>
      <w:r w:rsidRPr="004966C3">
        <w:rPr>
          <w:b/>
          <w:lang w:val="it-IT"/>
        </w:rPr>
        <w:t xml:space="preserve"> </w:t>
      </w:r>
      <w:r w:rsidRPr="004966C3">
        <w:rPr>
          <w:b/>
        </w:rPr>
        <w:t>нашег</w:t>
      </w:r>
      <w:r w:rsidRPr="004966C3">
        <w:rPr>
          <w:b/>
          <w:lang w:val="it-IT"/>
        </w:rPr>
        <w:t xml:space="preserve"> </w:t>
      </w:r>
      <w:r w:rsidRPr="004966C3">
        <w:rPr>
          <w:b/>
        </w:rPr>
        <w:t>града</w:t>
      </w:r>
      <w:r w:rsidRPr="004966C3">
        <w:rPr>
          <w:b/>
          <w:lang w:val="it-IT"/>
        </w:rPr>
        <w:t xml:space="preserve">, </w:t>
      </w:r>
      <w:r w:rsidRPr="004966C3">
        <w:rPr>
          <w:b/>
        </w:rPr>
        <w:t>а</w:t>
      </w:r>
      <w:r w:rsidRPr="004966C3">
        <w:rPr>
          <w:b/>
          <w:lang w:val="it-IT"/>
        </w:rPr>
        <w:t xml:space="preserve"> </w:t>
      </w:r>
      <w:r w:rsidRPr="004966C3">
        <w:rPr>
          <w:b/>
        </w:rPr>
        <w:t>друга</w:t>
      </w:r>
      <w:r w:rsidRPr="004966C3">
        <w:rPr>
          <w:b/>
          <w:lang w:val="it-IT"/>
        </w:rPr>
        <w:t xml:space="preserve"> </w:t>
      </w:r>
      <w:r w:rsidRPr="004966C3">
        <w:rPr>
          <w:b/>
        </w:rPr>
        <w:t>различитости</w:t>
      </w:r>
      <w:r w:rsidRPr="004966C3">
        <w:rPr>
          <w:b/>
          <w:lang w:val="it-IT"/>
        </w:rPr>
        <w:t xml:space="preserve">. </w:t>
      </w:r>
      <w:r w:rsidRPr="004966C3">
        <w:rPr>
          <w:b/>
        </w:rPr>
        <w:t>Помажем</w:t>
      </w:r>
      <w:r w:rsidRPr="004966C3">
        <w:rPr>
          <w:b/>
          <w:lang w:val="it-IT"/>
        </w:rPr>
        <w:t xml:space="preserve"> </w:t>
      </w:r>
      <w:r w:rsidRPr="004966C3">
        <w:rPr>
          <w:b/>
        </w:rPr>
        <w:t>им</w:t>
      </w:r>
      <w:r w:rsidRPr="004966C3">
        <w:rPr>
          <w:b/>
          <w:lang w:val="it-IT"/>
        </w:rPr>
        <w:t xml:space="preserve"> </w:t>
      </w:r>
      <w:r w:rsidRPr="004966C3">
        <w:rPr>
          <w:b/>
        </w:rPr>
        <w:t>тако</w:t>
      </w:r>
      <w:r w:rsidRPr="004966C3">
        <w:rPr>
          <w:b/>
          <w:lang w:val="it-IT"/>
        </w:rPr>
        <w:t xml:space="preserve"> </w:t>
      </w:r>
      <w:r w:rsidRPr="004966C3">
        <w:rPr>
          <w:b/>
        </w:rPr>
        <w:t>што</w:t>
      </w:r>
      <w:r w:rsidRPr="004966C3">
        <w:rPr>
          <w:b/>
          <w:lang w:val="it-IT"/>
        </w:rPr>
        <w:t xml:space="preserve"> </w:t>
      </w:r>
      <w:r w:rsidRPr="004966C3">
        <w:rPr>
          <w:b/>
        </w:rPr>
        <w:t>им</w:t>
      </w:r>
      <w:r w:rsidRPr="004966C3">
        <w:rPr>
          <w:b/>
          <w:lang w:val="it-IT"/>
        </w:rPr>
        <w:t xml:space="preserve"> </w:t>
      </w:r>
      <w:r w:rsidRPr="004966C3">
        <w:rPr>
          <w:b/>
        </w:rPr>
        <w:t>указујем</w:t>
      </w:r>
      <w:r w:rsidRPr="004966C3">
        <w:rPr>
          <w:b/>
          <w:lang w:val="it-IT"/>
        </w:rPr>
        <w:t xml:space="preserve"> </w:t>
      </w:r>
      <w:r w:rsidRPr="004966C3">
        <w:rPr>
          <w:b/>
        </w:rPr>
        <w:t>шта</w:t>
      </w:r>
      <w:r w:rsidRPr="004966C3">
        <w:rPr>
          <w:b/>
          <w:lang w:val="it-IT"/>
        </w:rPr>
        <w:t xml:space="preserve"> </w:t>
      </w:r>
      <w:r w:rsidRPr="004966C3">
        <w:rPr>
          <w:b/>
        </w:rPr>
        <w:t>све</w:t>
      </w:r>
      <w:r w:rsidRPr="004966C3">
        <w:rPr>
          <w:b/>
          <w:lang w:val="it-IT"/>
        </w:rPr>
        <w:t xml:space="preserve"> </w:t>
      </w:r>
      <w:r w:rsidRPr="004966C3">
        <w:rPr>
          <w:b/>
        </w:rPr>
        <w:t>могу</w:t>
      </w:r>
      <w:r w:rsidRPr="004966C3">
        <w:rPr>
          <w:b/>
          <w:lang w:val="it-IT"/>
        </w:rPr>
        <w:t xml:space="preserve"> </w:t>
      </w:r>
      <w:r w:rsidRPr="004966C3">
        <w:rPr>
          <w:b/>
        </w:rPr>
        <w:t>да</w:t>
      </w:r>
      <w:r w:rsidRPr="004966C3">
        <w:rPr>
          <w:b/>
          <w:lang w:val="it-IT"/>
        </w:rPr>
        <w:t xml:space="preserve"> </w:t>
      </w:r>
      <w:r w:rsidRPr="004966C3">
        <w:rPr>
          <w:b/>
        </w:rPr>
        <w:t>упореде</w:t>
      </w:r>
      <w:r w:rsidRPr="004966C3">
        <w:rPr>
          <w:b/>
          <w:lang w:val="it-IT"/>
        </w:rPr>
        <w:t xml:space="preserve"> – </w:t>
      </w:r>
      <w:r w:rsidRPr="004966C3">
        <w:rPr>
          <w:b/>
          <w:i/>
          <w:lang w:val="it-IT"/>
        </w:rPr>
        <w:t>una città sull’acqua – sì o no? Che tipo di acqua, mare o fiume? Turisti, piazze, chiese, ponti...</w:t>
      </w:r>
    </w:p>
    <w:p w:rsidR="00F01BE7" w:rsidRPr="004966C3" w:rsidRDefault="00F01BE7" w:rsidP="002E1D9B">
      <w:pPr>
        <w:shd w:val="clear" w:color="auto" w:fill="FFFFFF"/>
        <w:jc w:val="both"/>
        <w:rPr>
          <w:b/>
          <w:lang w:val="sr-Cyrl-CS"/>
        </w:rPr>
      </w:pPr>
      <w:r w:rsidRPr="004966C3">
        <w:rPr>
          <w:b/>
          <w:lang w:val="sr-Cyrl-CS"/>
        </w:rPr>
        <w:t>Читају одговоре и упоређујемо колико су градови слични, шта им се у којем више допада и сл.</w:t>
      </w: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(10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У последњем делу часа ученици увежбавају читање текста – свако по једну реченицу како би сви имали прилику да читају.</w:t>
      </w:r>
    </w:p>
    <w:p w:rsidR="00F01BE7" w:rsidRPr="004966C3" w:rsidRDefault="00F01BE7" w:rsidP="002E1D9B">
      <w:pPr>
        <w:shd w:val="clear" w:color="auto" w:fill="FFFFFF"/>
        <w:jc w:val="both"/>
        <w:rPr>
          <w:b/>
          <w:lang w:val="sr-Cyrl-CS"/>
        </w:rPr>
      </w:pPr>
      <w:r w:rsidRPr="004966C3">
        <w:rPr>
          <w:b/>
          <w:lang w:val="sr-Cyrl-CS"/>
        </w:rPr>
        <w:t xml:space="preserve">На самом крају задајем им </w:t>
      </w:r>
      <w:r w:rsidRPr="004966C3">
        <w:rPr>
          <w:b/>
          <w:u w:val="single"/>
          <w:lang w:val="sr-Cyrl-CS"/>
        </w:rPr>
        <w:t>домаћи задатак</w:t>
      </w:r>
      <w:r w:rsidRPr="004966C3">
        <w:rPr>
          <w:b/>
          <w:lang w:val="sr-Cyrl-CS"/>
        </w:rPr>
        <w:t>, а то је да у групама набаве што више фотографија Венеције које ћемо заједно залепити на велики постер у учионици. Говорим им да на интернету могу пронаћи доста фотографија, али и информација о Венецији које могу да препишу како бисмо их залепили испод одређене фотографије.</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9</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 xml:space="preserve">I  </w:t>
      </w:r>
      <w:r w:rsidRPr="004966C3">
        <w:rPr>
          <w:b/>
          <w:i/>
          <w:lang w:val="it-IT"/>
        </w:rPr>
        <w:t>In bocca al lupo, ragazzi!</w:t>
      </w:r>
    </w:p>
    <w:p w:rsidR="00F01BE7" w:rsidRPr="004966C3" w:rsidRDefault="00F01BE7" w:rsidP="002E1D9B">
      <w:pPr>
        <w:shd w:val="clear" w:color="auto" w:fill="FFFFFF"/>
        <w:rPr>
          <w:b/>
          <w:lang w:val="it-IT"/>
        </w:rPr>
      </w:pPr>
    </w:p>
    <w:p w:rsidR="00F01BE7" w:rsidRPr="004966C3" w:rsidRDefault="00F01BE7" w:rsidP="002E1D9B">
      <w:pPr>
        <w:numPr>
          <w:ilvl w:val="0"/>
          <w:numId w:val="9"/>
        </w:numPr>
        <w:shd w:val="clear" w:color="auto" w:fill="FFFFFF"/>
        <w:rPr>
          <w:b/>
          <w:u w:val="single"/>
          <w:lang w:val="sr-Cyrl-CS"/>
        </w:rPr>
      </w:pPr>
      <w:r w:rsidRPr="004966C3">
        <w:rPr>
          <w:b/>
          <w:u w:val="single"/>
          <w:lang w:val="sr-Cyrl-CS"/>
        </w:rPr>
        <w:t>Наставна јединица</w:t>
      </w:r>
      <w:r w:rsidRPr="004966C3">
        <w:rPr>
          <w:b/>
          <w:lang w:val="sr-Cyrl-CS"/>
        </w:rPr>
        <w:t xml:space="preserve">: </w:t>
      </w:r>
      <w:r w:rsidRPr="004966C3">
        <w:rPr>
          <w:b/>
          <w:i/>
          <w:lang w:val="it-IT"/>
        </w:rPr>
        <w:t>Ripasso - 1ª unità</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lang w:val="it-IT"/>
        </w:rPr>
        <w:t>систематизација</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дијалошка, писане вежбе</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Радна свеска, </w:t>
      </w:r>
      <w:r w:rsidRPr="004966C3">
        <w:rPr>
          <w:b/>
        </w:rPr>
        <w:t>CD</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pStyle w:val="ListParagraph"/>
        <w:rPr>
          <w:b/>
        </w:rPr>
      </w:pPr>
    </w:p>
    <w:p w:rsidR="00F01BE7" w:rsidRPr="004966C3" w:rsidRDefault="00F01BE7" w:rsidP="002E1D9B">
      <w:pPr>
        <w:numPr>
          <w:ilvl w:val="0"/>
          <w:numId w:val="9"/>
        </w:numPr>
        <w:shd w:val="clear" w:color="auto" w:fill="FFFFFF"/>
        <w:rPr>
          <w:b/>
        </w:rPr>
      </w:pPr>
      <w:r w:rsidRPr="004966C3">
        <w:rPr>
          <w:b/>
          <w:u w:val="single"/>
        </w:rPr>
        <w:t>Корелација</w:t>
      </w:r>
      <w:r w:rsidRPr="004966C3">
        <w:rPr>
          <w:b/>
        </w:rPr>
        <w:t>: музичка култура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утврђивање градива прве наставне јединице – садашње време глагола и одређени и неодређени члан; лексика и комуникативне функције везане за школске активности</w:t>
      </w:r>
    </w:p>
    <w:p w:rsidR="00F01BE7" w:rsidRPr="004966C3" w:rsidRDefault="00F01BE7" w:rsidP="002E1D9B">
      <w:pPr>
        <w:pStyle w:val="ListParagraph"/>
        <w:numPr>
          <w:ilvl w:val="0"/>
          <w:numId w:val="17"/>
        </w:numPr>
        <w:rPr>
          <w:b/>
          <w:u w:val="single"/>
        </w:rPr>
      </w:pPr>
      <w:r w:rsidRPr="004966C3">
        <w:rPr>
          <w:b/>
          <w:u w:val="single"/>
          <w:lang w:val="sr-Cyrl-CS"/>
        </w:rPr>
        <w:t>Очекивани исходи:</w:t>
      </w:r>
    </w:p>
    <w:p w:rsidR="00F01BE7" w:rsidRPr="004966C3" w:rsidRDefault="00F01BE7" w:rsidP="002E1D9B">
      <w:pPr>
        <w:pStyle w:val="ListParagraph"/>
        <w:shd w:val="clear" w:color="auto" w:fill="FFFFFF"/>
        <w:ind w:left="1440"/>
        <w:rPr>
          <w:b/>
        </w:rPr>
      </w:pPr>
      <w:r w:rsidRPr="004966C3">
        <w:rPr>
          <w:b/>
        </w:rPr>
        <w:t xml:space="preserve">           По завршетку часа ученици ће бити у стању да у усменој и писаној комуникацији: </w:t>
      </w:r>
    </w:p>
    <w:p w:rsidR="00F01BE7" w:rsidRPr="004966C3" w:rsidRDefault="00F01BE7" w:rsidP="002E1D9B">
      <w:pPr>
        <w:rPr>
          <w:b/>
        </w:rPr>
      </w:pPr>
      <w:r w:rsidRPr="004966C3">
        <w:rPr>
          <w:b/>
        </w:rPr>
        <w:t xml:space="preserve"> </w:t>
      </w:r>
    </w:p>
    <w:p w:rsidR="00F01BE7" w:rsidRPr="004966C3" w:rsidRDefault="00F01BE7" w:rsidP="002E1D9B">
      <w:pPr>
        <w:numPr>
          <w:ilvl w:val="0"/>
          <w:numId w:val="28"/>
        </w:numPr>
        <w:rPr>
          <w:b/>
        </w:rPr>
      </w:pPr>
      <w:r w:rsidRPr="004966C3">
        <w:rPr>
          <w:b/>
        </w:rPr>
        <w:t xml:space="preserve">   користе утврђене језичке структуре у различитим контекстима</w:t>
      </w:r>
    </w:p>
    <w:p w:rsidR="00F01BE7" w:rsidRPr="004966C3" w:rsidRDefault="00F01BE7" w:rsidP="002E1D9B">
      <w:pPr>
        <w:pStyle w:val="ListParagraph"/>
        <w:shd w:val="clear" w:color="auto" w:fill="FFFFFF"/>
        <w:ind w:left="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Задаје вежбе, прати њихову израду, проверава их, исправља грешке и са ученицима их коментарише, пушта песму по избору ученика и заједно са ученицима је пева.</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Раде задате вежбе, одговарају на питања наставника и исправљају грешке на које им укаже, певају песму по свом избору.</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(5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i/>
          <w:lang w:val="sr-Cyrl-CS"/>
        </w:rPr>
      </w:pPr>
      <w:r w:rsidRPr="004966C3">
        <w:rPr>
          <w:b/>
          <w:lang w:val="sr-Cyrl-CS"/>
        </w:rPr>
        <w:t xml:space="preserve">Час започињемо рецитацијом из Радне свеске. Један ученик треба да прочита речитацију која обилује лексиком у вези са тренутном наставном темом, а потом остали да погоде назив рецитације, а то је </w:t>
      </w:r>
      <w:r w:rsidRPr="004966C3">
        <w:rPr>
          <w:b/>
          <w:i/>
          <w:lang w:val="it-IT"/>
        </w:rPr>
        <w:t>Tutti</w:t>
      </w:r>
      <w:r w:rsidRPr="004966C3">
        <w:rPr>
          <w:b/>
          <w:i/>
          <w:lang w:val="sr-Cyrl-CS"/>
        </w:rPr>
        <w:t xml:space="preserve"> </w:t>
      </w:r>
      <w:r w:rsidRPr="004966C3">
        <w:rPr>
          <w:b/>
          <w:i/>
          <w:lang w:val="it-IT"/>
        </w:rPr>
        <w:t>a</w:t>
      </w:r>
      <w:r w:rsidRPr="004966C3">
        <w:rPr>
          <w:b/>
          <w:i/>
          <w:lang w:val="sr-Cyrl-CS"/>
        </w:rPr>
        <w:t xml:space="preserve"> </w:t>
      </w:r>
      <w:r w:rsidRPr="004966C3">
        <w:rPr>
          <w:b/>
          <w:i/>
          <w:lang w:val="it-IT"/>
        </w:rPr>
        <w:t>scuola</w:t>
      </w:r>
      <w:r w:rsidRPr="004966C3">
        <w:rPr>
          <w:b/>
          <w:i/>
          <w:lang w:val="sr-Cyrl-CS"/>
        </w:rPr>
        <w:t>.</w:t>
      </w: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(35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Претходна активност требало је да орасположи ученике и мотивише их за рад, а вежбама које следе увежбаћемо градиво усвојено на претходним часовима.</w:t>
      </w:r>
    </w:p>
    <w:p w:rsidR="00F01BE7" w:rsidRPr="004966C3" w:rsidRDefault="00F01BE7" w:rsidP="002E1D9B">
      <w:pPr>
        <w:shd w:val="clear" w:color="auto" w:fill="FFFFFF"/>
        <w:jc w:val="both"/>
        <w:rPr>
          <w:b/>
          <w:lang w:val="sr-Cyrl-CS"/>
        </w:rPr>
      </w:pPr>
      <w:r w:rsidRPr="004966C3">
        <w:rPr>
          <w:b/>
          <w:lang w:val="sr-Cyrl-CS"/>
        </w:rPr>
        <w:t>На табли им исписујем задатке које преписују и раде у свескама, а потом се јављају да читају одговоре које заједно контролишемо и коментаришемо. Задаци су:</w:t>
      </w:r>
    </w:p>
    <w:p w:rsidR="00F01BE7" w:rsidRPr="004966C3" w:rsidRDefault="00F01BE7" w:rsidP="002E1D9B">
      <w:pPr>
        <w:shd w:val="clear" w:color="auto" w:fill="FFFFFF"/>
        <w:jc w:val="both"/>
        <w:rPr>
          <w:b/>
          <w:i/>
          <w:lang w:val="it-IT"/>
        </w:rPr>
      </w:pPr>
      <w:r w:rsidRPr="004966C3">
        <w:rPr>
          <w:b/>
          <w:i/>
          <w:u w:val="single"/>
          <w:lang w:val="it-IT"/>
        </w:rPr>
        <w:t>Completa con  essere o avere</w:t>
      </w:r>
      <w:r w:rsidRPr="004966C3">
        <w:rPr>
          <w:b/>
          <w:i/>
          <w:lang w:val="it-IT"/>
        </w:rPr>
        <w:t>!</w:t>
      </w:r>
    </w:p>
    <w:p w:rsidR="00F01BE7" w:rsidRPr="004966C3" w:rsidRDefault="00F01BE7" w:rsidP="002E1D9B">
      <w:pPr>
        <w:shd w:val="clear" w:color="auto" w:fill="FFFFFF"/>
        <w:jc w:val="both"/>
        <w:rPr>
          <w:b/>
          <w:i/>
          <w:lang w:val="it-IT"/>
        </w:rPr>
      </w:pPr>
      <w:r w:rsidRPr="004966C3">
        <w:rPr>
          <w:b/>
          <w:i/>
          <w:lang w:val="it-IT"/>
        </w:rPr>
        <w:t>Caterina __________ molto brava in matematica.</w:t>
      </w:r>
    </w:p>
    <w:p w:rsidR="00F01BE7" w:rsidRPr="004966C3" w:rsidRDefault="00F01BE7" w:rsidP="002E1D9B">
      <w:pPr>
        <w:shd w:val="clear" w:color="auto" w:fill="FFFFFF"/>
        <w:jc w:val="both"/>
        <w:rPr>
          <w:b/>
          <w:i/>
          <w:lang w:val="it-IT"/>
        </w:rPr>
      </w:pPr>
      <w:r w:rsidRPr="004966C3">
        <w:rPr>
          <w:b/>
          <w:i/>
          <w:lang w:val="it-IT"/>
        </w:rPr>
        <w:t>Oggi noi non ___________ storia!</w:t>
      </w:r>
    </w:p>
    <w:p w:rsidR="00F01BE7" w:rsidRPr="004966C3" w:rsidRDefault="00F01BE7" w:rsidP="002E1D9B">
      <w:pPr>
        <w:shd w:val="clear" w:color="auto" w:fill="FFFFFF"/>
        <w:jc w:val="both"/>
        <w:rPr>
          <w:b/>
          <w:i/>
          <w:lang w:val="it-IT"/>
        </w:rPr>
      </w:pPr>
      <w:r w:rsidRPr="004966C3">
        <w:rPr>
          <w:b/>
          <w:i/>
          <w:lang w:val="it-IT"/>
        </w:rPr>
        <w:t>Ragazzi, chi non __________ il compito?</w:t>
      </w:r>
    </w:p>
    <w:p w:rsidR="00F01BE7" w:rsidRPr="004966C3" w:rsidRDefault="00F01BE7" w:rsidP="002E1D9B">
      <w:pPr>
        <w:shd w:val="clear" w:color="auto" w:fill="FFFFFF"/>
        <w:jc w:val="both"/>
        <w:rPr>
          <w:b/>
          <w:i/>
          <w:lang w:val="it-IT"/>
        </w:rPr>
      </w:pPr>
      <w:r w:rsidRPr="004966C3">
        <w:rPr>
          <w:b/>
          <w:i/>
          <w:lang w:val="it-IT"/>
        </w:rPr>
        <w:t>Voi due __________ sempre in ritardo!</w:t>
      </w:r>
    </w:p>
    <w:p w:rsidR="00F01BE7" w:rsidRPr="004966C3" w:rsidRDefault="00F01BE7" w:rsidP="002E1D9B">
      <w:pPr>
        <w:shd w:val="clear" w:color="auto" w:fill="FFFFFF"/>
        <w:jc w:val="both"/>
        <w:rPr>
          <w:b/>
          <w:i/>
          <w:lang w:val="it-IT"/>
        </w:rPr>
      </w:pPr>
      <w:r w:rsidRPr="004966C3">
        <w:rPr>
          <w:b/>
          <w:i/>
          <w:lang w:val="it-IT"/>
        </w:rPr>
        <w:t>Roberto, __________ fame? Io ________ un panino per te!</w:t>
      </w:r>
    </w:p>
    <w:p w:rsidR="00F01BE7" w:rsidRPr="004966C3" w:rsidRDefault="00F01BE7" w:rsidP="002E1D9B">
      <w:pPr>
        <w:shd w:val="clear" w:color="auto" w:fill="FFFFFF"/>
        <w:jc w:val="both"/>
        <w:rPr>
          <w:b/>
          <w:i/>
          <w:lang w:val="it-IT"/>
        </w:rPr>
      </w:pPr>
      <w:r w:rsidRPr="004966C3">
        <w:rPr>
          <w:b/>
          <w:i/>
          <w:lang w:val="it-IT"/>
        </w:rPr>
        <w:t>(Io) ________ molto impegnata perché _______ tante cose da fare!</w:t>
      </w:r>
    </w:p>
    <w:p w:rsidR="00F01BE7" w:rsidRPr="004966C3" w:rsidRDefault="00F01BE7" w:rsidP="002E1D9B">
      <w:pPr>
        <w:shd w:val="clear" w:color="auto" w:fill="FFFFFF"/>
        <w:jc w:val="both"/>
        <w:rPr>
          <w:b/>
          <w:i/>
          <w:lang w:val="it-IT"/>
        </w:rPr>
      </w:pPr>
      <w:r w:rsidRPr="004966C3">
        <w:rPr>
          <w:b/>
          <w:i/>
          <w:lang w:val="it-IT"/>
        </w:rPr>
        <w:t>Serena ed io non __________ voglia di uscire perché _________ troppo stanche.</w:t>
      </w:r>
    </w:p>
    <w:p w:rsidR="00F01BE7" w:rsidRPr="004966C3" w:rsidRDefault="00F01BE7" w:rsidP="002E1D9B">
      <w:pPr>
        <w:shd w:val="clear" w:color="auto" w:fill="FFFFFF"/>
        <w:jc w:val="both"/>
        <w:rPr>
          <w:b/>
          <w:i/>
          <w:lang w:val="it-IT"/>
        </w:rPr>
      </w:pPr>
      <w:r w:rsidRPr="004966C3">
        <w:rPr>
          <w:b/>
          <w:i/>
          <w:u w:val="single"/>
          <w:lang w:val="it-IT"/>
        </w:rPr>
        <w:t>Scegli la risposta giusta</w:t>
      </w:r>
      <w:r w:rsidRPr="004966C3">
        <w:rPr>
          <w:b/>
          <w:i/>
          <w:lang w:val="it-IT"/>
        </w:rPr>
        <w:t>!</w:t>
      </w:r>
    </w:p>
    <w:p w:rsidR="00F01BE7" w:rsidRPr="004966C3" w:rsidRDefault="00F01BE7" w:rsidP="002E1D9B">
      <w:pPr>
        <w:shd w:val="clear" w:color="auto" w:fill="FFFFFF"/>
        <w:jc w:val="both"/>
        <w:rPr>
          <w:b/>
          <w:i/>
          <w:lang w:val="it-IT"/>
        </w:rPr>
      </w:pPr>
      <w:r w:rsidRPr="004966C3">
        <w:rPr>
          <w:b/>
          <w:i/>
          <w:lang w:val="it-IT"/>
        </w:rPr>
        <w:t>Oggi non c’è/ci sono Luca.</w:t>
      </w:r>
    </w:p>
    <w:p w:rsidR="00F01BE7" w:rsidRPr="004966C3" w:rsidRDefault="00F01BE7" w:rsidP="002E1D9B">
      <w:pPr>
        <w:shd w:val="clear" w:color="auto" w:fill="FFFFFF"/>
        <w:jc w:val="both"/>
        <w:rPr>
          <w:b/>
          <w:i/>
          <w:lang w:val="it-IT"/>
        </w:rPr>
      </w:pPr>
      <w:r w:rsidRPr="004966C3">
        <w:rPr>
          <w:b/>
          <w:i/>
          <w:lang w:val="it-IT"/>
        </w:rPr>
        <w:t>Nel mio zaino c’è/ci sono tre libri e due quaderni.</w:t>
      </w:r>
    </w:p>
    <w:p w:rsidR="00F01BE7" w:rsidRPr="004966C3" w:rsidRDefault="00F01BE7" w:rsidP="002E1D9B">
      <w:pPr>
        <w:shd w:val="clear" w:color="auto" w:fill="FFFFFF"/>
        <w:jc w:val="both"/>
        <w:rPr>
          <w:b/>
          <w:i/>
          <w:lang w:val="it-IT"/>
        </w:rPr>
      </w:pPr>
      <w:r w:rsidRPr="004966C3">
        <w:rPr>
          <w:b/>
          <w:i/>
          <w:lang w:val="it-IT"/>
        </w:rPr>
        <w:t>A Venezia c’è/ci sono una bellissima piazza.</w:t>
      </w:r>
    </w:p>
    <w:p w:rsidR="00F01BE7" w:rsidRPr="004966C3" w:rsidRDefault="00F01BE7" w:rsidP="002E1D9B">
      <w:pPr>
        <w:shd w:val="clear" w:color="auto" w:fill="FFFFFF"/>
        <w:jc w:val="both"/>
        <w:rPr>
          <w:b/>
          <w:i/>
          <w:lang w:val="it-IT"/>
        </w:rPr>
      </w:pPr>
      <w:r w:rsidRPr="004966C3">
        <w:rPr>
          <w:b/>
          <w:i/>
          <w:u w:val="single"/>
          <w:lang w:val="it-IT"/>
        </w:rPr>
        <w:t>Scrivi l’articolo e forma il plurale</w:t>
      </w:r>
      <w:r w:rsidRPr="004966C3">
        <w:rPr>
          <w:b/>
          <w:i/>
          <w:lang w:val="it-IT"/>
        </w:rPr>
        <w:t>!</w:t>
      </w:r>
    </w:p>
    <w:p w:rsidR="00F01BE7" w:rsidRPr="004966C3" w:rsidRDefault="00F01BE7" w:rsidP="002E1D9B">
      <w:pPr>
        <w:shd w:val="clear" w:color="auto" w:fill="FFFFFF"/>
        <w:jc w:val="both"/>
        <w:rPr>
          <w:b/>
          <w:i/>
          <w:lang w:val="it-IT"/>
        </w:rPr>
      </w:pPr>
      <w:r w:rsidRPr="004966C3">
        <w:rPr>
          <w:b/>
          <w:i/>
          <w:lang w:val="it-IT"/>
        </w:rPr>
        <w:t>___ quaderno - ___  _________</w:t>
      </w:r>
    </w:p>
    <w:p w:rsidR="00F01BE7" w:rsidRPr="004966C3" w:rsidRDefault="00F01BE7" w:rsidP="002E1D9B">
      <w:pPr>
        <w:shd w:val="clear" w:color="auto" w:fill="FFFFFF"/>
        <w:jc w:val="both"/>
        <w:rPr>
          <w:b/>
          <w:i/>
          <w:lang w:val="it-IT"/>
        </w:rPr>
      </w:pPr>
      <w:r w:rsidRPr="004966C3">
        <w:rPr>
          <w:b/>
          <w:i/>
          <w:lang w:val="it-IT"/>
        </w:rPr>
        <w:t>___ lezione - ___  __________</w:t>
      </w:r>
    </w:p>
    <w:p w:rsidR="00F01BE7" w:rsidRPr="004966C3" w:rsidRDefault="00F01BE7" w:rsidP="002E1D9B">
      <w:pPr>
        <w:shd w:val="clear" w:color="auto" w:fill="FFFFFF"/>
        <w:jc w:val="both"/>
        <w:rPr>
          <w:b/>
          <w:i/>
          <w:lang w:val="it-IT"/>
        </w:rPr>
      </w:pPr>
      <w:r w:rsidRPr="004966C3">
        <w:rPr>
          <w:b/>
          <w:i/>
          <w:lang w:val="it-IT"/>
        </w:rPr>
        <w:t>___ test - ___  ___________</w:t>
      </w:r>
    </w:p>
    <w:p w:rsidR="00F01BE7" w:rsidRPr="004966C3" w:rsidRDefault="00F01BE7" w:rsidP="002E1D9B">
      <w:pPr>
        <w:shd w:val="clear" w:color="auto" w:fill="FFFFFF"/>
        <w:jc w:val="both"/>
        <w:rPr>
          <w:b/>
          <w:i/>
          <w:lang w:val="it-IT"/>
        </w:rPr>
      </w:pPr>
      <w:r w:rsidRPr="004966C3">
        <w:rPr>
          <w:b/>
          <w:i/>
          <w:lang w:val="it-IT"/>
        </w:rPr>
        <w:t>___ cane - ___  ___________</w:t>
      </w:r>
    </w:p>
    <w:p w:rsidR="00F01BE7" w:rsidRPr="004966C3" w:rsidRDefault="00F01BE7" w:rsidP="002E1D9B">
      <w:pPr>
        <w:shd w:val="clear" w:color="auto" w:fill="FFFFFF"/>
        <w:jc w:val="both"/>
        <w:rPr>
          <w:b/>
          <w:i/>
          <w:lang w:val="it-IT"/>
        </w:rPr>
      </w:pPr>
      <w:r w:rsidRPr="004966C3">
        <w:rPr>
          <w:b/>
          <w:i/>
          <w:lang w:val="it-IT"/>
        </w:rPr>
        <w:t>___ compito - ___ __________</w:t>
      </w:r>
    </w:p>
    <w:p w:rsidR="00F01BE7" w:rsidRPr="004966C3" w:rsidRDefault="00F01BE7" w:rsidP="002E1D9B">
      <w:pPr>
        <w:shd w:val="clear" w:color="auto" w:fill="FFFFFF"/>
        <w:jc w:val="both"/>
        <w:rPr>
          <w:b/>
          <w:i/>
          <w:lang w:val="it-IT"/>
        </w:rPr>
      </w:pPr>
      <w:r w:rsidRPr="004966C3">
        <w:rPr>
          <w:b/>
          <w:i/>
          <w:lang w:val="it-IT"/>
        </w:rPr>
        <w:t>___ gomma - ___  __________</w:t>
      </w:r>
    </w:p>
    <w:p w:rsidR="00F01BE7" w:rsidRPr="004966C3" w:rsidRDefault="00F01BE7" w:rsidP="002E1D9B">
      <w:pPr>
        <w:shd w:val="clear" w:color="auto" w:fill="FFFFFF"/>
        <w:jc w:val="both"/>
        <w:rPr>
          <w:b/>
          <w:lang w:val="it-IT"/>
        </w:rPr>
      </w:pPr>
      <w:r w:rsidRPr="004966C3">
        <w:rPr>
          <w:b/>
        </w:rPr>
        <w:t>Овом</w:t>
      </w:r>
      <w:r w:rsidRPr="004966C3">
        <w:rPr>
          <w:b/>
          <w:lang w:val="it-IT"/>
        </w:rPr>
        <w:t xml:space="preserve"> </w:t>
      </w:r>
      <w:r w:rsidRPr="004966C3">
        <w:rPr>
          <w:b/>
        </w:rPr>
        <w:t>приликом</w:t>
      </w:r>
      <w:r w:rsidRPr="004966C3">
        <w:rPr>
          <w:b/>
          <w:lang w:val="it-IT"/>
        </w:rPr>
        <w:t xml:space="preserve"> </w:t>
      </w:r>
      <w:r w:rsidRPr="004966C3">
        <w:rPr>
          <w:b/>
        </w:rPr>
        <w:t>најактивнији</w:t>
      </w:r>
      <w:r w:rsidRPr="004966C3">
        <w:rPr>
          <w:b/>
          <w:lang w:val="it-IT"/>
        </w:rPr>
        <w:t xml:space="preserve"> </w:t>
      </w:r>
      <w:r w:rsidRPr="004966C3">
        <w:rPr>
          <w:b/>
        </w:rPr>
        <w:t>ученици</w:t>
      </w:r>
      <w:r w:rsidRPr="004966C3">
        <w:rPr>
          <w:b/>
          <w:lang w:val="it-IT"/>
        </w:rPr>
        <w:t xml:space="preserve"> </w:t>
      </w:r>
      <w:r w:rsidRPr="004966C3">
        <w:rPr>
          <w:b/>
        </w:rPr>
        <w:t>добијају</w:t>
      </w:r>
      <w:r w:rsidRPr="004966C3">
        <w:rPr>
          <w:b/>
          <w:lang w:val="it-IT"/>
        </w:rPr>
        <w:t xml:space="preserve"> </w:t>
      </w:r>
      <w:r w:rsidRPr="004966C3">
        <w:rPr>
          <w:b/>
        </w:rPr>
        <w:t>оцене</w:t>
      </w:r>
      <w:r w:rsidRPr="004966C3">
        <w:rPr>
          <w:b/>
          <w:lang w:val="it-IT"/>
        </w:rPr>
        <w:t xml:space="preserve">. </w:t>
      </w:r>
      <w:r w:rsidRPr="004966C3">
        <w:rPr>
          <w:b/>
        </w:rPr>
        <w:t>Све</w:t>
      </w:r>
      <w:r w:rsidRPr="004966C3">
        <w:rPr>
          <w:b/>
          <w:lang w:val="it-IT"/>
        </w:rPr>
        <w:t xml:space="preserve"> </w:t>
      </w:r>
      <w:r w:rsidRPr="004966C3">
        <w:rPr>
          <w:b/>
        </w:rPr>
        <w:t>их</w:t>
      </w:r>
      <w:r w:rsidRPr="004966C3">
        <w:rPr>
          <w:b/>
          <w:lang w:val="it-IT"/>
        </w:rPr>
        <w:t xml:space="preserve"> </w:t>
      </w:r>
      <w:r w:rsidRPr="004966C3">
        <w:rPr>
          <w:b/>
        </w:rPr>
        <w:t>позивам</w:t>
      </w:r>
      <w:r w:rsidRPr="004966C3">
        <w:rPr>
          <w:b/>
          <w:lang w:val="it-IT"/>
        </w:rPr>
        <w:t xml:space="preserve"> </w:t>
      </w:r>
      <w:r w:rsidRPr="004966C3">
        <w:rPr>
          <w:b/>
        </w:rPr>
        <w:t>да</w:t>
      </w:r>
      <w:r w:rsidRPr="004966C3">
        <w:rPr>
          <w:b/>
          <w:lang w:val="it-IT"/>
        </w:rPr>
        <w:t xml:space="preserve"> </w:t>
      </w:r>
      <w:r w:rsidRPr="004966C3">
        <w:rPr>
          <w:b/>
        </w:rPr>
        <w:t>на</w:t>
      </w:r>
      <w:r w:rsidRPr="004966C3">
        <w:rPr>
          <w:b/>
          <w:lang w:val="it-IT"/>
        </w:rPr>
        <w:t xml:space="preserve"> 14. </w:t>
      </w:r>
      <w:r w:rsidRPr="004966C3">
        <w:rPr>
          <w:b/>
        </w:rPr>
        <w:t>страни</w:t>
      </w:r>
      <w:r w:rsidRPr="004966C3">
        <w:rPr>
          <w:b/>
          <w:lang w:val="it-IT"/>
        </w:rPr>
        <w:t xml:space="preserve"> </w:t>
      </w:r>
      <w:r w:rsidRPr="004966C3">
        <w:rPr>
          <w:b/>
        </w:rPr>
        <w:t>Уџбеника</w:t>
      </w:r>
      <w:r w:rsidRPr="004966C3">
        <w:rPr>
          <w:b/>
          <w:lang w:val="it-IT"/>
        </w:rPr>
        <w:t xml:space="preserve"> </w:t>
      </w:r>
      <w:r w:rsidRPr="004966C3">
        <w:rPr>
          <w:b/>
        </w:rPr>
        <w:t>означе</w:t>
      </w:r>
      <w:r w:rsidRPr="004966C3">
        <w:rPr>
          <w:b/>
          <w:lang w:val="it-IT"/>
        </w:rPr>
        <w:t xml:space="preserve"> </w:t>
      </w:r>
      <w:r w:rsidRPr="004966C3">
        <w:rPr>
          <w:b/>
        </w:rPr>
        <w:t>шта</w:t>
      </w:r>
      <w:r w:rsidRPr="004966C3">
        <w:rPr>
          <w:b/>
          <w:lang w:val="it-IT"/>
        </w:rPr>
        <w:t xml:space="preserve"> </w:t>
      </w:r>
      <w:r w:rsidRPr="004966C3">
        <w:rPr>
          <w:b/>
        </w:rPr>
        <w:t>су</w:t>
      </w:r>
      <w:r w:rsidRPr="004966C3">
        <w:rPr>
          <w:b/>
          <w:lang w:val="it-IT"/>
        </w:rPr>
        <w:t xml:space="preserve"> </w:t>
      </w:r>
      <w:r w:rsidRPr="004966C3">
        <w:rPr>
          <w:b/>
        </w:rPr>
        <w:t>научили</w:t>
      </w:r>
      <w:r w:rsidRPr="004966C3">
        <w:rPr>
          <w:b/>
          <w:lang w:val="it-IT"/>
        </w:rPr>
        <w:t xml:space="preserve"> </w:t>
      </w:r>
      <w:r w:rsidRPr="004966C3">
        <w:rPr>
          <w:b/>
        </w:rPr>
        <w:t>током</w:t>
      </w:r>
      <w:r w:rsidRPr="004966C3">
        <w:rPr>
          <w:b/>
          <w:lang w:val="it-IT"/>
        </w:rPr>
        <w:t xml:space="preserve"> </w:t>
      </w:r>
      <w:r w:rsidRPr="004966C3">
        <w:rPr>
          <w:b/>
        </w:rPr>
        <w:t>ове</w:t>
      </w:r>
      <w:r w:rsidRPr="004966C3">
        <w:rPr>
          <w:b/>
          <w:lang w:val="it-IT"/>
        </w:rPr>
        <w:t xml:space="preserve"> </w:t>
      </w:r>
      <w:r w:rsidRPr="004966C3">
        <w:rPr>
          <w:b/>
        </w:rPr>
        <w:t>наставне</w:t>
      </w:r>
      <w:r w:rsidRPr="004966C3">
        <w:rPr>
          <w:b/>
          <w:lang w:val="it-IT"/>
        </w:rPr>
        <w:t xml:space="preserve"> </w:t>
      </w:r>
      <w:r w:rsidRPr="004966C3">
        <w:rPr>
          <w:b/>
        </w:rPr>
        <w:t>области</w:t>
      </w:r>
      <w:r w:rsidRPr="004966C3">
        <w:rPr>
          <w:b/>
          <w:lang w:val="it-IT"/>
        </w:rPr>
        <w:t xml:space="preserve">. </w:t>
      </w:r>
      <w:r w:rsidRPr="004966C3">
        <w:rPr>
          <w:b/>
        </w:rPr>
        <w:t>Говорим</w:t>
      </w:r>
      <w:r w:rsidRPr="004966C3">
        <w:rPr>
          <w:b/>
          <w:lang w:val="it-IT"/>
        </w:rPr>
        <w:t xml:space="preserve"> </w:t>
      </w:r>
      <w:r w:rsidRPr="004966C3">
        <w:rPr>
          <w:b/>
        </w:rPr>
        <w:t>им</w:t>
      </w:r>
      <w:r w:rsidRPr="004966C3">
        <w:rPr>
          <w:b/>
          <w:lang w:val="it-IT"/>
        </w:rPr>
        <w:t xml:space="preserve"> </w:t>
      </w:r>
      <w:r w:rsidRPr="004966C3">
        <w:rPr>
          <w:b/>
        </w:rPr>
        <w:t>да</w:t>
      </w:r>
      <w:r w:rsidRPr="004966C3">
        <w:rPr>
          <w:b/>
          <w:lang w:val="it-IT"/>
        </w:rPr>
        <w:t xml:space="preserve"> </w:t>
      </w:r>
      <w:r w:rsidRPr="004966C3">
        <w:rPr>
          <w:b/>
        </w:rPr>
        <w:t>буду</w:t>
      </w:r>
      <w:r w:rsidRPr="004966C3">
        <w:rPr>
          <w:b/>
          <w:lang w:val="it-IT"/>
        </w:rPr>
        <w:t xml:space="preserve"> </w:t>
      </w:r>
      <w:r w:rsidRPr="004966C3">
        <w:rPr>
          <w:b/>
        </w:rPr>
        <w:t>искрени</w:t>
      </w:r>
      <w:r w:rsidRPr="004966C3">
        <w:rPr>
          <w:b/>
          <w:lang w:val="it-IT"/>
        </w:rPr>
        <w:t xml:space="preserve">, </w:t>
      </w:r>
      <w:r w:rsidRPr="004966C3">
        <w:rPr>
          <w:b/>
        </w:rPr>
        <w:t>а</w:t>
      </w:r>
      <w:r w:rsidRPr="004966C3">
        <w:rPr>
          <w:b/>
          <w:lang w:val="it-IT"/>
        </w:rPr>
        <w:t xml:space="preserve"> </w:t>
      </w:r>
      <w:r w:rsidRPr="004966C3">
        <w:rPr>
          <w:b/>
        </w:rPr>
        <w:t>потом</w:t>
      </w:r>
      <w:r w:rsidRPr="004966C3">
        <w:rPr>
          <w:b/>
          <w:lang w:val="it-IT"/>
        </w:rPr>
        <w:t xml:space="preserve"> </w:t>
      </w:r>
      <w:r w:rsidRPr="004966C3">
        <w:rPr>
          <w:b/>
        </w:rPr>
        <w:t>коментаришемо</w:t>
      </w:r>
      <w:r w:rsidRPr="004966C3">
        <w:rPr>
          <w:b/>
          <w:lang w:val="it-IT"/>
        </w:rPr>
        <w:t xml:space="preserve"> </w:t>
      </w:r>
      <w:r w:rsidRPr="004966C3">
        <w:rPr>
          <w:b/>
        </w:rPr>
        <w:t>шта</w:t>
      </w:r>
      <w:r w:rsidRPr="004966C3">
        <w:rPr>
          <w:b/>
          <w:lang w:val="it-IT"/>
        </w:rPr>
        <w:t xml:space="preserve"> </w:t>
      </w:r>
      <w:r w:rsidRPr="004966C3">
        <w:rPr>
          <w:b/>
        </w:rPr>
        <w:t>су</w:t>
      </w:r>
      <w:r w:rsidRPr="004966C3">
        <w:rPr>
          <w:b/>
          <w:lang w:val="it-IT"/>
        </w:rPr>
        <w:t xml:space="preserve"> </w:t>
      </w:r>
      <w:r w:rsidRPr="004966C3">
        <w:rPr>
          <w:b/>
        </w:rPr>
        <w:t>најбоље</w:t>
      </w:r>
      <w:r w:rsidRPr="004966C3">
        <w:rPr>
          <w:b/>
          <w:lang w:val="it-IT"/>
        </w:rPr>
        <w:t xml:space="preserve"> </w:t>
      </w:r>
      <w:r w:rsidRPr="004966C3">
        <w:rPr>
          <w:b/>
        </w:rPr>
        <w:t>научили</w:t>
      </w:r>
      <w:r w:rsidRPr="004966C3">
        <w:rPr>
          <w:b/>
          <w:lang w:val="it-IT"/>
        </w:rPr>
        <w:t xml:space="preserve">, </w:t>
      </w:r>
      <w:r w:rsidRPr="004966C3">
        <w:rPr>
          <w:b/>
        </w:rPr>
        <w:t>а</w:t>
      </w:r>
      <w:r w:rsidRPr="004966C3">
        <w:rPr>
          <w:b/>
          <w:lang w:val="it-IT"/>
        </w:rPr>
        <w:t xml:space="preserve"> </w:t>
      </w:r>
      <w:r w:rsidRPr="004966C3">
        <w:rPr>
          <w:b/>
        </w:rPr>
        <w:t>шта</w:t>
      </w:r>
      <w:r w:rsidRPr="004966C3">
        <w:rPr>
          <w:b/>
          <w:lang w:val="it-IT"/>
        </w:rPr>
        <w:t xml:space="preserve"> </w:t>
      </w:r>
      <w:r w:rsidRPr="004966C3">
        <w:rPr>
          <w:b/>
        </w:rPr>
        <w:t>им</w:t>
      </w:r>
      <w:r w:rsidRPr="004966C3">
        <w:rPr>
          <w:b/>
          <w:lang w:val="it-IT"/>
        </w:rPr>
        <w:t xml:space="preserve"> </w:t>
      </w:r>
      <w:r w:rsidRPr="004966C3">
        <w:rPr>
          <w:b/>
        </w:rPr>
        <w:t>је</w:t>
      </w:r>
      <w:r w:rsidRPr="004966C3">
        <w:rPr>
          <w:b/>
          <w:lang w:val="it-IT"/>
        </w:rPr>
        <w:t xml:space="preserve"> </w:t>
      </w:r>
      <w:r w:rsidRPr="004966C3">
        <w:rPr>
          <w:b/>
        </w:rPr>
        <w:t>било</w:t>
      </w:r>
      <w:r w:rsidRPr="004966C3">
        <w:rPr>
          <w:b/>
          <w:lang w:val="it-IT"/>
        </w:rPr>
        <w:t xml:space="preserve"> </w:t>
      </w:r>
      <w:r w:rsidRPr="004966C3">
        <w:rPr>
          <w:b/>
        </w:rPr>
        <w:t>најтеже</w:t>
      </w:r>
      <w:r w:rsidRPr="004966C3">
        <w:rPr>
          <w:b/>
          <w:lang w:val="it-IT"/>
        </w:rPr>
        <w:t xml:space="preserve"> </w:t>
      </w:r>
      <w:r w:rsidRPr="004966C3">
        <w:rPr>
          <w:b/>
        </w:rPr>
        <w:t>да</w:t>
      </w:r>
      <w:r w:rsidRPr="004966C3">
        <w:rPr>
          <w:b/>
          <w:lang w:val="it-IT"/>
        </w:rPr>
        <w:t xml:space="preserve"> </w:t>
      </w:r>
      <w:r w:rsidRPr="004966C3">
        <w:rPr>
          <w:b/>
        </w:rPr>
        <w:t>науче</w:t>
      </w:r>
      <w:r w:rsidRPr="004966C3">
        <w:rPr>
          <w:b/>
          <w:lang w:val="it-IT"/>
        </w:rPr>
        <w:t xml:space="preserve"> </w:t>
      </w:r>
      <w:r w:rsidRPr="004966C3">
        <w:rPr>
          <w:b/>
        </w:rPr>
        <w:t>и</w:t>
      </w:r>
      <w:r w:rsidRPr="004966C3">
        <w:rPr>
          <w:b/>
          <w:lang w:val="it-IT"/>
        </w:rPr>
        <w:t xml:space="preserve"> </w:t>
      </w:r>
      <w:r w:rsidRPr="004966C3">
        <w:rPr>
          <w:b/>
        </w:rPr>
        <w:t>због</w:t>
      </w:r>
      <w:r w:rsidRPr="004966C3">
        <w:rPr>
          <w:b/>
          <w:lang w:val="it-IT"/>
        </w:rPr>
        <w:t xml:space="preserve"> </w:t>
      </w:r>
      <w:r w:rsidRPr="004966C3">
        <w:rPr>
          <w:b/>
        </w:rPr>
        <w:t>чега</w:t>
      </w:r>
      <w:r w:rsidRPr="004966C3">
        <w:rPr>
          <w:b/>
          <w:lang w:val="it-IT"/>
        </w:rPr>
        <w:t>.</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(5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На крају часа ученици слушају песму која им се највише допала у петом разреду. Пуштам им снимак песме и сви је заједно певамо.</w:t>
      </w:r>
    </w:p>
    <w:p w:rsidR="00F01BE7" w:rsidRPr="004966C3" w:rsidRDefault="00F01BE7" w:rsidP="002E1D9B">
      <w:pPr>
        <w:shd w:val="clear" w:color="auto" w:fill="FFFFFF"/>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sr-Cyrl-CS"/>
        </w:rPr>
      </w:pPr>
      <w:r w:rsidRPr="004966C3">
        <w:rPr>
          <w:b/>
          <w:sz w:val="32"/>
          <w:szCs w:val="32"/>
          <w:lang w:val="sr-Cyrl-CS"/>
        </w:rPr>
        <w:t>Припрема за час бр. 10</w:t>
      </w:r>
    </w:p>
    <w:p w:rsidR="00F01BE7" w:rsidRPr="004966C3" w:rsidRDefault="00F01BE7" w:rsidP="002E1D9B">
      <w:pPr>
        <w:shd w:val="clear" w:color="auto" w:fill="FFFFFF"/>
        <w:jc w:val="center"/>
        <w:rPr>
          <w:b/>
          <w:sz w:val="32"/>
          <w:szCs w:val="32"/>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 xml:space="preserve">!  </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обрада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лудичке активности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 групни</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w:t>
      </w:r>
      <w:r w:rsidRPr="004966C3">
        <w:rPr>
          <w:b/>
        </w:rPr>
        <w:t>CD</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усвајање лексике у вези са одласком у биоскоп; увођење редних бројева (</w:t>
      </w:r>
      <w:r w:rsidRPr="004966C3">
        <w:rPr>
          <w:b/>
          <w:i/>
        </w:rPr>
        <w:t>primo, terzo, quinto</w:t>
      </w:r>
      <w:r w:rsidRPr="004966C3">
        <w:rPr>
          <w:b/>
        </w:rPr>
        <w:t>), садашњег времена глагола I и II конјугације (</w:t>
      </w:r>
      <w:r w:rsidRPr="004966C3">
        <w:rPr>
          <w:b/>
          <w:i/>
        </w:rPr>
        <w:t>vedo, comincia, prendo, andiamo, sai…</w:t>
      </w:r>
      <w:r w:rsidRPr="004966C3">
        <w:rPr>
          <w:b/>
        </w:rPr>
        <w:t>); усвајање структура за тражење туђег мишљења (</w:t>
      </w:r>
      <w:r w:rsidRPr="004966C3">
        <w:rPr>
          <w:b/>
          <w:i/>
        </w:rPr>
        <w:t>Che ne dici?</w:t>
      </w:r>
      <w:r w:rsidRPr="004966C3">
        <w:rPr>
          <w:b/>
        </w:rPr>
        <w:t>), за тражење и давање обавештења (</w:t>
      </w:r>
      <w:r w:rsidRPr="004966C3">
        <w:rPr>
          <w:b/>
          <w:i/>
        </w:rPr>
        <w:t>Quanto costa il biglietto? Andate a sinistra!</w:t>
      </w:r>
      <w:r w:rsidRPr="004966C3">
        <w:rPr>
          <w:b/>
        </w:rPr>
        <w:t>...), за примање и давање позива за учешће у групној активности (</w:t>
      </w:r>
      <w:r w:rsidRPr="004966C3">
        <w:rPr>
          <w:b/>
          <w:i/>
        </w:rPr>
        <w:t>Dai, entriamo! Prendiamo gli occhiali!)</w:t>
      </w:r>
    </w:p>
    <w:p w:rsidR="00F01BE7" w:rsidRPr="004966C3" w:rsidRDefault="00F01BE7" w:rsidP="002E1D9B">
      <w:pPr>
        <w:pStyle w:val="ListParagraph"/>
        <w:numPr>
          <w:ilvl w:val="0"/>
          <w:numId w:val="17"/>
        </w:numPr>
        <w:rPr>
          <w:b/>
          <w:u w:val="single"/>
        </w:rPr>
      </w:pPr>
      <w:r w:rsidRPr="004966C3">
        <w:rPr>
          <w:b/>
          <w:u w:val="single"/>
          <w:lang w:val="sr-Cyrl-CS"/>
        </w:rPr>
        <w:t>Очекивани исходи:</w:t>
      </w:r>
    </w:p>
    <w:p w:rsidR="00F01BE7" w:rsidRPr="004966C3" w:rsidRDefault="00F01BE7" w:rsidP="002E1D9B">
      <w:pPr>
        <w:pStyle w:val="ListParagraph"/>
        <w:shd w:val="clear" w:color="auto" w:fill="FFFFFF"/>
        <w:ind w:left="1440"/>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0"/>
          <w:numId w:val="29"/>
        </w:numPr>
        <w:shd w:val="clear" w:color="auto" w:fill="FFFFFF"/>
        <w:ind w:hanging="1170"/>
        <w:rPr>
          <w:b/>
        </w:rPr>
      </w:pPr>
      <w:r w:rsidRPr="004966C3">
        <w:rPr>
          <w:b/>
        </w:rPr>
        <w:t>разуме</w:t>
      </w:r>
      <w:r w:rsidRPr="004966C3">
        <w:rPr>
          <w:b/>
          <w:lang w:val="sr-Cyrl-BA"/>
        </w:rPr>
        <w:t>ју</w:t>
      </w:r>
      <w:r w:rsidRPr="004966C3">
        <w:rPr>
          <w:b/>
        </w:rPr>
        <w:t xml:space="preserve">  текстове у којима се упућује позвив на заједничку активност, изражава</w:t>
      </w:r>
      <w:r w:rsidRPr="004966C3">
        <w:rPr>
          <w:b/>
          <w:lang w:val="sr-Cyrl-BA"/>
        </w:rPr>
        <w:t>ју</w:t>
      </w:r>
      <w:r w:rsidRPr="004966C3">
        <w:rPr>
          <w:b/>
        </w:rPr>
        <w:t xml:space="preserve"> свиђање или несвиђа</w:t>
      </w:r>
      <w:r w:rsidRPr="004966C3">
        <w:rPr>
          <w:b/>
          <w:lang w:val="sr-Cyrl-BA"/>
        </w:rPr>
        <w:t>њ</w:t>
      </w:r>
      <w:r w:rsidRPr="004966C3">
        <w:rPr>
          <w:b/>
        </w:rPr>
        <w:t xml:space="preserve">е, траже информације о цени, времену </w:t>
      </w:r>
      <w:r w:rsidRPr="004966C3">
        <w:rPr>
          <w:b/>
          <w:lang w:val="sr-Cyrl-BA"/>
        </w:rPr>
        <w:t>почетка</w:t>
      </w:r>
      <w:r w:rsidRPr="004966C3">
        <w:rPr>
          <w:b/>
        </w:rPr>
        <w:t xml:space="preserve"> неког дешавања </w:t>
      </w:r>
    </w:p>
    <w:p w:rsidR="00F01BE7" w:rsidRPr="004966C3" w:rsidRDefault="00F01BE7" w:rsidP="002E1D9B">
      <w:pPr>
        <w:pStyle w:val="ListParagraph"/>
        <w:numPr>
          <w:ilvl w:val="0"/>
          <w:numId w:val="29"/>
        </w:numPr>
        <w:shd w:val="clear" w:color="auto" w:fill="FFFFFF"/>
        <w:ind w:hanging="1170"/>
        <w:rPr>
          <w:b/>
        </w:rPr>
      </w:pPr>
      <w:r w:rsidRPr="004966C3">
        <w:rPr>
          <w:b/>
        </w:rPr>
        <w:t>каж</w:t>
      </w:r>
      <w:r w:rsidRPr="004966C3">
        <w:rPr>
          <w:b/>
          <w:lang w:val="sr-Cyrl-BA"/>
        </w:rPr>
        <w:t>у</w:t>
      </w:r>
      <w:r w:rsidRPr="004966C3">
        <w:rPr>
          <w:b/>
        </w:rPr>
        <w:t xml:space="preserve"> како, где и са ким </w:t>
      </w:r>
      <w:r w:rsidRPr="004966C3">
        <w:rPr>
          <w:b/>
          <w:lang w:val="sr-Cyrl-BA"/>
        </w:rPr>
        <w:t>им се</w:t>
      </w:r>
      <w:r w:rsidRPr="004966C3">
        <w:rPr>
          <w:b/>
        </w:rPr>
        <w:t xml:space="preserve"> допада да гледају филмове и да објасн</w:t>
      </w:r>
      <w:r w:rsidRPr="004966C3">
        <w:rPr>
          <w:b/>
          <w:lang w:val="sr-Cyrl-BA"/>
        </w:rPr>
        <w:t>е</w:t>
      </w:r>
      <w:r w:rsidRPr="004966C3">
        <w:rPr>
          <w:b/>
        </w:rPr>
        <w:t xml:space="preserve"> зашто</w:t>
      </w:r>
    </w:p>
    <w:p w:rsidR="00F01BE7" w:rsidRPr="004966C3" w:rsidRDefault="00F01BE7" w:rsidP="002E1D9B">
      <w:pPr>
        <w:pStyle w:val="ListParagraph"/>
        <w:numPr>
          <w:ilvl w:val="0"/>
          <w:numId w:val="29"/>
        </w:numPr>
        <w:shd w:val="clear" w:color="auto" w:fill="FFFFFF"/>
        <w:ind w:hanging="1170"/>
        <w:rPr>
          <w:b/>
        </w:rPr>
      </w:pPr>
      <w:r w:rsidRPr="004966C3">
        <w:rPr>
          <w:b/>
        </w:rPr>
        <w:t>позову некога да заједно погледају филм</w:t>
      </w:r>
    </w:p>
    <w:p w:rsidR="00F01BE7" w:rsidRPr="004966C3" w:rsidRDefault="00F01BE7" w:rsidP="002E1D9B">
      <w:pPr>
        <w:pStyle w:val="ListParagraph"/>
        <w:numPr>
          <w:ilvl w:val="0"/>
          <w:numId w:val="29"/>
        </w:numPr>
        <w:shd w:val="clear" w:color="auto" w:fill="FFFFFF"/>
        <w:ind w:hanging="1170"/>
        <w:rPr>
          <w:b/>
        </w:rPr>
      </w:pPr>
      <w:r w:rsidRPr="004966C3">
        <w:rPr>
          <w:b/>
        </w:rPr>
        <w:t>да купе улазницу за филм, представу, концерт</w:t>
      </w:r>
    </w:p>
    <w:p w:rsidR="00F01BE7" w:rsidRPr="004966C3" w:rsidRDefault="00F01BE7" w:rsidP="002E1D9B">
      <w:pPr>
        <w:pStyle w:val="ListParagraph"/>
        <w:shd w:val="clear" w:color="auto" w:fill="FFFFFF"/>
        <w:ind w:left="1440"/>
        <w:rPr>
          <w:b/>
        </w:rPr>
      </w:pPr>
    </w:p>
    <w:p w:rsidR="00F01BE7" w:rsidRPr="004966C3" w:rsidRDefault="00F01BE7" w:rsidP="002E1D9B">
      <w:pPr>
        <w:shd w:val="clear" w:color="auto" w:fill="FFFFFF"/>
        <w:rPr>
          <w:b/>
          <w:u w:val="dotted"/>
          <w:lang w:val="sr-Cyrl-CS"/>
        </w:rPr>
      </w:pPr>
    </w:p>
    <w:p w:rsidR="00F01BE7" w:rsidRPr="004966C3" w:rsidRDefault="00F01BE7" w:rsidP="002E1D9B">
      <w:pPr>
        <w:pStyle w:val="ListParagraph"/>
        <w:shd w:val="clear" w:color="auto" w:fill="FFFFFF"/>
        <w:ind w:left="144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Иницира дијалог, објашњава нове речи и изразе, дели улоге у оквиру група за драматизацију.</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Слушају аудио-снимак, драматизују дијалоге, одговарају на питања наставника, учествују у разговору.</w:t>
      </w:r>
    </w:p>
    <w:p w:rsidR="00F01BE7" w:rsidRPr="004966C3" w:rsidRDefault="00F01BE7" w:rsidP="002E1D9B">
      <w:pPr>
        <w:shd w:val="clear" w:color="auto" w:fill="FFFFFF"/>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(10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 xml:space="preserve">Са ученицима посматрам илустрацију на фолио-странама Уџбеника. На њима је фотографија венецијанског канала. Коментаришем је са ученицима: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Cosa</w:t>
      </w:r>
      <w:r w:rsidRPr="004966C3">
        <w:rPr>
          <w:b/>
          <w:i/>
          <w:lang w:val="sr-Cyrl-CS"/>
        </w:rPr>
        <w:t xml:space="preserve"> </w:t>
      </w:r>
      <w:r w:rsidRPr="004966C3">
        <w:rPr>
          <w:b/>
          <w:i/>
          <w:lang w:val="it-IT"/>
        </w:rPr>
        <w:t>c</w:t>
      </w:r>
      <w:r w:rsidRPr="004966C3">
        <w:rPr>
          <w:b/>
          <w:i/>
          <w:lang w:val="sr-Cyrl-CS"/>
        </w:rPr>
        <w:t xml:space="preserve">’è </w:t>
      </w:r>
      <w:r w:rsidRPr="004966C3">
        <w:rPr>
          <w:b/>
          <w:i/>
          <w:lang w:val="it-IT"/>
        </w:rPr>
        <w:t>nella</w:t>
      </w:r>
      <w:r w:rsidRPr="004966C3">
        <w:rPr>
          <w:b/>
          <w:i/>
          <w:lang w:val="sr-Cyrl-CS"/>
        </w:rPr>
        <w:t xml:space="preserve"> </w:t>
      </w:r>
      <w:r w:rsidRPr="004966C3">
        <w:rPr>
          <w:b/>
          <w:i/>
          <w:lang w:val="it-IT"/>
        </w:rPr>
        <w:t>foto</w:t>
      </w:r>
      <w:r w:rsidRPr="004966C3">
        <w:rPr>
          <w:b/>
          <w:i/>
          <w:lang w:val="sr-Cyrl-CS"/>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Cosa sono le gondole?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si chiamano le persone che portano i turisti in gondola?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sono vestiti i gondolieri? </w:t>
      </w: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овог</w:t>
      </w:r>
      <w:r w:rsidRPr="004966C3">
        <w:rPr>
          <w:b/>
          <w:lang w:val="it-IT"/>
        </w:rPr>
        <w:t xml:space="preserve"> </w:t>
      </w:r>
      <w:r w:rsidRPr="004966C3">
        <w:rPr>
          <w:b/>
        </w:rPr>
        <w:t>увода</w:t>
      </w:r>
      <w:r w:rsidRPr="004966C3">
        <w:rPr>
          <w:b/>
          <w:lang w:val="it-IT"/>
        </w:rPr>
        <w:t xml:space="preserve">, </w:t>
      </w:r>
      <w:r w:rsidRPr="004966C3">
        <w:rPr>
          <w:b/>
        </w:rPr>
        <w:t>читамо</w:t>
      </w:r>
      <w:r w:rsidRPr="004966C3">
        <w:rPr>
          <w:b/>
          <w:lang w:val="it-IT"/>
        </w:rPr>
        <w:t xml:space="preserve"> </w:t>
      </w:r>
      <w:r w:rsidRPr="004966C3">
        <w:rPr>
          <w:b/>
        </w:rPr>
        <w:t>шта</w:t>
      </w:r>
      <w:r w:rsidRPr="004966C3">
        <w:rPr>
          <w:b/>
          <w:lang w:val="it-IT"/>
        </w:rPr>
        <w:t xml:space="preserve"> </w:t>
      </w:r>
      <w:r w:rsidRPr="004966C3">
        <w:rPr>
          <w:b/>
        </w:rPr>
        <w:t>ћемо</w:t>
      </w:r>
      <w:r w:rsidRPr="004966C3">
        <w:rPr>
          <w:b/>
          <w:lang w:val="it-IT"/>
        </w:rPr>
        <w:t xml:space="preserve"> </w:t>
      </w:r>
      <w:r w:rsidRPr="004966C3">
        <w:rPr>
          <w:b/>
        </w:rPr>
        <w:t>све</w:t>
      </w:r>
      <w:r w:rsidRPr="004966C3">
        <w:rPr>
          <w:b/>
          <w:lang w:val="it-IT"/>
        </w:rPr>
        <w:t xml:space="preserve"> </w:t>
      </w:r>
      <w:r w:rsidRPr="004966C3">
        <w:rPr>
          <w:b/>
        </w:rPr>
        <w:t>научити</w:t>
      </w:r>
      <w:r w:rsidRPr="004966C3">
        <w:rPr>
          <w:b/>
          <w:lang w:val="it-IT"/>
        </w:rPr>
        <w:t xml:space="preserve"> </w:t>
      </w:r>
      <w:r w:rsidRPr="004966C3">
        <w:rPr>
          <w:b/>
        </w:rPr>
        <w:t>у</w:t>
      </w:r>
      <w:r w:rsidRPr="004966C3">
        <w:rPr>
          <w:b/>
          <w:lang w:val="it-IT"/>
        </w:rPr>
        <w:t xml:space="preserve"> </w:t>
      </w:r>
      <w:r w:rsidRPr="004966C3">
        <w:rPr>
          <w:b/>
        </w:rPr>
        <w:t>оквиру</w:t>
      </w:r>
      <w:r w:rsidRPr="004966C3">
        <w:rPr>
          <w:b/>
          <w:lang w:val="it-IT"/>
        </w:rPr>
        <w:t xml:space="preserve"> </w:t>
      </w:r>
      <w:r w:rsidRPr="004966C3">
        <w:rPr>
          <w:b/>
        </w:rPr>
        <w:t>нове</w:t>
      </w:r>
      <w:r w:rsidRPr="004966C3">
        <w:rPr>
          <w:b/>
          <w:lang w:val="it-IT"/>
        </w:rPr>
        <w:t xml:space="preserve"> </w:t>
      </w:r>
      <w:r w:rsidRPr="004966C3">
        <w:rPr>
          <w:b/>
        </w:rPr>
        <w:t>лекције</w:t>
      </w:r>
      <w:r w:rsidRPr="004966C3">
        <w:rPr>
          <w:b/>
          <w:lang w:val="it-IT"/>
        </w:rPr>
        <w:t xml:space="preserve">, </w:t>
      </w:r>
      <w:r w:rsidRPr="004966C3">
        <w:rPr>
          <w:b/>
        </w:rPr>
        <w:t>а</w:t>
      </w:r>
      <w:r w:rsidRPr="004966C3">
        <w:rPr>
          <w:b/>
          <w:lang w:val="it-IT"/>
        </w:rPr>
        <w:t xml:space="preserve"> </w:t>
      </w:r>
      <w:r w:rsidRPr="004966C3">
        <w:rPr>
          <w:b/>
        </w:rPr>
        <w:t>потом</w:t>
      </w:r>
      <w:r w:rsidRPr="004966C3">
        <w:rPr>
          <w:b/>
          <w:lang w:val="it-IT"/>
        </w:rPr>
        <w:t xml:space="preserve"> </w:t>
      </w:r>
      <w:r w:rsidRPr="004966C3">
        <w:rPr>
          <w:b/>
        </w:rPr>
        <w:t>отпочињем</w:t>
      </w:r>
      <w:r w:rsidRPr="004966C3">
        <w:rPr>
          <w:b/>
          <w:lang w:val="it-IT"/>
        </w:rPr>
        <w:t xml:space="preserve"> </w:t>
      </w:r>
      <w:r w:rsidRPr="004966C3">
        <w:rPr>
          <w:b/>
        </w:rPr>
        <w:t>дијалог</w:t>
      </w:r>
      <w:r w:rsidRPr="004966C3">
        <w:rPr>
          <w:b/>
          <w:lang w:val="it-IT"/>
        </w:rPr>
        <w:t xml:space="preserve"> </w:t>
      </w:r>
      <w:r w:rsidRPr="004966C3">
        <w:rPr>
          <w:b/>
        </w:rPr>
        <w:t>који</w:t>
      </w:r>
      <w:r w:rsidRPr="004966C3">
        <w:rPr>
          <w:b/>
          <w:lang w:val="it-IT"/>
        </w:rPr>
        <w:t xml:space="preserve"> </w:t>
      </w:r>
      <w:r w:rsidRPr="004966C3">
        <w:rPr>
          <w:b/>
        </w:rPr>
        <w:t>треба</w:t>
      </w:r>
      <w:r w:rsidRPr="004966C3">
        <w:rPr>
          <w:b/>
          <w:lang w:val="it-IT"/>
        </w:rPr>
        <w:t xml:space="preserve"> </w:t>
      </w:r>
      <w:r w:rsidRPr="004966C3">
        <w:rPr>
          <w:b/>
        </w:rPr>
        <w:t>да</w:t>
      </w:r>
      <w:r w:rsidRPr="004966C3">
        <w:rPr>
          <w:b/>
          <w:lang w:val="it-IT"/>
        </w:rPr>
        <w:t xml:space="preserve"> </w:t>
      </w:r>
      <w:r w:rsidRPr="004966C3">
        <w:rPr>
          <w:b/>
        </w:rPr>
        <w:t>припреми</w:t>
      </w:r>
      <w:r w:rsidRPr="004966C3">
        <w:rPr>
          <w:b/>
          <w:lang w:val="it-IT"/>
        </w:rPr>
        <w:t xml:space="preserve"> </w:t>
      </w:r>
      <w:r w:rsidRPr="004966C3">
        <w:rPr>
          <w:b/>
        </w:rPr>
        <w:t>ученике</w:t>
      </w:r>
      <w:r w:rsidRPr="004966C3">
        <w:rPr>
          <w:b/>
          <w:lang w:val="it-IT"/>
        </w:rPr>
        <w:t xml:space="preserve"> </w:t>
      </w:r>
      <w:r w:rsidRPr="004966C3">
        <w:rPr>
          <w:b/>
        </w:rPr>
        <w:t>за</w:t>
      </w:r>
      <w:r w:rsidRPr="004966C3">
        <w:rPr>
          <w:b/>
          <w:lang w:val="it-IT"/>
        </w:rPr>
        <w:t xml:space="preserve"> </w:t>
      </w:r>
      <w:r w:rsidRPr="004966C3">
        <w:rPr>
          <w:b/>
        </w:rPr>
        <w:t>тему</w:t>
      </w:r>
      <w:r w:rsidRPr="004966C3">
        <w:rPr>
          <w:b/>
          <w:lang w:val="it-IT"/>
        </w:rPr>
        <w:t xml:space="preserve"> </w:t>
      </w:r>
      <w:r w:rsidRPr="004966C3">
        <w:rPr>
          <w:b/>
        </w:rPr>
        <w:t>која</w:t>
      </w:r>
      <w:r w:rsidRPr="004966C3">
        <w:rPr>
          <w:b/>
          <w:lang w:val="it-IT"/>
        </w:rPr>
        <w:t xml:space="preserve"> </w:t>
      </w:r>
      <w:r w:rsidRPr="004966C3">
        <w:rPr>
          <w:b/>
        </w:rPr>
        <w:t>следи</w:t>
      </w:r>
      <w:r w:rsidRPr="004966C3">
        <w:rPr>
          <w:b/>
          <w:lang w:val="it-IT"/>
        </w:rPr>
        <w:t xml:space="preserve">. </w:t>
      </w:r>
      <w:r w:rsidRPr="004966C3">
        <w:rPr>
          <w:b/>
        </w:rPr>
        <w:t>Користим</w:t>
      </w:r>
      <w:r w:rsidRPr="004966C3">
        <w:rPr>
          <w:b/>
          <w:lang w:val="it-IT"/>
        </w:rPr>
        <w:t xml:space="preserve"> </w:t>
      </w:r>
      <w:r w:rsidRPr="004966C3">
        <w:rPr>
          <w:b/>
        </w:rPr>
        <w:t>рубрику</w:t>
      </w:r>
      <w:r w:rsidRPr="004966C3">
        <w:rPr>
          <w:b/>
          <w:lang w:val="it-IT"/>
        </w:rPr>
        <w:t xml:space="preserve"> </w:t>
      </w:r>
      <w:r w:rsidRPr="004966C3">
        <w:rPr>
          <w:b/>
          <w:i/>
          <w:lang w:val="it-IT"/>
        </w:rPr>
        <w:t>Parliamo!</w:t>
      </w:r>
      <w:r w:rsidRPr="004966C3">
        <w:rPr>
          <w:b/>
          <w:lang w:val="it-IT"/>
        </w:rPr>
        <w:t xml:space="preserve"> </w:t>
      </w:r>
      <w:r w:rsidRPr="004966C3">
        <w:rPr>
          <w:b/>
        </w:rPr>
        <w:t>з</w:t>
      </w:r>
      <w:r w:rsidRPr="004966C3">
        <w:rPr>
          <w:b/>
          <w:lang w:val="it-IT"/>
        </w:rPr>
        <w:t xml:space="preserve">а </w:t>
      </w:r>
      <w:r w:rsidRPr="004966C3">
        <w:rPr>
          <w:b/>
        </w:rPr>
        <w:t>то</w:t>
      </w:r>
      <w:r w:rsidRPr="004966C3">
        <w:rPr>
          <w:b/>
          <w:lang w:val="it-IT"/>
        </w:rPr>
        <w:t>.</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w:t>
      </w:r>
      <w:r w:rsidRPr="004966C3">
        <w:rPr>
          <w:b/>
          <w:lang w:val="it-IT"/>
        </w:rPr>
        <w:t>25</w:t>
      </w:r>
      <w:r w:rsidRPr="004966C3">
        <w:rPr>
          <w:b/>
          <w:lang w:val="sr-Cyrl-CS"/>
        </w:rPr>
        <w:t xml:space="preserve"> минута)</w:t>
      </w:r>
    </w:p>
    <w:p w:rsidR="00F01BE7" w:rsidRPr="004966C3" w:rsidRDefault="00F01BE7" w:rsidP="002E1D9B">
      <w:pPr>
        <w:shd w:val="clear" w:color="auto" w:fill="FFFFFF"/>
        <w:jc w:val="both"/>
        <w:rPr>
          <w:b/>
          <w:i/>
          <w:lang w:val="it-IT"/>
        </w:rPr>
      </w:pPr>
      <w:r w:rsidRPr="004966C3">
        <w:rPr>
          <w:b/>
          <w:i/>
          <w:lang w:val="sr-Cyrl-CS"/>
        </w:rPr>
        <w:t xml:space="preserve"> </w:t>
      </w:r>
    </w:p>
    <w:p w:rsidR="00F01BE7" w:rsidRPr="004966C3" w:rsidRDefault="00F01BE7" w:rsidP="002E1D9B">
      <w:pPr>
        <w:shd w:val="clear" w:color="auto" w:fill="FFFFFF"/>
        <w:jc w:val="both"/>
        <w:rPr>
          <w:b/>
          <w:lang w:val="it-IT"/>
        </w:rPr>
      </w:pPr>
      <w:r w:rsidRPr="004966C3">
        <w:rPr>
          <w:b/>
        </w:rPr>
        <w:t>Ученици</w:t>
      </w:r>
      <w:r w:rsidRPr="004966C3">
        <w:rPr>
          <w:b/>
          <w:lang w:val="it-IT"/>
        </w:rPr>
        <w:t xml:space="preserve"> </w:t>
      </w:r>
      <w:r w:rsidRPr="004966C3">
        <w:rPr>
          <w:b/>
        </w:rPr>
        <w:t>слушају</w:t>
      </w:r>
      <w:r w:rsidRPr="004966C3">
        <w:rPr>
          <w:b/>
          <w:lang w:val="it-IT"/>
        </w:rPr>
        <w:t xml:space="preserve"> </w:t>
      </w:r>
      <w:r w:rsidRPr="004966C3">
        <w:rPr>
          <w:b/>
        </w:rPr>
        <w:t>снимак</w:t>
      </w:r>
      <w:r w:rsidRPr="004966C3">
        <w:rPr>
          <w:b/>
          <w:lang w:val="it-IT"/>
        </w:rPr>
        <w:t xml:space="preserve"> </w:t>
      </w:r>
      <w:r w:rsidRPr="004966C3">
        <w:rPr>
          <w:b/>
        </w:rPr>
        <w:t>дијалога</w:t>
      </w:r>
      <w:r w:rsidRPr="004966C3">
        <w:rPr>
          <w:b/>
          <w:lang w:val="it-IT"/>
        </w:rPr>
        <w:t xml:space="preserve"> </w:t>
      </w:r>
      <w:r w:rsidRPr="004966C3">
        <w:rPr>
          <w:b/>
        </w:rPr>
        <w:t>два</w:t>
      </w:r>
      <w:r w:rsidRPr="004966C3">
        <w:rPr>
          <w:b/>
          <w:lang w:val="it-IT"/>
        </w:rPr>
        <w:t xml:space="preserve"> </w:t>
      </w:r>
      <w:r w:rsidRPr="004966C3">
        <w:rPr>
          <w:b/>
        </w:rPr>
        <w:t>пута</w:t>
      </w:r>
      <w:r w:rsidRPr="004966C3">
        <w:rPr>
          <w:b/>
          <w:lang w:val="it-IT"/>
        </w:rPr>
        <w:t xml:space="preserve">, </w:t>
      </w:r>
      <w:r w:rsidRPr="004966C3">
        <w:rPr>
          <w:b/>
        </w:rPr>
        <w:t>први</w:t>
      </w:r>
      <w:r w:rsidRPr="004966C3">
        <w:rPr>
          <w:b/>
          <w:lang w:val="it-IT"/>
        </w:rPr>
        <w:t xml:space="preserve"> </w:t>
      </w:r>
      <w:r w:rsidRPr="004966C3">
        <w:rPr>
          <w:b/>
        </w:rPr>
        <w:t>пут</w:t>
      </w:r>
      <w:r w:rsidRPr="004966C3">
        <w:rPr>
          <w:b/>
          <w:lang w:val="it-IT"/>
        </w:rPr>
        <w:t xml:space="preserve"> </w:t>
      </w:r>
      <w:r w:rsidRPr="004966C3">
        <w:rPr>
          <w:b/>
        </w:rPr>
        <w:t>са</w:t>
      </w:r>
      <w:r w:rsidRPr="004966C3">
        <w:rPr>
          <w:b/>
          <w:lang w:val="it-IT"/>
        </w:rPr>
        <w:t xml:space="preserve"> </w:t>
      </w:r>
      <w:r w:rsidRPr="004966C3">
        <w:rPr>
          <w:b/>
        </w:rPr>
        <w:t>затвореним</w:t>
      </w:r>
      <w:r w:rsidRPr="004966C3">
        <w:rPr>
          <w:b/>
          <w:lang w:val="it-IT"/>
        </w:rPr>
        <w:t xml:space="preserve"> </w:t>
      </w:r>
      <w:r w:rsidRPr="004966C3">
        <w:rPr>
          <w:b/>
        </w:rPr>
        <w:t>књигама</w:t>
      </w:r>
      <w:r w:rsidRPr="004966C3">
        <w:rPr>
          <w:b/>
          <w:lang w:val="it-IT"/>
        </w:rPr>
        <w:t xml:space="preserve">, </w:t>
      </w:r>
      <w:r w:rsidRPr="004966C3">
        <w:rPr>
          <w:b/>
        </w:rPr>
        <w:t>а</w:t>
      </w:r>
      <w:r w:rsidRPr="004966C3">
        <w:rPr>
          <w:b/>
          <w:lang w:val="it-IT"/>
        </w:rPr>
        <w:t xml:space="preserve"> </w:t>
      </w:r>
      <w:r w:rsidRPr="004966C3">
        <w:rPr>
          <w:b/>
        </w:rPr>
        <w:t>други</w:t>
      </w:r>
      <w:r w:rsidRPr="004966C3">
        <w:rPr>
          <w:b/>
          <w:lang w:val="it-IT"/>
        </w:rPr>
        <w:t xml:space="preserve"> </w:t>
      </w:r>
      <w:r w:rsidRPr="004966C3">
        <w:rPr>
          <w:b/>
        </w:rPr>
        <w:t>пут</w:t>
      </w:r>
      <w:r w:rsidRPr="004966C3">
        <w:rPr>
          <w:b/>
          <w:lang w:val="it-IT"/>
        </w:rPr>
        <w:t xml:space="preserve"> </w:t>
      </w:r>
      <w:r w:rsidRPr="004966C3">
        <w:rPr>
          <w:b/>
        </w:rPr>
        <w:t>прате</w:t>
      </w:r>
      <w:r w:rsidRPr="004966C3">
        <w:rPr>
          <w:b/>
          <w:lang w:val="it-IT"/>
        </w:rPr>
        <w:t xml:space="preserve"> </w:t>
      </w:r>
      <w:r w:rsidRPr="004966C3">
        <w:rPr>
          <w:b/>
        </w:rPr>
        <w:t>текст</w:t>
      </w:r>
      <w:r w:rsidRPr="004966C3">
        <w:rPr>
          <w:b/>
          <w:lang w:val="it-IT"/>
        </w:rPr>
        <w:t xml:space="preserve"> </w:t>
      </w:r>
      <w:r w:rsidRPr="004966C3">
        <w:rPr>
          <w:b/>
        </w:rPr>
        <w:t>у</w:t>
      </w:r>
      <w:r w:rsidRPr="004966C3">
        <w:rPr>
          <w:b/>
          <w:lang w:val="it-IT"/>
        </w:rPr>
        <w:t xml:space="preserve"> </w:t>
      </w:r>
      <w:r w:rsidRPr="004966C3">
        <w:rPr>
          <w:b/>
        </w:rPr>
        <w:t>Уџбенику</w:t>
      </w:r>
      <w:r w:rsidRPr="004966C3">
        <w:rPr>
          <w:b/>
          <w:lang w:val="it-IT"/>
        </w:rPr>
        <w:t>.</w:t>
      </w: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тога</w:t>
      </w:r>
      <w:r w:rsidRPr="004966C3">
        <w:rPr>
          <w:b/>
          <w:lang w:val="it-IT"/>
        </w:rPr>
        <w:t xml:space="preserve"> </w:t>
      </w:r>
      <w:r w:rsidRPr="004966C3">
        <w:rPr>
          <w:b/>
        </w:rPr>
        <w:t>читају</w:t>
      </w:r>
      <w:r w:rsidRPr="004966C3">
        <w:rPr>
          <w:b/>
          <w:lang w:val="it-IT"/>
        </w:rPr>
        <w:t xml:space="preserve"> </w:t>
      </w:r>
      <w:r w:rsidRPr="004966C3">
        <w:rPr>
          <w:b/>
        </w:rPr>
        <w:t>по</w:t>
      </w:r>
      <w:r w:rsidRPr="004966C3">
        <w:rPr>
          <w:b/>
          <w:lang w:val="it-IT"/>
        </w:rPr>
        <w:t xml:space="preserve"> </w:t>
      </w:r>
      <w:r w:rsidRPr="004966C3">
        <w:rPr>
          <w:b/>
        </w:rPr>
        <w:t>једну</w:t>
      </w:r>
      <w:r w:rsidRPr="004966C3">
        <w:rPr>
          <w:b/>
          <w:lang w:val="it-IT"/>
        </w:rPr>
        <w:t xml:space="preserve"> </w:t>
      </w:r>
      <w:r w:rsidRPr="004966C3">
        <w:rPr>
          <w:b/>
        </w:rPr>
        <w:t>реченицу</w:t>
      </w:r>
      <w:r w:rsidRPr="004966C3">
        <w:rPr>
          <w:b/>
          <w:lang w:val="it-IT"/>
        </w:rPr>
        <w:t xml:space="preserve"> </w:t>
      </w:r>
      <w:r w:rsidRPr="004966C3">
        <w:rPr>
          <w:b/>
        </w:rPr>
        <w:t>и</w:t>
      </w:r>
      <w:r w:rsidRPr="004966C3">
        <w:rPr>
          <w:b/>
          <w:lang w:val="it-IT"/>
        </w:rPr>
        <w:t xml:space="preserve"> </w:t>
      </w:r>
      <w:r w:rsidRPr="004966C3">
        <w:rPr>
          <w:b/>
        </w:rPr>
        <w:t>успут</w:t>
      </w:r>
      <w:r w:rsidRPr="004966C3">
        <w:rPr>
          <w:b/>
          <w:lang w:val="it-IT"/>
        </w:rPr>
        <w:t xml:space="preserve"> </w:t>
      </w:r>
      <w:r w:rsidRPr="004966C3">
        <w:rPr>
          <w:b/>
        </w:rPr>
        <w:t>им</w:t>
      </w:r>
      <w:r w:rsidRPr="004966C3">
        <w:rPr>
          <w:b/>
          <w:lang w:val="it-IT"/>
        </w:rPr>
        <w:t xml:space="preserve"> </w:t>
      </w:r>
      <w:r w:rsidRPr="004966C3">
        <w:rPr>
          <w:b/>
        </w:rPr>
        <w:t>објашњавам</w:t>
      </w:r>
      <w:r w:rsidRPr="004966C3">
        <w:rPr>
          <w:b/>
          <w:lang w:val="it-IT"/>
        </w:rPr>
        <w:t xml:space="preserve"> </w:t>
      </w:r>
      <w:r w:rsidRPr="004966C3">
        <w:rPr>
          <w:b/>
        </w:rPr>
        <w:t>нове</w:t>
      </w:r>
      <w:r w:rsidRPr="004966C3">
        <w:rPr>
          <w:b/>
          <w:lang w:val="it-IT"/>
        </w:rPr>
        <w:t xml:space="preserve"> </w:t>
      </w:r>
      <w:r w:rsidRPr="004966C3">
        <w:rPr>
          <w:b/>
        </w:rPr>
        <w:t>речи</w:t>
      </w:r>
      <w:r w:rsidRPr="004966C3">
        <w:rPr>
          <w:b/>
          <w:lang w:val="it-IT"/>
        </w:rPr>
        <w:t xml:space="preserve"> </w:t>
      </w:r>
      <w:r w:rsidRPr="004966C3">
        <w:rPr>
          <w:b/>
        </w:rPr>
        <w:t>и</w:t>
      </w:r>
      <w:r w:rsidRPr="004966C3">
        <w:rPr>
          <w:b/>
          <w:lang w:val="it-IT"/>
        </w:rPr>
        <w:t xml:space="preserve"> </w:t>
      </w:r>
      <w:r w:rsidRPr="004966C3">
        <w:rPr>
          <w:b/>
        </w:rPr>
        <w:t>изразе</w:t>
      </w:r>
      <w:r w:rsidRPr="004966C3">
        <w:rPr>
          <w:b/>
          <w:lang w:val="it-IT"/>
        </w:rPr>
        <w:t xml:space="preserve">, </w:t>
      </w:r>
      <w:r w:rsidRPr="004966C3">
        <w:rPr>
          <w:b/>
        </w:rPr>
        <w:t>али</w:t>
      </w:r>
      <w:r w:rsidRPr="004966C3">
        <w:rPr>
          <w:b/>
          <w:lang w:val="it-IT"/>
        </w:rPr>
        <w:t xml:space="preserve"> </w:t>
      </w:r>
      <w:r w:rsidRPr="004966C3">
        <w:rPr>
          <w:b/>
        </w:rPr>
        <w:t>не</w:t>
      </w:r>
      <w:r w:rsidRPr="004966C3">
        <w:rPr>
          <w:b/>
          <w:lang w:val="it-IT"/>
        </w:rPr>
        <w:t xml:space="preserve"> </w:t>
      </w:r>
      <w:r w:rsidRPr="004966C3">
        <w:rPr>
          <w:b/>
        </w:rPr>
        <w:t>све</w:t>
      </w:r>
      <w:r w:rsidRPr="004966C3">
        <w:rPr>
          <w:b/>
          <w:lang w:val="it-IT"/>
        </w:rPr>
        <w:t xml:space="preserve">. </w:t>
      </w:r>
      <w:r w:rsidRPr="004966C3">
        <w:rPr>
          <w:b/>
        </w:rPr>
        <w:t>Говорим</w:t>
      </w:r>
      <w:r w:rsidRPr="004966C3">
        <w:rPr>
          <w:b/>
          <w:lang w:val="it-IT"/>
        </w:rPr>
        <w:t xml:space="preserve"> </w:t>
      </w:r>
      <w:r w:rsidRPr="004966C3">
        <w:rPr>
          <w:b/>
        </w:rPr>
        <w:t>им</w:t>
      </w:r>
      <w:r w:rsidRPr="004966C3">
        <w:rPr>
          <w:b/>
          <w:lang w:val="it-IT"/>
        </w:rPr>
        <w:t xml:space="preserve"> </w:t>
      </w:r>
      <w:r w:rsidRPr="004966C3">
        <w:rPr>
          <w:b/>
        </w:rPr>
        <w:t>да</w:t>
      </w:r>
      <w:r w:rsidRPr="004966C3">
        <w:rPr>
          <w:b/>
          <w:lang w:val="it-IT"/>
        </w:rPr>
        <w:t xml:space="preserve"> </w:t>
      </w:r>
      <w:r w:rsidRPr="004966C3">
        <w:rPr>
          <w:b/>
        </w:rPr>
        <w:t>покушају</w:t>
      </w:r>
      <w:r w:rsidRPr="004966C3">
        <w:rPr>
          <w:b/>
          <w:lang w:val="it-IT"/>
        </w:rPr>
        <w:t xml:space="preserve"> </w:t>
      </w:r>
      <w:r w:rsidRPr="004966C3">
        <w:rPr>
          <w:b/>
        </w:rPr>
        <w:t>да</w:t>
      </w:r>
      <w:r w:rsidRPr="004966C3">
        <w:rPr>
          <w:b/>
          <w:lang w:val="it-IT"/>
        </w:rPr>
        <w:t xml:space="preserve"> </w:t>
      </w:r>
      <w:r w:rsidRPr="004966C3">
        <w:rPr>
          <w:b/>
        </w:rPr>
        <w:t>разумеју</w:t>
      </w:r>
      <w:r w:rsidRPr="004966C3">
        <w:rPr>
          <w:b/>
          <w:lang w:val="it-IT"/>
        </w:rPr>
        <w:t xml:space="preserve"> </w:t>
      </w:r>
      <w:r w:rsidRPr="004966C3">
        <w:rPr>
          <w:b/>
        </w:rPr>
        <w:t>дијалоге</w:t>
      </w:r>
      <w:r w:rsidRPr="004966C3">
        <w:rPr>
          <w:b/>
          <w:lang w:val="it-IT"/>
        </w:rPr>
        <w:t xml:space="preserve"> </w:t>
      </w:r>
      <w:r w:rsidRPr="004966C3">
        <w:rPr>
          <w:b/>
        </w:rPr>
        <w:t>без</w:t>
      </w:r>
      <w:r w:rsidRPr="004966C3">
        <w:rPr>
          <w:b/>
          <w:lang w:val="it-IT"/>
        </w:rPr>
        <w:t xml:space="preserve"> </w:t>
      </w:r>
      <w:r w:rsidRPr="004966C3">
        <w:rPr>
          <w:b/>
        </w:rPr>
        <w:t>превођења</w:t>
      </w:r>
      <w:r w:rsidRPr="004966C3">
        <w:rPr>
          <w:b/>
          <w:lang w:val="it-IT"/>
        </w:rPr>
        <w:t xml:space="preserve"> </w:t>
      </w:r>
      <w:r w:rsidRPr="004966C3">
        <w:rPr>
          <w:b/>
        </w:rPr>
        <w:t>сваке</w:t>
      </w:r>
      <w:r w:rsidRPr="004966C3">
        <w:rPr>
          <w:b/>
          <w:lang w:val="it-IT"/>
        </w:rPr>
        <w:t xml:space="preserve"> </w:t>
      </w:r>
      <w:r w:rsidRPr="004966C3">
        <w:rPr>
          <w:b/>
        </w:rPr>
        <w:t>речи</w:t>
      </w:r>
      <w:r w:rsidRPr="004966C3">
        <w:rPr>
          <w:b/>
          <w:lang w:val="it-IT"/>
        </w:rPr>
        <w:t xml:space="preserve">. </w:t>
      </w:r>
      <w:r w:rsidRPr="004966C3">
        <w:rPr>
          <w:b/>
        </w:rPr>
        <w:t>Наводим</w:t>
      </w:r>
      <w:r w:rsidRPr="004966C3">
        <w:rPr>
          <w:b/>
          <w:lang w:val="it-IT"/>
        </w:rPr>
        <w:t xml:space="preserve"> </w:t>
      </w:r>
      <w:r w:rsidRPr="004966C3">
        <w:rPr>
          <w:b/>
        </w:rPr>
        <w:t>их</w:t>
      </w:r>
      <w:r w:rsidRPr="004966C3">
        <w:rPr>
          <w:b/>
          <w:lang w:val="it-IT"/>
        </w:rPr>
        <w:t xml:space="preserve"> </w:t>
      </w:r>
      <w:r w:rsidRPr="004966C3">
        <w:rPr>
          <w:b/>
        </w:rPr>
        <w:t>да</w:t>
      </w:r>
      <w:r w:rsidRPr="004966C3">
        <w:rPr>
          <w:b/>
          <w:lang w:val="it-IT"/>
        </w:rPr>
        <w:t xml:space="preserve"> </w:t>
      </w:r>
      <w:r w:rsidRPr="004966C3">
        <w:rPr>
          <w:b/>
        </w:rPr>
        <w:t>сами</w:t>
      </w:r>
      <w:r w:rsidRPr="004966C3">
        <w:rPr>
          <w:b/>
          <w:lang w:val="it-IT"/>
        </w:rPr>
        <w:t xml:space="preserve"> </w:t>
      </w:r>
      <w:r w:rsidRPr="004966C3">
        <w:rPr>
          <w:b/>
        </w:rPr>
        <w:t>закључе</w:t>
      </w:r>
      <w:r w:rsidRPr="004966C3">
        <w:rPr>
          <w:b/>
          <w:lang w:val="it-IT"/>
        </w:rPr>
        <w:t xml:space="preserve"> </w:t>
      </w:r>
      <w:r w:rsidRPr="004966C3">
        <w:rPr>
          <w:b/>
        </w:rPr>
        <w:t>значење</w:t>
      </w:r>
      <w:r w:rsidRPr="004966C3">
        <w:rPr>
          <w:b/>
          <w:lang w:val="it-IT"/>
        </w:rPr>
        <w:t xml:space="preserve"> </w:t>
      </w:r>
      <w:r w:rsidRPr="004966C3">
        <w:rPr>
          <w:b/>
        </w:rPr>
        <w:t>већине</w:t>
      </w:r>
      <w:r w:rsidRPr="004966C3">
        <w:rPr>
          <w:b/>
          <w:lang w:val="it-IT"/>
        </w:rPr>
        <w:t xml:space="preserve"> </w:t>
      </w:r>
      <w:r w:rsidRPr="004966C3">
        <w:rPr>
          <w:b/>
        </w:rPr>
        <w:t>израза</w:t>
      </w:r>
      <w:r w:rsidRPr="004966C3">
        <w:rPr>
          <w:b/>
          <w:lang w:val="it-IT"/>
        </w:rPr>
        <w:t xml:space="preserve">. </w:t>
      </w:r>
      <w:r w:rsidRPr="004966C3">
        <w:rPr>
          <w:b/>
        </w:rPr>
        <w:t>Указујем</w:t>
      </w:r>
      <w:r w:rsidRPr="004966C3">
        <w:rPr>
          <w:b/>
          <w:lang w:val="it-IT"/>
        </w:rPr>
        <w:t xml:space="preserve"> </w:t>
      </w:r>
      <w:r w:rsidRPr="004966C3">
        <w:rPr>
          <w:b/>
        </w:rPr>
        <w:t>им</w:t>
      </w:r>
      <w:r w:rsidRPr="004966C3">
        <w:rPr>
          <w:b/>
          <w:lang w:val="it-IT"/>
        </w:rPr>
        <w:t xml:space="preserve"> </w:t>
      </w:r>
      <w:r w:rsidRPr="004966C3">
        <w:rPr>
          <w:b/>
        </w:rPr>
        <w:t>на</w:t>
      </w:r>
      <w:r w:rsidRPr="004966C3">
        <w:rPr>
          <w:b/>
          <w:lang w:val="it-IT"/>
        </w:rPr>
        <w:t xml:space="preserve"> </w:t>
      </w:r>
      <w:r w:rsidRPr="004966C3">
        <w:rPr>
          <w:b/>
        </w:rPr>
        <w:t>редне</w:t>
      </w:r>
      <w:r w:rsidRPr="004966C3">
        <w:rPr>
          <w:b/>
          <w:lang w:val="it-IT"/>
        </w:rPr>
        <w:t xml:space="preserve"> </w:t>
      </w:r>
      <w:r w:rsidRPr="004966C3">
        <w:rPr>
          <w:b/>
        </w:rPr>
        <w:t>бројеве</w:t>
      </w:r>
      <w:r w:rsidRPr="004966C3">
        <w:rPr>
          <w:b/>
          <w:lang w:val="it-IT"/>
        </w:rPr>
        <w:t xml:space="preserve"> </w:t>
      </w:r>
      <w:r w:rsidRPr="004966C3">
        <w:rPr>
          <w:b/>
        </w:rPr>
        <w:t>и</w:t>
      </w:r>
      <w:r w:rsidRPr="004966C3">
        <w:rPr>
          <w:b/>
          <w:lang w:val="it-IT"/>
        </w:rPr>
        <w:t xml:space="preserve"> </w:t>
      </w:r>
      <w:r w:rsidRPr="004966C3">
        <w:rPr>
          <w:b/>
        </w:rPr>
        <w:t>облике</w:t>
      </w:r>
      <w:r w:rsidRPr="004966C3">
        <w:rPr>
          <w:b/>
          <w:lang w:val="it-IT"/>
        </w:rPr>
        <w:t xml:space="preserve"> </w:t>
      </w:r>
      <w:r w:rsidRPr="004966C3">
        <w:rPr>
          <w:b/>
        </w:rPr>
        <w:t>садашњег</w:t>
      </w:r>
      <w:r w:rsidRPr="004966C3">
        <w:rPr>
          <w:b/>
          <w:lang w:val="it-IT"/>
        </w:rPr>
        <w:t xml:space="preserve"> </w:t>
      </w:r>
      <w:r w:rsidRPr="004966C3">
        <w:rPr>
          <w:b/>
        </w:rPr>
        <w:t>времена</w:t>
      </w:r>
      <w:r w:rsidRPr="004966C3">
        <w:rPr>
          <w:b/>
          <w:lang w:val="it-IT"/>
        </w:rPr>
        <w:t xml:space="preserve"> </w:t>
      </w:r>
      <w:r w:rsidRPr="004966C3">
        <w:rPr>
          <w:b/>
        </w:rPr>
        <w:t>глагола</w:t>
      </w:r>
      <w:r w:rsidRPr="004966C3">
        <w:rPr>
          <w:b/>
          <w:lang w:val="it-IT"/>
        </w:rPr>
        <w:t xml:space="preserve">, </w:t>
      </w:r>
      <w:r w:rsidRPr="004966C3">
        <w:rPr>
          <w:b/>
        </w:rPr>
        <w:t>али</w:t>
      </w:r>
      <w:r w:rsidRPr="004966C3">
        <w:rPr>
          <w:b/>
          <w:lang w:val="it-IT"/>
        </w:rPr>
        <w:t xml:space="preserve"> </w:t>
      </w:r>
      <w:r w:rsidRPr="004966C3">
        <w:rPr>
          <w:b/>
        </w:rPr>
        <w:t>не</w:t>
      </w:r>
      <w:r w:rsidRPr="004966C3">
        <w:rPr>
          <w:b/>
          <w:lang w:val="it-IT"/>
        </w:rPr>
        <w:t xml:space="preserve"> </w:t>
      </w:r>
      <w:r w:rsidRPr="004966C3">
        <w:rPr>
          <w:b/>
        </w:rPr>
        <w:t>анализирамо</w:t>
      </w:r>
      <w:r w:rsidRPr="004966C3">
        <w:rPr>
          <w:b/>
          <w:lang w:val="it-IT"/>
        </w:rPr>
        <w:t xml:space="preserve"> </w:t>
      </w:r>
      <w:r w:rsidRPr="004966C3">
        <w:rPr>
          <w:b/>
        </w:rPr>
        <w:t>их</w:t>
      </w:r>
      <w:r w:rsidRPr="004966C3">
        <w:rPr>
          <w:b/>
          <w:lang w:val="it-IT"/>
        </w:rPr>
        <w:t xml:space="preserve">, </w:t>
      </w:r>
      <w:r w:rsidRPr="004966C3">
        <w:rPr>
          <w:b/>
        </w:rPr>
        <w:t>то</w:t>
      </w:r>
      <w:r w:rsidRPr="004966C3">
        <w:rPr>
          <w:b/>
          <w:lang w:val="it-IT"/>
        </w:rPr>
        <w:t xml:space="preserve"> </w:t>
      </w:r>
      <w:r w:rsidRPr="004966C3">
        <w:rPr>
          <w:b/>
        </w:rPr>
        <w:t>ћемо</w:t>
      </w:r>
      <w:r w:rsidRPr="004966C3">
        <w:rPr>
          <w:b/>
          <w:lang w:val="it-IT"/>
        </w:rPr>
        <w:t xml:space="preserve"> </w:t>
      </w:r>
      <w:r w:rsidRPr="004966C3">
        <w:rPr>
          <w:b/>
        </w:rPr>
        <w:t>радити</w:t>
      </w:r>
      <w:r w:rsidRPr="004966C3">
        <w:rPr>
          <w:b/>
          <w:lang w:val="it-IT"/>
        </w:rPr>
        <w:t xml:space="preserve"> </w:t>
      </w:r>
      <w:r w:rsidRPr="004966C3">
        <w:rPr>
          <w:b/>
        </w:rPr>
        <w:t>на</w:t>
      </w:r>
      <w:r w:rsidRPr="004966C3">
        <w:rPr>
          <w:b/>
          <w:lang w:val="it-IT"/>
        </w:rPr>
        <w:t xml:space="preserve"> </w:t>
      </w:r>
      <w:r w:rsidRPr="004966C3">
        <w:rPr>
          <w:b/>
        </w:rPr>
        <w:t>часовима</w:t>
      </w:r>
      <w:r w:rsidRPr="004966C3">
        <w:rPr>
          <w:b/>
          <w:lang w:val="it-IT"/>
        </w:rPr>
        <w:t xml:space="preserve"> </w:t>
      </w:r>
      <w:r w:rsidRPr="004966C3">
        <w:rPr>
          <w:b/>
        </w:rPr>
        <w:t>који</w:t>
      </w:r>
      <w:r w:rsidRPr="004966C3">
        <w:rPr>
          <w:b/>
          <w:lang w:val="it-IT"/>
        </w:rPr>
        <w:t xml:space="preserve"> </w:t>
      </w:r>
      <w:r w:rsidRPr="004966C3">
        <w:rPr>
          <w:b/>
        </w:rPr>
        <w:t>следе</w:t>
      </w:r>
      <w:r w:rsidRPr="004966C3">
        <w:rPr>
          <w:b/>
          <w:lang w:val="it-IT"/>
        </w:rPr>
        <w:t>.</w:t>
      </w:r>
    </w:p>
    <w:p w:rsidR="00F01BE7" w:rsidRPr="004966C3" w:rsidRDefault="00F01BE7" w:rsidP="002E1D9B">
      <w:pPr>
        <w:shd w:val="clear" w:color="auto" w:fill="FFFFFF"/>
        <w:jc w:val="both"/>
        <w:rPr>
          <w:b/>
        </w:rPr>
      </w:pPr>
      <w:r w:rsidRPr="004966C3">
        <w:rPr>
          <w:b/>
        </w:rPr>
        <w:t>Сада</w:t>
      </w:r>
      <w:r w:rsidRPr="004966C3">
        <w:rPr>
          <w:b/>
          <w:lang w:val="it-IT"/>
        </w:rPr>
        <w:t xml:space="preserve"> </w:t>
      </w:r>
      <w:r w:rsidRPr="004966C3">
        <w:rPr>
          <w:b/>
        </w:rPr>
        <w:t>разговарамо</w:t>
      </w:r>
      <w:r w:rsidRPr="004966C3">
        <w:rPr>
          <w:b/>
          <w:lang w:val="it-IT"/>
        </w:rPr>
        <w:t xml:space="preserve"> </w:t>
      </w:r>
      <w:r w:rsidRPr="004966C3">
        <w:rPr>
          <w:b/>
        </w:rPr>
        <w:t>о</w:t>
      </w:r>
      <w:r w:rsidRPr="004966C3">
        <w:rPr>
          <w:b/>
          <w:lang w:val="it-IT"/>
        </w:rPr>
        <w:t xml:space="preserve"> </w:t>
      </w:r>
      <w:r w:rsidRPr="004966C3">
        <w:rPr>
          <w:b/>
        </w:rPr>
        <w:t>тексту</w:t>
      </w:r>
      <w:r w:rsidRPr="004966C3">
        <w:rPr>
          <w:b/>
          <w:lang w:val="it-IT"/>
        </w:rPr>
        <w:t xml:space="preserve">, </w:t>
      </w:r>
      <w:r w:rsidRPr="004966C3">
        <w:rPr>
          <w:b/>
        </w:rPr>
        <w:t>постављам</w:t>
      </w:r>
      <w:r w:rsidRPr="004966C3">
        <w:rPr>
          <w:b/>
          <w:lang w:val="it-IT"/>
        </w:rPr>
        <w:t xml:space="preserve"> </w:t>
      </w:r>
      <w:r w:rsidRPr="004966C3">
        <w:rPr>
          <w:b/>
        </w:rPr>
        <w:t>питања</w:t>
      </w:r>
      <w:r w:rsidRPr="004966C3">
        <w:rPr>
          <w:b/>
          <w:lang w:val="it-IT"/>
        </w:rPr>
        <w:t xml:space="preserve"> </w:t>
      </w:r>
      <w:r w:rsidRPr="004966C3">
        <w:rPr>
          <w:b/>
        </w:rPr>
        <w:t>којима</w:t>
      </w:r>
      <w:r w:rsidRPr="004966C3">
        <w:rPr>
          <w:b/>
          <w:lang w:val="it-IT"/>
        </w:rPr>
        <w:t xml:space="preserve"> </w:t>
      </w:r>
      <w:r w:rsidRPr="004966C3">
        <w:rPr>
          <w:b/>
        </w:rPr>
        <w:t>проверавам</w:t>
      </w:r>
      <w:r w:rsidRPr="004966C3">
        <w:rPr>
          <w:b/>
          <w:lang w:val="it-IT"/>
        </w:rPr>
        <w:t xml:space="preserve"> </w:t>
      </w:r>
      <w:r w:rsidRPr="004966C3">
        <w:rPr>
          <w:b/>
        </w:rPr>
        <w:t>разумевање</w:t>
      </w:r>
      <w:r w:rsidRPr="004966C3">
        <w:rPr>
          <w:b/>
          <w:lang w:val="it-IT"/>
        </w:rPr>
        <w:t xml:space="preserve"> </w:t>
      </w:r>
      <w:r w:rsidRPr="004966C3">
        <w:rPr>
          <w:b/>
        </w:rPr>
        <w:t>текста</w:t>
      </w:r>
      <w:r w:rsidRPr="004966C3">
        <w:rPr>
          <w:b/>
          <w:lang w:val="it-IT"/>
        </w:rPr>
        <w:t xml:space="preserve">, </w:t>
      </w:r>
      <w:r w:rsidRPr="004966C3">
        <w:rPr>
          <w:b/>
        </w:rPr>
        <w:t>али</w:t>
      </w:r>
      <w:r w:rsidRPr="004966C3">
        <w:rPr>
          <w:b/>
          <w:lang w:val="it-IT"/>
        </w:rPr>
        <w:t xml:space="preserve"> </w:t>
      </w:r>
      <w:r w:rsidRPr="004966C3">
        <w:rPr>
          <w:b/>
        </w:rPr>
        <w:t>и</w:t>
      </w:r>
      <w:r w:rsidRPr="004966C3">
        <w:rPr>
          <w:b/>
          <w:lang w:val="it-IT"/>
        </w:rPr>
        <w:t xml:space="preserve"> </w:t>
      </w:r>
      <w:r w:rsidRPr="004966C3">
        <w:rPr>
          <w:b/>
        </w:rPr>
        <w:t>тражим</w:t>
      </w:r>
      <w:r w:rsidRPr="004966C3">
        <w:rPr>
          <w:b/>
          <w:lang w:val="it-IT"/>
        </w:rPr>
        <w:t xml:space="preserve"> </w:t>
      </w:r>
      <w:r w:rsidRPr="004966C3">
        <w:rPr>
          <w:b/>
        </w:rPr>
        <w:t>њихово</w:t>
      </w:r>
      <w:r w:rsidRPr="004966C3">
        <w:rPr>
          <w:b/>
          <w:lang w:val="it-IT"/>
        </w:rPr>
        <w:t xml:space="preserve"> </w:t>
      </w:r>
      <w:r w:rsidRPr="004966C3">
        <w:rPr>
          <w:b/>
        </w:rPr>
        <w:t>мишљење</w:t>
      </w:r>
      <w:r w:rsidRPr="004966C3">
        <w:rPr>
          <w:b/>
          <w:lang w:val="it-IT"/>
        </w:rPr>
        <w:t xml:space="preserve"> </w:t>
      </w:r>
      <w:r w:rsidRPr="004966C3">
        <w:rPr>
          <w:b/>
        </w:rPr>
        <w:t>у</w:t>
      </w:r>
      <w:r w:rsidRPr="004966C3">
        <w:rPr>
          <w:b/>
          <w:lang w:val="it-IT"/>
        </w:rPr>
        <w:t xml:space="preserve"> </w:t>
      </w:r>
      <w:r w:rsidRPr="004966C3">
        <w:rPr>
          <w:b/>
        </w:rPr>
        <w:t>вези</w:t>
      </w:r>
      <w:r w:rsidRPr="004966C3">
        <w:rPr>
          <w:b/>
          <w:lang w:val="it-IT"/>
        </w:rPr>
        <w:t xml:space="preserve"> </w:t>
      </w:r>
      <w:r w:rsidRPr="004966C3">
        <w:rPr>
          <w:b/>
        </w:rPr>
        <w:t>са</w:t>
      </w:r>
      <w:r w:rsidRPr="004966C3">
        <w:rPr>
          <w:b/>
          <w:lang w:val="it-IT"/>
        </w:rPr>
        <w:t xml:space="preserve"> </w:t>
      </w:r>
      <w:r w:rsidRPr="004966C3">
        <w:rPr>
          <w:b/>
        </w:rPr>
        <w:t>прочитаним</w:t>
      </w:r>
      <w:r w:rsidRPr="004966C3">
        <w:rPr>
          <w:b/>
          <w:lang w:val="it-IT"/>
        </w:rPr>
        <w:t xml:space="preserve"> </w:t>
      </w:r>
      <w:r w:rsidRPr="004966C3">
        <w:rPr>
          <w:b/>
        </w:rPr>
        <w:t>дијалозима</w:t>
      </w:r>
      <w:r w:rsidRPr="004966C3">
        <w:rPr>
          <w:b/>
          <w:lang w:val="it-IT"/>
        </w:rPr>
        <w:t>.</w:t>
      </w:r>
    </w:p>
    <w:p w:rsidR="00F01BE7" w:rsidRPr="004966C3" w:rsidRDefault="00F01BE7" w:rsidP="002E1D9B">
      <w:pPr>
        <w:shd w:val="clear" w:color="auto" w:fill="FFFFFF"/>
        <w:jc w:val="both"/>
        <w:rPr>
          <w:b/>
        </w:rPr>
      </w:pP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Dove vanno i ragazzi?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si chiama il film che vanno a vedere?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A voi piace Harry Potter? Perché?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Com’è lui? Come si chiamano i suoi amici?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Cosa succede al padrino di Harry? E che cosa fa lui per aiutarlo?</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w:t>
      </w:r>
      <w:r w:rsidRPr="004966C3">
        <w:rPr>
          <w:b/>
          <w:lang w:val="it-IT"/>
        </w:rPr>
        <w:t>10</w:t>
      </w:r>
      <w:r w:rsidRPr="004966C3">
        <w:rPr>
          <w:b/>
          <w:lang w:val="sr-Cyrl-CS"/>
        </w:rPr>
        <w:t xml:space="preserve">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 xml:space="preserve">У последњем делу часа ученици кроз драматизацију дијалога утврђују усвојене речи и структуре. Правимо „глумачке групе“ и у оквиру њих додељујем улоге. </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i/>
          <w:lang w:val="sr-Cyrl-CS"/>
        </w:rPr>
      </w:pPr>
      <w:r w:rsidRPr="004966C3">
        <w:rPr>
          <w:b/>
          <w:lang w:val="sr-Cyrl-CS"/>
        </w:rPr>
        <w:t xml:space="preserve">За </w:t>
      </w:r>
      <w:r w:rsidRPr="004966C3">
        <w:rPr>
          <w:b/>
          <w:u w:val="single"/>
          <w:lang w:val="sr-Cyrl-CS"/>
        </w:rPr>
        <w:t>домаћи задатак</w:t>
      </w:r>
      <w:r w:rsidRPr="004966C3">
        <w:rPr>
          <w:b/>
          <w:lang w:val="sr-Cyrl-CS"/>
        </w:rPr>
        <w:t xml:space="preserve"> ученици треба писмено да одговоре на питања из рубрике </w:t>
      </w:r>
      <w:r w:rsidRPr="004966C3">
        <w:rPr>
          <w:b/>
          <w:i/>
          <w:lang w:val="it-IT"/>
        </w:rPr>
        <w:t>Rispondi</w:t>
      </w:r>
      <w:r w:rsidRPr="004966C3">
        <w:rPr>
          <w:b/>
          <w:i/>
          <w:lang w:val="sr-Cyrl-CS"/>
        </w:rPr>
        <w:t>!</w:t>
      </w:r>
    </w:p>
    <w:p w:rsidR="00F01BE7" w:rsidRPr="004966C3" w:rsidRDefault="00F01BE7" w:rsidP="002E1D9B">
      <w:pPr>
        <w:shd w:val="clear" w:color="auto" w:fill="FFFFFF"/>
        <w:jc w:val="both"/>
        <w:rPr>
          <w:b/>
          <w:i/>
          <w:lang w:val="sr-Cyrl-CS"/>
        </w:rPr>
      </w:pPr>
    </w:p>
    <w:p w:rsidR="00F01BE7" w:rsidRPr="004966C3" w:rsidRDefault="00F01BE7" w:rsidP="002E1D9B">
      <w:pPr>
        <w:shd w:val="clear" w:color="auto" w:fill="FFFFFF"/>
        <w:jc w:val="both"/>
        <w:rPr>
          <w:b/>
          <w:i/>
          <w:lang w:val="sr-Cyrl-CS"/>
        </w:rPr>
      </w:pPr>
    </w:p>
    <w:p w:rsidR="00F01BE7" w:rsidRPr="004966C3" w:rsidRDefault="00F01BE7" w:rsidP="002E1D9B">
      <w:pPr>
        <w:shd w:val="clear" w:color="auto" w:fill="FFFFFF"/>
        <w:jc w:val="both"/>
        <w:rPr>
          <w:b/>
          <w:i/>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1</w:t>
      </w:r>
      <w:r w:rsidRPr="004966C3">
        <w:rPr>
          <w:b/>
          <w:sz w:val="32"/>
          <w:szCs w:val="32"/>
          <w:lang w:val="it-IT"/>
        </w:rPr>
        <w:t>1</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Alla fermata dell’autobus</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обрада/утврђивање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xml:space="preserve">: рад на тексту, дијалошка, лудичке активности </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 у пару</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Уџбеник</w:t>
      </w:r>
    </w:p>
    <w:p w:rsidR="00F01BE7" w:rsidRPr="004966C3" w:rsidRDefault="00F01BE7" w:rsidP="002E1D9B">
      <w:pPr>
        <w:shd w:val="clear" w:color="auto" w:fill="FFFFFF"/>
        <w:rPr>
          <w:b/>
        </w:rPr>
      </w:pPr>
    </w:p>
    <w:p w:rsidR="00F01BE7" w:rsidRPr="004966C3" w:rsidRDefault="00F01BE7" w:rsidP="002E1D9B">
      <w:pPr>
        <w:numPr>
          <w:ilvl w:val="0"/>
          <w:numId w:val="9"/>
        </w:numPr>
        <w:shd w:val="clear" w:color="auto" w:fill="FFFFFF"/>
        <w:rPr>
          <w:b/>
        </w:rPr>
      </w:pPr>
      <w:r w:rsidRPr="004966C3">
        <w:rPr>
          <w:b/>
          <w:u w:val="single"/>
          <w:lang w:val="sr-Cyrl-CS"/>
        </w:rPr>
        <w:t>Литература</w:t>
      </w:r>
      <w:r w:rsidRPr="004966C3">
        <w:rPr>
          <w:b/>
          <w:lang w:val="sr-Cyrl-CS"/>
        </w:rPr>
        <w:t xml:space="preserve">: </w:t>
      </w:r>
      <w:r w:rsidRPr="004966C3">
        <w:rPr>
          <w:b/>
          <w:i/>
        </w:rPr>
        <w:t>Amici 2</w:t>
      </w:r>
      <w:r w:rsidRPr="004966C3">
        <w:rPr>
          <w:b/>
        </w:rPr>
        <w:t xml:space="preserve"> - </w:t>
      </w:r>
      <w:r w:rsidRPr="004966C3">
        <w:rPr>
          <w:b/>
          <w:lang w:val="sr-Cyrl-CS"/>
        </w:rPr>
        <w:t xml:space="preserve">Италијански језик за </w:t>
      </w:r>
      <w:r w:rsidRPr="004966C3">
        <w:rPr>
          <w:b/>
        </w:rPr>
        <w:t>6</w:t>
      </w:r>
      <w:r w:rsidRPr="004966C3">
        <w:rPr>
          <w:b/>
          <w:lang w:val="sr-Cyrl-CS"/>
        </w:rPr>
        <w:t xml:space="preserve">. </w:t>
      </w:r>
      <w:r w:rsidRPr="004966C3">
        <w:rPr>
          <w:b/>
        </w:rPr>
        <w:t>p</w:t>
      </w:r>
      <w:r w:rsidRPr="004966C3">
        <w:rPr>
          <w:b/>
          <w:lang w:val="sr-Cyrl-CS"/>
        </w:rPr>
        <w:t xml:space="preserve">азред основне школе; </w:t>
      </w:r>
      <w:r w:rsidRPr="004966C3">
        <w:rPr>
          <w:b/>
          <w:i/>
        </w:rPr>
        <w:t>Amici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усвајање структура за скретање пажње, тражење и давање обавештења о саобраћају, проналажење важних установа у граду и исказивање захвалности; усвајање редних бројева до 5; обнављање лексема које означавају установе у граду</w:t>
      </w:r>
    </w:p>
    <w:p w:rsidR="00F01BE7" w:rsidRPr="004966C3" w:rsidRDefault="00F01BE7" w:rsidP="002E1D9B">
      <w:pPr>
        <w:pStyle w:val="ListParagraph"/>
        <w:numPr>
          <w:ilvl w:val="0"/>
          <w:numId w:val="17"/>
        </w:numPr>
        <w:rPr>
          <w:b/>
          <w:u w:val="single"/>
        </w:rPr>
      </w:pPr>
      <w:r w:rsidRPr="004966C3">
        <w:rPr>
          <w:b/>
          <w:lang w:val="sr-Cyrl-CS"/>
        </w:rPr>
        <w:t xml:space="preserve">     </w:t>
      </w:r>
      <w:r w:rsidRPr="004966C3">
        <w:rPr>
          <w:b/>
          <w:u w:val="single"/>
          <w:lang w:val="sr-Cyrl-CS"/>
        </w:rPr>
        <w:t>Очекивани исходи:</w:t>
      </w:r>
    </w:p>
    <w:p w:rsidR="00F01BE7" w:rsidRPr="004966C3" w:rsidRDefault="00F01BE7" w:rsidP="002E1D9B">
      <w:pPr>
        <w:pStyle w:val="ListParagraph"/>
        <w:shd w:val="clear" w:color="auto" w:fill="FFFFFF"/>
        <w:ind w:left="1440"/>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0"/>
          <w:numId w:val="30"/>
        </w:numPr>
        <w:shd w:val="clear" w:color="auto" w:fill="FFFFFF"/>
        <w:rPr>
          <w:b/>
        </w:rPr>
      </w:pPr>
      <w:r w:rsidRPr="004966C3">
        <w:rPr>
          <w:b/>
        </w:rPr>
        <w:t>разумеју  текстове у којима се траже и дају информације на заједничку, где се нешто налази и како тамо стићи</w:t>
      </w:r>
    </w:p>
    <w:p w:rsidR="00F01BE7" w:rsidRPr="004966C3" w:rsidRDefault="00F01BE7" w:rsidP="002E1D9B">
      <w:pPr>
        <w:pStyle w:val="ListParagraph"/>
        <w:numPr>
          <w:ilvl w:val="0"/>
          <w:numId w:val="30"/>
        </w:numPr>
        <w:shd w:val="clear" w:color="auto" w:fill="FFFFFF"/>
        <w:rPr>
          <w:b/>
        </w:rPr>
      </w:pPr>
      <w:r w:rsidRPr="004966C3">
        <w:rPr>
          <w:b/>
        </w:rPr>
        <w:t>питају и објашњавају где се нешто налази ,како стићи до неког места у граду, која превозна средства се могу користити, на којој станици треба сићи вршњацима и одраслим особама</w:t>
      </w:r>
    </w:p>
    <w:p w:rsidR="00F01BE7" w:rsidRPr="004966C3" w:rsidRDefault="00F01BE7" w:rsidP="002E1D9B">
      <w:pPr>
        <w:pStyle w:val="ListParagraph"/>
        <w:shd w:val="clear" w:color="auto" w:fill="FFFFFF"/>
        <w:rPr>
          <w:b/>
        </w:rPr>
      </w:pPr>
    </w:p>
    <w:p w:rsidR="00F01BE7" w:rsidRPr="004966C3" w:rsidRDefault="00F01BE7" w:rsidP="002E1D9B">
      <w:pPr>
        <w:pStyle w:val="ListParagraph"/>
        <w:shd w:val="clear" w:color="auto" w:fill="FFFFFF"/>
        <w:ind w:left="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Проверава и исправља домаће задатке, указује на кључне изразе у дијалозима, исправља ученике приликом драматизације, проверава одговоре на питања у вези са дијалозима, надгледа активности ученика и интрвенише по потреби.</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Драматизују дијалоге у пару, одговарају на питања из Уџбеника и питања наставника, објашњавају свој пут до школе, односно цртају пут до школе свог друга/другарице.</w:t>
      </w:r>
    </w:p>
    <w:p w:rsidR="00F01BE7" w:rsidRPr="004966C3" w:rsidRDefault="00F01BE7" w:rsidP="002E1D9B">
      <w:pPr>
        <w:shd w:val="clear" w:color="auto" w:fill="FFFFFF"/>
        <w:jc w:val="both"/>
        <w:rPr>
          <w:b/>
        </w:rPr>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(7-8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Ученици читају своје домаће задатке – одговоре на питања у вези са текстом са претходног часа. На овај начин обнављамо основне језичке структуре са претходног часа.</w:t>
      </w: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 xml:space="preserve">Међу питањима на која су одговарали код куће а сада их читали било је и </w:t>
      </w:r>
      <w:r w:rsidRPr="004966C3">
        <w:rPr>
          <w:b/>
          <w:i/>
          <w:lang w:val="it-IT"/>
        </w:rPr>
        <w:t>Chi</w:t>
      </w:r>
      <w:r w:rsidRPr="004966C3">
        <w:rPr>
          <w:b/>
          <w:i/>
          <w:lang w:val="sr-Cyrl-CS"/>
        </w:rPr>
        <w:t xml:space="preserve"> </w:t>
      </w:r>
      <w:r w:rsidRPr="004966C3">
        <w:rPr>
          <w:b/>
          <w:i/>
          <w:lang w:val="it-IT"/>
        </w:rPr>
        <w:t>non</w:t>
      </w:r>
      <w:r w:rsidRPr="004966C3">
        <w:rPr>
          <w:b/>
          <w:i/>
          <w:lang w:val="sr-Cyrl-CS"/>
        </w:rPr>
        <w:t xml:space="preserve"> </w:t>
      </w:r>
      <w:r w:rsidRPr="004966C3">
        <w:rPr>
          <w:b/>
          <w:i/>
          <w:lang w:val="it-IT"/>
        </w:rPr>
        <w:t>arriva</w:t>
      </w:r>
      <w:r w:rsidRPr="004966C3">
        <w:rPr>
          <w:b/>
          <w:i/>
          <w:lang w:val="sr-Cyrl-CS"/>
        </w:rPr>
        <w:t xml:space="preserve"> </w:t>
      </w:r>
      <w:r w:rsidRPr="004966C3">
        <w:rPr>
          <w:b/>
          <w:i/>
          <w:lang w:val="it-IT"/>
        </w:rPr>
        <w:t>in</w:t>
      </w:r>
      <w:r w:rsidRPr="004966C3">
        <w:rPr>
          <w:b/>
          <w:i/>
          <w:lang w:val="sr-Cyrl-CS"/>
        </w:rPr>
        <w:t xml:space="preserve"> </w:t>
      </w:r>
      <w:r w:rsidRPr="004966C3">
        <w:rPr>
          <w:b/>
          <w:i/>
          <w:lang w:val="it-IT"/>
        </w:rPr>
        <w:t>tempo</w:t>
      </w:r>
      <w:r w:rsidRPr="004966C3">
        <w:rPr>
          <w:b/>
          <w:i/>
          <w:lang w:val="sr-Cyrl-CS"/>
        </w:rPr>
        <w:t xml:space="preserve">? </w:t>
      </w:r>
      <w:r w:rsidRPr="004966C3">
        <w:rPr>
          <w:b/>
          <w:lang w:val="sr-Cyrl-CS"/>
        </w:rPr>
        <w:t xml:space="preserve">Најављујем им оно што ћемо радити на следећи начин: </w:t>
      </w:r>
      <w:r w:rsidRPr="004966C3">
        <w:rPr>
          <w:b/>
          <w:i/>
        </w:rPr>
        <w:t>Adesso</w:t>
      </w:r>
      <w:r w:rsidRPr="004966C3">
        <w:rPr>
          <w:b/>
          <w:i/>
          <w:lang w:val="sr-Cyrl-CS"/>
        </w:rPr>
        <w:t xml:space="preserve"> </w:t>
      </w:r>
      <w:r w:rsidRPr="004966C3">
        <w:rPr>
          <w:b/>
          <w:i/>
        </w:rPr>
        <w:t>vediamo</w:t>
      </w:r>
      <w:r w:rsidRPr="004966C3">
        <w:rPr>
          <w:b/>
          <w:i/>
          <w:lang w:val="sr-Cyrl-CS"/>
        </w:rPr>
        <w:t xml:space="preserve"> </w:t>
      </w:r>
      <w:r w:rsidRPr="004966C3">
        <w:rPr>
          <w:b/>
          <w:i/>
        </w:rPr>
        <w:t>perch</w:t>
      </w:r>
      <w:r w:rsidRPr="004966C3">
        <w:rPr>
          <w:b/>
          <w:i/>
          <w:lang w:val="sr-Cyrl-CS"/>
        </w:rPr>
        <w:t xml:space="preserve">é </w:t>
      </w:r>
      <w:r w:rsidRPr="004966C3">
        <w:rPr>
          <w:b/>
          <w:i/>
        </w:rPr>
        <w:t>Fabio</w:t>
      </w:r>
      <w:r w:rsidRPr="004966C3">
        <w:rPr>
          <w:b/>
          <w:i/>
          <w:lang w:val="sr-Cyrl-CS"/>
        </w:rPr>
        <w:t xml:space="preserve"> </w:t>
      </w:r>
      <w:r w:rsidRPr="004966C3">
        <w:rPr>
          <w:b/>
          <w:i/>
        </w:rPr>
        <w:t>non</w:t>
      </w:r>
      <w:r w:rsidRPr="004966C3">
        <w:rPr>
          <w:b/>
          <w:i/>
          <w:lang w:val="sr-Cyrl-CS"/>
        </w:rPr>
        <w:t xml:space="preserve"> </w:t>
      </w:r>
      <w:r w:rsidRPr="004966C3">
        <w:rPr>
          <w:b/>
          <w:i/>
        </w:rPr>
        <w:t>arriva</w:t>
      </w:r>
      <w:r w:rsidRPr="004966C3">
        <w:rPr>
          <w:b/>
          <w:i/>
          <w:lang w:val="sr-Cyrl-CS"/>
        </w:rPr>
        <w:t xml:space="preserve"> </w:t>
      </w:r>
      <w:r w:rsidRPr="004966C3">
        <w:rPr>
          <w:b/>
          <w:i/>
        </w:rPr>
        <w:t>in</w:t>
      </w:r>
      <w:r w:rsidRPr="004966C3">
        <w:rPr>
          <w:b/>
          <w:i/>
          <w:lang w:val="sr-Cyrl-CS"/>
        </w:rPr>
        <w:t xml:space="preserve"> </w:t>
      </w:r>
      <w:r w:rsidRPr="004966C3">
        <w:rPr>
          <w:b/>
          <w:i/>
        </w:rPr>
        <w:t>tempo</w:t>
      </w:r>
      <w:r w:rsidRPr="004966C3">
        <w:rPr>
          <w:b/>
          <w:i/>
          <w:lang w:val="sr-Cyrl-CS"/>
        </w:rPr>
        <w:t xml:space="preserve"> </w:t>
      </w:r>
      <w:r w:rsidRPr="004966C3">
        <w:rPr>
          <w:b/>
          <w:i/>
        </w:rPr>
        <w:t>al</w:t>
      </w:r>
      <w:r w:rsidRPr="004966C3">
        <w:rPr>
          <w:b/>
          <w:i/>
          <w:lang w:val="sr-Cyrl-CS"/>
        </w:rPr>
        <w:t xml:space="preserve"> </w:t>
      </w:r>
      <w:r w:rsidRPr="004966C3">
        <w:rPr>
          <w:b/>
          <w:i/>
        </w:rPr>
        <w:t>cinema,</w:t>
      </w:r>
      <w:r w:rsidRPr="004966C3">
        <w:rPr>
          <w:b/>
          <w:i/>
          <w:lang w:val="sr-Cyrl-CS"/>
        </w:rPr>
        <w:t xml:space="preserve"> </w:t>
      </w:r>
      <w:r w:rsidRPr="004966C3">
        <w:rPr>
          <w:b/>
          <w:lang w:val="sr-Cyrl-CS"/>
        </w:rPr>
        <w:t>а потом прелазимо на читање дијалога. Читају их у пару. Након читања постављам питања која за циљ имају да ученици издвоје најважније комуникативне јединице:</w:t>
      </w:r>
    </w:p>
    <w:p w:rsidR="00F01BE7" w:rsidRPr="004966C3" w:rsidRDefault="00F01BE7" w:rsidP="002E1D9B">
      <w:pPr>
        <w:shd w:val="clear" w:color="auto" w:fill="FFFFFF"/>
        <w:jc w:val="both"/>
        <w:rPr>
          <w:b/>
          <w:lang w:val="sr-Cyrl-CS"/>
        </w:rPr>
      </w:pPr>
      <w:r w:rsidRPr="004966C3">
        <w:rPr>
          <w:b/>
          <w:lang w:val="sr-Cyrl-CS"/>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Cosa</w:t>
      </w:r>
      <w:r w:rsidRPr="004966C3">
        <w:rPr>
          <w:b/>
          <w:i/>
          <w:lang w:val="sr-Cyrl-CS"/>
        </w:rPr>
        <w:t xml:space="preserve"> </w:t>
      </w:r>
      <w:r w:rsidRPr="004966C3">
        <w:rPr>
          <w:b/>
          <w:i/>
          <w:lang w:val="it-IT"/>
        </w:rPr>
        <w:t>chiede</w:t>
      </w:r>
      <w:r w:rsidRPr="004966C3">
        <w:rPr>
          <w:b/>
          <w:i/>
          <w:lang w:val="sr-Cyrl-CS"/>
        </w:rPr>
        <w:t xml:space="preserve"> </w:t>
      </w:r>
      <w:r w:rsidRPr="004966C3">
        <w:rPr>
          <w:b/>
          <w:i/>
          <w:lang w:val="it-IT"/>
        </w:rPr>
        <w:t>Fabio</w:t>
      </w:r>
      <w:r w:rsidRPr="004966C3">
        <w:rPr>
          <w:b/>
          <w:i/>
          <w:lang w:val="sr-Cyrl-CS"/>
        </w:rPr>
        <w:t xml:space="preserve"> </w:t>
      </w:r>
      <w:r w:rsidRPr="004966C3">
        <w:rPr>
          <w:b/>
          <w:i/>
          <w:lang w:val="it-IT"/>
        </w:rPr>
        <w:t>alla</w:t>
      </w:r>
      <w:r w:rsidRPr="004966C3">
        <w:rPr>
          <w:b/>
          <w:i/>
          <w:lang w:val="sr-Cyrl-CS"/>
        </w:rPr>
        <w:t xml:space="preserve"> </w:t>
      </w:r>
      <w:r w:rsidRPr="004966C3">
        <w:rPr>
          <w:b/>
          <w:i/>
          <w:lang w:val="it-IT"/>
        </w:rPr>
        <w:t>signora</w:t>
      </w:r>
      <w:r w:rsidRPr="004966C3">
        <w:rPr>
          <w:b/>
          <w:i/>
          <w:lang w:val="sr-Cyrl-CS"/>
        </w:rPr>
        <w:t xml:space="preserve"> </w:t>
      </w:r>
      <w:r w:rsidRPr="004966C3">
        <w:rPr>
          <w:b/>
          <w:i/>
          <w:lang w:val="it-IT"/>
        </w:rPr>
        <w:t>che</w:t>
      </w:r>
      <w:r w:rsidRPr="004966C3">
        <w:rPr>
          <w:b/>
          <w:i/>
          <w:lang w:val="sr-Cyrl-CS"/>
        </w:rPr>
        <w:t xml:space="preserve"> </w:t>
      </w:r>
      <w:r w:rsidRPr="004966C3">
        <w:rPr>
          <w:b/>
          <w:i/>
          <w:lang w:val="it-IT"/>
        </w:rPr>
        <w:t>incontra</w:t>
      </w:r>
      <w:r w:rsidRPr="004966C3">
        <w:rPr>
          <w:b/>
          <w:i/>
          <w:lang w:val="sr-Cyrl-CS"/>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E che cosa gli risponde lei?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Cosa dice Fabio quando il signore gli spiega come arrivare al cinema?</w:t>
      </w:r>
    </w:p>
    <w:p w:rsidR="00F01BE7" w:rsidRPr="004966C3" w:rsidRDefault="00F01BE7" w:rsidP="002E1D9B">
      <w:pPr>
        <w:pStyle w:val="ListParagraph"/>
        <w:shd w:val="clear" w:color="auto" w:fill="FFFFFF"/>
        <w:jc w:val="both"/>
        <w:rPr>
          <w:b/>
          <w:i/>
          <w:lang w:val="it-IT"/>
        </w:rPr>
      </w:pP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ове</w:t>
      </w:r>
      <w:r w:rsidRPr="004966C3">
        <w:rPr>
          <w:b/>
          <w:lang w:val="it-IT"/>
        </w:rPr>
        <w:t xml:space="preserve"> </w:t>
      </w:r>
      <w:r w:rsidRPr="004966C3">
        <w:rPr>
          <w:b/>
        </w:rPr>
        <w:t>активности</w:t>
      </w:r>
      <w:r w:rsidRPr="004966C3">
        <w:rPr>
          <w:b/>
          <w:lang w:val="it-IT"/>
        </w:rPr>
        <w:t xml:space="preserve"> </w:t>
      </w:r>
      <w:r w:rsidRPr="004966C3">
        <w:rPr>
          <w:b/>
        </w:rPr>
        <w:t>ученике</w:t>
      </w:r>
      <w:r w:rsidRPr="004966C3">
        <w:rPr>
          <w:b/>
          <w:lang w:val="it-IT"/>
        </w:rPr>
        <w:t xml:space="preserve"> </w:t>
      </w:r>
      <w:r w:rsidRPr="004966C3">
        <w:rPr>
          <w:b/>
        </w:rPr>
        <w:t>упућујем</w:t>
      </w:r>
      <w:r w:rsidRPr="004966C3">
        <w:rPr>
          <w:b/>
          <w:lang w:val="it-IT"/>
        </w:rPr>
        <w:t xml:space="preserve"> </w:t>
      </w:r>
      <w:r w:rsidRPr="004966C3">
        <w:rPr>
          <w:b/>
        </w:rPr>
        <w:t>на</w:t>
      </w:r>
      <w:r w:rsidRPr="004966C3">
        <w:rPr>
          <w:b/>
          <w:lang w:val="it-IT"/>
        </w:rPr>
        <w:t xml:space="preserve"> </w:t>
      </w:r>
      <w:r w:rsidRPr="004966C3">
        <w:rPr>
          <w:b/>
        </w:rPr>
        <w:t>вежбу</w:t>
      </w:r>
      <w:r w:rsidRPr="004966C3">
        <w:rPr>
          <w:b/>
          <w:lang w:val="it-IT"/>
        </w:rPr>
        <w:t xml:space="preserve"> </w:t>
      </w:r>
      <w:r w:rsidRPr="004966C3">
        <w:rPr>
          <w:b/>
        </w:rPr>
        <w:t>тачно</w:t>
      </w:r>
      <w:r w:rsidRPr="004966C3">
        <w:rPr>
          <w:b/>
          <w:lang w:val="it-IT"/>
        </w:rPr>
        <w:t>/</w:t>
      </w:r>
      <w:r w:rsidRPr="004966C3">
        <w:rPr>
          <w:b/>
        </w:rPr>
        <w:t>нетачно</w:t>
      </w:r>
      <w:r w:rsidRPr="004966C3">
        <w:rPr>
          <w:b/>
          <w:lang w:val="it-IT"/>
        </w:rPr>
        <w:t xml:space="preserve"> </w:t>
      </w:r>
      <w:r w:rsidRPr="004966C3">
        <w:rPr>
          <w:b/>
        </w:rPr>
        <w:t>у</w:t>
      </w:r>
      <w:r w:rsidRPr="004966C3">
        <w:rPr>
          <w:b/>
          <w:lang w:val="it-IT"/>
        </w:rPr>
        <w:t xml:space="preserve"> </w:t>
      </w:r>
      <w:r w:rsidRPr="004966C3">
        <w:rPr>
          <w:b/>
        </w:rPr>
        <w:t>Уџбенику</w:t>
      </w:r>
      <w:r w:rsidRPr="004966C3">
        <w:rPr>
          <w:b/>
          <w:lang w:val="it-IT"/>
        </w:rPr>
        <w:t xml:space="preserve"> </w:t>
      </w:r>
      <w:r w:rsidRPr="004966C3">
        <w:rPr>
          <w:b/>
        </w:rPr>
        <w:t>у</w:t>
      </w:r>
      <w:r w:rsidRPr="004966C3">
        <w:rPr>
          <w:b/>
          <w:lang w:val="it-IT"/>
        </w:rPr>
        <w:t xml:space="preserve"> </w:t>
      </w:r>
      <w:r w:rsidRPr="004966C3">
        <w:rPr>
          <w:b/>
        </w:rPr>
        <w:t>оквиру</w:t>
      </w:r>
      <w:r w:rsidRPr="004966C3">
        <w:rPr>
          <w:b/>
          <w:lang w:val="it-IT"/>
        </w:rPr>
        <w:t xml:space="preserve"> </w:t>
      </w:r>
      <w:r w:rsidRPr="004966C3">
        <w:rPr>
          <w:b/>
        </w:rPr>
        <w:t>које</w:t>
      </w:r>
      <w:r w:rsidRPr="004966C3">
        <w:rPr>
          <w:b/>
          <w:lang w:val="it-IT"/>
        </w:rPr>
        <w:t xml:space="preserve"> </w:t>
      </w:r>
      <w:r w:rsidRPr="004966C3">
        <w:rPr>
          <w:b/>
        </w:rPr>
        <w:t>објашњавам</w:t>
      </w:r>
      <w:r w:rsidRPr="004966C3">
        <w:rPr>
          <w:b/>
          <w:lang w:val="it-IT"/>
        </w:rPr>
        <w:t xml:space="preserve"> </w:t>
      </w:r>
      <w:r w:rsidRPr="004966C3">
        <w:rPr>
          <w:b/>
        </w:rPr>
        <w:t>ученицима</w:t>
      </w:r>
      <w:r w:rsidRPr="004966C3">
        <w:rPr>
          <w:b/>
          <w:lang w:val="it-IT"/>
        </w:rPr>
        <w:t xml:space="preserve"> </w:t>
      </w:r>
      <w:r w:rsidRPr="004966C3">
        <w:rPr>
          <w:b/>
        </w:rPr>
        <w:t>разлику</w:t>
      </w:r>
      <w:r w:rsidRPr="004966C3">
        <w:rPr>
          <w:b/>
          <w:lang w:val="it-IT"/>
        </w:rPr>
        <w:t xml:space="preserve"> </w:t>
      </w:r>
      <w:r w:rsidRPr="004966C3">
        <w:rPr>
          <w:b/>
        </w:rPr>
        <w:t>између</w:t>
      </w:r>
      <w:r w:rsidRPr="004966C3">
        <w:rPr>
          <w:b/>
          <w:lang w:val="it-IT"/>
        </w:rPr>
        <w:t xml:space="preserve"> </w:t>
      </w:r>
      <w:r w:rsidRPr="004966C3">
        <w:rPr>
          <w:b/>
          <w:i/>
          <w:lang w:val="it-IT"/>
        </w:rPr>
        <w:t>fermata</w:t>
      </w:r>
      <w:r w:rsidRPr="004966C3">
        <w:rPr>
          <w:b/>
          <w:lang w:val="it-IT"/>
        </w:rPr>
        <w:t xml:space="preserve"> </w:t>
      </w:r>
      <w:r w:rsidRPr="004966C3">
        <w:rPr>
          <w:b/>
        </w:rPr>
        <w:t>и</w:t>
      </w:r>
      <w:r w:rsidRPr="004966C3">
        <w:rPr>
          <w:b/>
          <w:lang w:val="it-IT"/>
        </w:rPr>
        <w:t xml:space="preserve"> </w:t>
      </w:r>
      <w:r w:rsidRPr="004966C3">
        <w:rPr>
          <w:b/>
          <w:i/>
          <w:lang w:val="it-IT"/>
        </w:rPr>
        <w:t>stazione</w:t>
      </w:r>
      <w:r w:rsidRPr="004966C3">
        <w:rPr>
          <w:b/>
          <w:lang w:val="it-IT"/>
        </w:rPr>
        <w:t xml:space="preserve">. </w:t>
      </w:r>
    </w:p>
    <w:p w:rsidR="00F01BE7" w:rsidRPr="004966C3" w:rsidRDefault="00F01BE7" w:rsidP="002E1D9B">
      <w:pPr>
        <w:shd w:val="clear" w:color="auto" w:fill="FFFFFF"/>
        <w:jc w:val="both"/>
        <w:rPr>
          <w:b/>
          <w:lang w:val="it-IT"/>
        </w:rPr>
      </w:pPr>
      <w:r w:rsidRPr="004966C3">
        <w:rPr>
          <w:b/>
        </w:rPr>
        <w:t>Тражим</w:t>
      </w:r>
      <w:r w:rsidRPr="004966C3">
        <w:rPr>
          <w:b/>
          <w:lang w:val="it-IT"/>
        </w:rPr>
        <w:t xml:space="preserve"> </w:t>
      </w:r>
      <w:r w:rsidRPr="004966C3">
        <w:rPr>
          <w:b/>
        </w:rPr>
        <w:t>од</w:t>
      </w:r>
      <w:r w:rsidRPr="004966C3">
        <w:rPr>
          <w:b/>
          <w:lang w:val="it-IT"/>
        </w:rPr>
        <w:t xml:space="preserve"> </w:t>
      </w:r>
      <w:r w:rsidRPr="004966C3">
        <w:rPr>
          <w:b/>
        </w:rPr>
        <w:t>ученика</w:t>
      </w:r>
      <w:r w:rsidRPr="004966C3">
        <w:rPr>
          <w:b/>
          <w:lang w:val="it-IT"/>
        </w:rPr>
        <w:t xml:space="preserve"> </w:t>
      </w:r>
      <w:r w:rsidRPr="004966C3">
        <w:rPr>
          <w:b/>
        </w:rPr>
        <w:t>да</w:t>
      </w:r>
      <w:r w:rsidRPr="004966C3">
        <w:rPr>
          <w:b/>
          <w:lang w:val="it-IT"/>
        </w:rPr>
        <w:t xml:space="preserve"> </w:t>
      </w:r>
      <w:r w:rsidRPr="004966C3">
        <w:rPr>
          <w:b/>
        </w:rPr>
        <w:t>у</w:t>
      </w:r>
      <w:r w:rsidRPr="004966C3">
        <w:rPr>
          <w:b/>
          <w:lang w:val="it-IT"/>
        </w:rPr>
        <w:t xml:space="preserve"> </w:t>
      </w:r>
      <w:r w:rsidRPr="004966C3">
        <w:rPr>
          <w:b/>
        </w:rPr>
        <w:t>пару</w:t>
      </w:r>
      <w:r w:rsidRPr="004966C3">
        <w:rPr>
          <w:b/>
          <w:lang w:val="it-IT"/>
        </w:rPr>
        <w:t xml:space="preserve"> </w:t>
      </w:r>
      <w:r w:rsidRPr="004966C3">
        <w:rPr>
          <w:b/>
        </w:rPr>
        <w:t>драматизују</w:t>
      </w:r>
      <w:r w:rsidRPr="004966C3">
        <w:rPr>
          <w:b/>
          <w:lang w:val="it-IT"/>
        </w:rPr>
        <w:t xml:space="preserve"> </w:t>
      </w:r>
      <w:r w:rsidRPr="004966C3">
        <w:rPr>
          <w:b/>
        </w:rPr>
        <w:t>дијалоге</w:t>
      </w:r>
      <w:r w:rsidRPr="004966C3">
        <w:rPr>
          <w:b/>
          <w:lang w:val="it-IT"/>
        </w:rPr>
        <w:t xml:space="preserve">, </w:t>
      </w:r>
      <w:r w:rsidRPr="004966C3">
        <w:rPr>
          <w:b/>
        </w:rPr>
        <w:t>али</w:t>
      </w:r>
      <w:r w:rsidRPr="004966C3">
        <w:rPr>
          <w:b/>
          <w:lang w:val="it-IT"/>
        </w:rPr>
        <w:t xml:space="preserve"> </w:t>
      </w:r>
      <w:r w:rsidRPr="004966C3">
        <w:rPr>
          <w:b/>
        </w:rPr>
        <w:t>да</w:t>
      </w:r>
      <w:r w:rsidRPr="004966C3">
        <w:rPr>
          <w:b/>
          <w:lang w:val="it-IT"/>
        </w:rPr>
        <w:t xml:space="preserve"> </w:t>
      </w:r>
      <w:r w:rsidRPr="004966C3">
        <w:rPr>
          <w:b/>
        </w:rPr>
        <w:t>мењају</w:t>
      </w:r>
      <w:r w:rsidRPr="004966C3">
        <w:rPr>
          <w:b/>
          <w:lang w:val="it-IT"/>
        </w:rPr>
        <w:t xml:space="preserve"> </w:t>
      </w:r>
      <w:r w:rsidRPr="004966C3">
        <w:rPr>
          <w:b/>
        </w:rPr>
        <w:t>установу</w:t>
      </w:r>
      <w:r w:rsidRPr="004966C3">
        <w:rPr>
          <w:b/>
          <w:lang w:val="it-IT"/>
        </w:rPr>
        <w:t xml:space="preserve"> </w:t>
      </w:r>
      <w:r w:rsidRPr="004966C3">
        <w:rPr>
          <w:b/>
        </w:rPr>
        <w:t>у</w:t>
      </w:r>
      <w:r w:rsidRPr="004966C3">
        <w:rPr>
          <w:b/>
          <w:lang w:val="it-IT"/>
        </w:rPr>
        <w:t xml:space="preserve"> </w:t>
      </w:r>
      <w:r w:rsidRPr="004966C3">
        <w:rPr>
          <w:b/>
        </w:rPr>
        <w:t>коју</w:t>
      </w:r>
      <w:r w:rsidRPr="004966C3">
        <w:rPr>
          <w:b/>
          <w:lang w:val="it-IT"/>
        </w:rPr>
        <w:t xml:space="preserve"> </w:t>
      </w:r>
      <w:r w:rsidRPr="004966C3">
        <w:rPr>
          <w:b/>
        </w:rPr>
        <w:t>желе</w:t>
      </w:r>
      <w:r w:rsidRPr="004966C3">
        <w:rPr>
          <w:b/>
          <w:lang w:val="it-IT"/>
        </w:rPr>
        <w:t xml:space="preserve"> </w:t>
      </w:r>
      <w:r w:rsidRPr="004966C3">
        <w:rPr>
          <w:b/>
        </w:rPr>
        <w:t>да</w:t>
      </w:r>
      <w:r w:rsidRPr="004966C3">
        <w:rPr>
          <w:b/>
          <w:lang w:val="it-IT"/>
        </w:rPr>
        <w:t xml:space="preserve"> </w:t>
      </w:r>
      <w:r w:rsidRPr="004966C3">
        <w:rPr>
          <w:b/>
        </w:rPr>
        <w:t>стигну</w:t>
      </w:r>
      <w:r w:rsidRPr="004966C3">
        <w:rPr>
          <w:b/>
          <w:lang w:val="it-IT"/>
        </w:rPr>
        <w:t xml:space="preserve">, </w:t>
      </w:r>
      <w:r w:rsidRPr="004966C3">
        <w:rPr>
          <w:b/>
        </w:rPr>
        <w:t>као</w:t>
      </w:r>
      <w:r w:rsidRPr="004966C3">
        <w:rPr>
          <w:b/>
          <w:lang w:val="it-IT"/>
        </w:rPr>
        <w:t xml:space="preserve"> </w:t>
      </w:r>
      <w:r w:rsidRPr="004966C3">
        <w:rPr>
          <w:b/>
        </w:rPr>
        <w:t>и</w:t>
      </w:r>
      <w:r w:rsidRPr="004966C3">
        <w:rPr>
          <w:b/>
          <w:lang w:val="it-IT"/>
        </w:rPr>
        <w:t xml:space="preserve"> </w:t>
      </w:r>
      <w:r w:rsidRPr="004966C3">
        <w:rPr>
          <w:b/>
        </w:rPr>
        <w:t>објашњење</w:t>
      </w:r>
      <w:r w:rsidRPr="004966C3">
        <w:rPr>
          <w:b/>
          <w:lang w:val="it-IT"/>
        </w:rPr>
        <w:t xml:space="preserve"> </w:t>
      </w:r>
      <w:r w:rsidRPr="004966C3">
        <w:rPr>
          <w:b/>
        </w:rPr>
        <w:t>како</w:t>
      </w:r>
      <w:r w:rsidRPr="004966C3">
        <w:rPr>
          <w:b/>
          <w:lang w:val="it-IT"/>
        </w:rPr>
        <w:t xml:space="preserve"> </w:t>
      </w:r>
      <w:r w:rsidRPr="004966C3">
        <w:rPr>
          <w:b/>
        </w:rPr>
        <w:t>до</w:t>
      </w:r>
      <w:r w:rsidRPr="004966C3">
        <w:rPr>
          <w:b/>
          <w:lang w:val="it-IT"/>
        </w:rPr>
        <w:t xml:space="preserve"> </w:t>
      </w:r>
      <w:r w:rsidRPr="004966C3">
        <w:rPr>
          <w:b/>
        </w:rPr>
        <w:t>ње</w:t>
      </w:r>
      <w:r w:rsidRPr="004966C3">
        <w:rPr>
          <w:b/>
          <w:lang w:val="it-IT"/>
        </w:rPr>
        <w:t xml:space="preserve"> </w:t>
      </w:r>
      <w:r w:rsidRPr="004966C3">
        <w:rPr>
          <w:b/>
        </w:rPr>
        <w:t>стићи</w:t>
      </w:r>
      <w:r w:rsidRPr="004966C3">
        <w:rPr>
          <w:b/>
          <w:lang w:val="it-IT"/>
        </w:rPr>
        <w:t xml:space="preserve">. </w:t>
      </w:r>
      <w:r w:rsidRPr="004966C3">
        <w:rPr>
          <w:b/>
        </w:rPr>
        <w:t>Указујем</w:t>
      </w:r>
      <w:r w:rsidRPr="004966C3">
        <w:rPr>
          <w:b/>
          <w:lang w:val="it-IT"/>
        </w:rPr>
        <w:t xml:space="preserve"> </w:t>
      </w:r>
      <w:r w:rsidRPr="004966C3">
        <w:rPr>
          <w:b/>
        </w:rPr>
        <w:t>им</w:t>
      </w:r>
      <w:r w:rsidRPr="004966C3">
        <w:rPr>
          <w:b/>
          <w:lang w:val="it-IT"/>
        </w:rPr>
        <w:t xml:space="preserve"> </w:t>
      </w:r>
      <w:r w:rsidRPr="004966C3">
        <w:rPr>
          <w:b/>
        </w:rPr>
        <w:t>на</w:t>
      </w:r>
      <w:r w:rsidRPr="004966C3">
        <w:rPr>
          <w:b/>
          <w:lang w:val="it-IT"/>
        </w:rPr>
        <w:t xml:space="preserve"> </w:t>
      </w:r>
      <w:r w:rsidRPr="004966C3">
        <w:rPr>
          <w:b/>
        </w:rPr>
        <w:t>редне</w:t>
      </w:r>
      <w:r w:rsidRPr="004966C3">
        <w:rPr>
          <w:b/>
          <w:lang w:val="it-IT"/>
        </w:rPr>
        <w:t xml:space="preserve"> </w:t>
      </w:r>
      <w:r w:rsidRPr="004966C3">
        <w:rPr>
          <w:b/>
        </w:rPr>
        <w:t>бројеве</w:t>
      </w:r>
      <w:r w:rsidRPr="004966C3">
        <w:rPr>
          <w:b/>
          <w:lang w:val="it-IT"/>
        </w:rPr>
        <w:t xml:space="preserve"> </w:t>
      </w:r>
      <w:r w:rsidRPr="004966C3">
        <w:rPr>
          <w:b/>
        </w:rPr>
        <w:t>који</w:t>
      </w:r>
      <w:r w:rsidRPr="004966C3">
        <w:rPr>
          <w:b/>
          <w:lang w:val="it-IT"/>
        </w:rPr>
        <w:t xml:space="preserve"> </w:t>
      </w:r>
      <w:r w:rsidRPr="004966C3">
        <w:rPr>
          <w:b/>
        </w:rPr>
        <w:t>су</w:t>
      </w:r>
      <w:r w:rsidRPr="004966C3">
        <w:rPr>
          <w:b/>
          <w:lang w:val="it-IT"/>
        </w:rPr>
        <w:t xml:space="preserve"> </w:t>
      </w:r>
      <w:r w:rsidRPr="004966C3">
        <w:rPr>
          <w:b/>
        </w:rPr>
        <w:t>дати</w:t>
      </w:r>
      <w:r w:rsidRPr="004966C3">
        <w:rPr>
          <w:b/>
          <w:lang w:val="it-IT"/>
        </w:rPr>
        <w:t xml:space="preserve"> </w:t>
      </w:r>
      <w:r w:rsidRPr="004966C3">
        <w:rPr>
          <w:b/>
        </w:rPr>
        <w:t>са</w:t>
      </w:r>
      <w:r w:rsidRPr="004966C3">
        <w:rPr>
          <w:b/>
          <w:lang w:val="it-IT"/>
        </w:rPr>
        <w:t xml:space="preserve"> </w:t>
      </w:r>
      <w:r w:rsidRPr="004966C3">
        <w:rPr>
          <w:b/>
        </w:rPr>
        <w:t>стране</w:t>
      </w:r>
      <w:r w:rsidRPr="004966C3">
        <w:rPr>
          <w:b/>
          <w:lang w:val="it-IT"/>
        </w:rPr>
        <w:t xml:space="preserve"> </w:t>
      </w:r>
      <w:r w:rsidRPr="004966C3">
        <w:rPr>
          <w:b/>
        </w:rPr>
        <w:t>и</w:t>
      </w:r>
      <w:r w:rsidRPr="004966C3">
        <w:rPr>
          <w:b/>
          <w:lang w:val="it-IT"/>
        </w:rPr>
        <w:t xml:space="preserve"> </w:t>
      </w:r>
      <w:r w:rsidRPr="004966C3">
        <w:rPr>
          <w:b/>
        </w:rPr>
        <w:t>говорим</w:t>
      </w:r>
      <w:r w:rsidRPr="004966C3">
        <w:rPr>
          <w:b/>
          <w:lang w:val="it-IT"/>
        </w:rPr>
        <w:t xml:space="preserve"> </w:t>
      </w:r>
      <w:r w:rsidRPr="004966C3">
        <w:rPr>
          <w:b/>
        </w:rPr>
        <w:t>да</w:t>
      </w:r>
      <w:r w:rsidRPr="004966C3">
        <w:rPr>
          <w:b/>
          <w:lang w:val="it-IT"/>
        </w:rPr>
        <w:t xml:space="preserve"> </w:t>
      </w:r>
      <w:r w:rsidRPr="004966C3">
        <w:rPr>
          <w:b/>
        </w:rPr>
        <w:t>их</w:t>
      </w:r>
      <w:r w:rsidRPr="004966C3">
        <w:rPr>
          <w:b/>
          <w:lang w:val="it-IT"/>
        </w:rPr>
        <w:t xml:space="preserve"> </w:t>
      </w:r>
      <w:r w:rsidRPr="004966C3">
        <w:rPr>
          <w:b/>
        </w:rPr>
        <w:t>користе</w:t>
      </w:r>
      <w:r w:rsidRPr="004966C3">
        <w:rPr>
          <w:b/>
          <w:lang w:val="it-IT"/>
        </w:rPr>
        <w:t xml:space="preserve"> </w:t>
      </w:r>
      <w:r w:rsidRPr="004966C3">
        <w:rPr>
          <w:b/>
        </w:rPr>
        <w:t>када</w:t>
      </w:r>
      <w:r w:rsidRPr="004966C3">
        <w:rPr>
          <w:b/>
          <w:lang w:val="it-IT"/>
        </w:rPr>
        <w:t xml:space="preserve"> </w:t>
      </w:r>
      <w:r w:rsidRPr="004966C3">
        <w:rPr>
          <w:b/>
        </w:rPr>
        <w:t>говоре</w:t>
      </w:r>
      <w:r w:rsidRPr="004966C3">
        <w:rPr>
          <w:b/>
          <w:lang w:val="it-IT"/>
        </w:rPr>
        <w:t xml:space="preserve"> </w:t>
      </w:r>
      <w:r w:rsidRPr="004966C3">
        <w:rPr>
          <w:b/>
        </w:rPr>
        <w:t>о</w:t>
      </w:r>
      <w:r w:rsidRPr="004966C3">
        <w:rPr>
          <w:b/>
          <w:lang w:val="it-IT"/>
        </w:rPr>
        <w:t xml:space="preserve"> </w:t>
      </w:r>
      <w:r w:rsidRPr="004966C3">
        <w:rPr>
          <w:b/>
        </w:rPr>
        <w:t>станици</w:t>
      </w:r>
      <w:r w:rsidRPr="004966C3">
        <w:rPr>
          <w:b/>
          <w:lang w:val="it-IT"/>
        </w:rPr>
        <w:t xml:space="preserve"> </w:t>
      </w:r>
      <w:r w:rsidRPr="004966C3">
        <w:rPr>
          <w:b/>
        </w:rPr>
        <w:t>или</w:t>
      </w:r>
      <w:r w:rsidRPr="004966C3">
        <w:rPr>
          <w:b/>
          <w:lang w:val="it-IT"/>
        </w:rPr>
        <w:t xml:space="preserve"> </w:t>
      </w:r>
      <w:r w:rsidRPr="004966C3">
        <w:rPr>
          <w:b/>
        </w:rPr>
        <w:t>о</w:t>
      </w:r>
      <w:r w:rsidRPr="004966C3">
        <w:rPr>
          <w:b/>
          <w:lang w:val="it-IT"/>
        </w:rPr>
        <w:t xml:space="preserve"> </w:t>
      </w:r>
      <w:r w:rsidRPr="004966C3">
        <w:rPr>
          <w:b/>
        </w:rPr>
        <w:t>улици</w:t>
      </w:r>
      <w:r w:rsidRPr="004966C3">
        <w:rPr>
          <w:b/>
          <w:lang w:val="it-IT"/>
        </w:rPr>
        <w:t xml:space="preserve"> </w:t>
      </w:r>
      <w:r w:rsidRPr="004966C3">
        <w:rPr>
          <w:b/>
        </w:rPr>
        <w:t>у</w:t>
      </w:r>
      <w:r w:rsidRPr="004966C3">
        <w:rPr>
          <w:b/>
          <w:lang w:val="it-IT"/>
        </w:rPr>
        <w:t xml:space="preserve"> </w:t>
      </w:r>
      <w:r w:rsidRPr="004966C3">
        <w:rPr>
          <w:b/>
        </w:rPr>
        <w:t>коју</w:t>
      </w:r>
      <w:r w:rsidRPr="004966C3">
        <w:rPr>
          <w:b/>
          <w:lang w:val="it-IT"/>
        </w:rPr>
        <w:t xml:space="preserve"> </w:t>
      </w:r>
      <w:r w:rsidRPr="004966C3">
        <w:rPr>
          <w:b/>
        </w:rPr>
        <w:t>треба</w:t>
      </w:r>
      <w:r w:rsidRPr="004966C3">
        <w:rPr>
          <w:b/>
          <w:lang w:val="it-IT"/>
        </w:rPr>
        <w:t xml:space="preserve"> </w:t>
      </w:r>
      <w:r w:rsidRPr="004966C3">
        <w:rPr>
          <w:b/>
        </w:rPr>
        <w:t>скренути</w:t>
      </w:r>
      <w:r w:rsidRPr="004966C3">
        <w:rPr>
          <w:b/>
          <w:lang w:val="it-IT"/>
        </w:rPr>
        <w:t>.</w:t>
      </w:r>
    </w:p>
    <w:p w:rsidR="00F01BE7" w:rsidRPr="004966C3" w:rsidRDefault="00F01BE7" w:rsidP="002E1D9B">
      <w:pPr>
        <w:shd w:val="clear" w:color="auto" w:fill="FFFFFF"/>
        <w:jc w:val="both"/>
        <w:rPr>
          <w:b/>
          <w:i/>
          <w:lang w:val="it-IT"/>
        </w:rPr>
      </w:pPr>
    </w:p>
    <w:p w:rsidR="00F01BE7" w:rsidRPr="004966C3" w:rsidRDefault="00F01BE7" w:rsidP="002E1D9B">
      <w:pPr>
        <w:shd w:val="clear" w:color="auto" w:fill="FFFFFF"/>
        <w:jc w:val="both"/>
        <w:rPr>
          <w:b/>
          <w:i/>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(12-13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r w:rsidRPr="004966C3">
        <w:rPr>
          <w:b/>
        </w:rPr>
        <w:t>Последња</w:t>
      </w:r>
      <w:r w:rsidRPr="004966C3">
        <w:rPr>
          <w:b/>
          <w:lang w:val="it-IT"/>
        </w:rPr>
        <w:t xml:space="preserve"> </w:t>
      </w:r>
      <w:r w:rsidRPr="004966C3">
        <w:rPr>
          <w:b/>
        </w:rPr>
        <w:t>активност</w:t>
      </w:r>
      <w:r w:rsidRPr="004966C3">
        <w:rPr>
          <w:b/>
          <w:lang w:val="it-IT"/>
        </w:rPr>
        <w:t xml:space="preserve"> </w:t>
      </w:r>
      <w:r w:rsidRPr="004966C3">
        <w:rPr>
          <w:b/>
        </w:rPr>
        <w:t>на</w:t>
      </w:r>
      <w:r w:rsidRPr="004966C3">
        <w:rPr>
          <w:b/>
          <w:lang w:val="it-IT"/>
        </w:rPr>
        <w:t xml:space="preserve"> </w:t>
      </w:r>
      <w:r w:rsidRPr="004966C3">
        <w:rPr>
          <w:b/>
        </w:rPr>
        <w:t>овом</w:t>
      </w:r>
      <w:r w:rsidRPr="004966C3">
        <w:rPr>
          <w:b/>
          <w:lang w:val="it-IT"/>
        </w:rPr>
        <w:t xml:space="preserve"> </w:t>
      </w:r>
      <w:r w:rsidRPr="004966C3">
        <w:rPr>
          <w:b/>
        </w:rPr>
        <w:t>часу</w:t>
      </w:r>
      <w:r w:rsidRPr="004966C3">
        <w:rPr>
          <w:b/>
          <w:lang w:val="it-IT"/>
        </w:rPr>
        <w:t xml:space="preserve"> </w:t>
      </w:r>
      <w:r w:rsidRPr="004966C3">
        <w:rPr>
          <w:b/>
        </w:rPr>
        <w:t>је</w:t>
      </w:r>
      <w:r w:rsidRPr="004966C3">
        <w:rPr>
          <w:b/>
          <w:lang w:val="it-IT"/>
        </w:rPr>
        <w:t xml:space="preserve"> </w:t>
      </w:r>
      <w:r w:rsidRPr="004966C3">
        <w:rPr>
          <w:b/>
        </w:rPr>
        <w:t>помало</w:t>
      </w:r>
      <w:r w:rsidRPr="004966C3">
        <w:rPr>
          <w:b/>
          <w:lang w:val="it-IT"/>
        </w:rPr>
        <w:t xml:space="preserve"> </w:t>
      </w:r>
      <w:r w:rsidRPr="004966C3">
        <w:rPr>
          <w:b/>
        </w:rPr>
        <w:t>измењени</w:t>
      </w:r>
      <w:r w:rsidRPr="004966C3">
        <w:rPr>
          <w:b/>
          <w:lang w:val="it-IT"/>
        </w:rPr>
        <w:t xml:space="preserve"> </w:t>
      </w:r>
      <w:r w:rsidRPr="004966C3">
        <w:rPr>
          <w:b/>
        </w:rPr>
        <w:t>задатак</w:t>
      </w:r>
      <w:r w:rsidRPr="004966C3">
        <w:rPr>
          <w:b/>
          <w:lang w:val="it-IT"/>
        </w:rPr>
        <w:t xml:space="preserve"> </w:t>
      </w:r>
      <w:r w:rsidRPr="004966C3">
        <w:rPr>
          <w:b/>
        </w:rPr>
        <w:t>из</w:t>
      </w:r>
      <w:r w:rsidRPr="004966C3">
        <w:rPr>
          <w:b/>
          <w:lang w:val="it-IT"/>
        </w:rPr>
        <w:t xml:space="preserve"> </w:t>
      </w:r>
      <w:r w:rsidRPr="004966C3">
        <w:rPr>
          <w:b/>
        </w:rPr>
        <w:t>рубрике</w:t>
      </w:r>
      <w:r w:rsidRPr="004966C3">
        <w:rPr>
          <w:b/>
          <w:lang w:val="it-IT"/>
        </w:rPr>
        <w:t xml:space="preserve"> </w:t>
      </w:r>
      <w:r w:rsidRPr="004966C3">
        <w:rPr>
          <w:b/>
          <w:i/>
          <w:lang w:val="it-IT"/>
        </w:rPr>
        <w:t>Tocca a te!</w:t>
      </w:r>
      <w:r w:rsidRPr="004966C3">
        <w:rPr>
          <w:b/>
          <w:lang w:val="it-IT"/>
        </w:rPr>
        <w:t xml:space="preserve"> </w:t>
      </w:r>
      <w:r w:rsidRPr="004966C3">
        <w:rPr>
          <w:b/>
        </w:rPr>
        <w:t>у</w:t>
      </w:r>
      <w:r w:rsidRPr="004966C3">
        <w:rPr>
          <w:b/>
          <w:lang w:val="it-IT"/>
        </w:rPr>
        <w:t xml:space="preserve"> </w:t>
      </w:r>
      <w:r w:rsidRPr="004966C3">
        <w:rPr>
          <w:b/>
        </w:rPr>
        <w:t>Уџбенику</w:t>
      </w:r>
      <w:r w:rsidRPr="004966C3">
        <w:rPr>
          <w:b/>
          <w:lang w:val="it-IT"/>
        </w:rPr>
        <w:t xml:space="preserve">. </w:t>
      </w:r>
      <w:r w:rsidRPr="004966C3">
        <w:rPr>
          <w:b/>
        </w:rPr>
        <w:t>И</w:t>
      </w:r>
      <w:r w:rsidRPr="004966C3">
        <w:rPr>
          <w:b/>
          <w:lang w:val="it-IT"/>
        </w:rPr>
        <w:t xml:space="preserve"> </w:t>
      </w:r>
      <w:r w:rsidRPr="004966C3">
        <w:rPr>
          <w:b/>
        </w:rPr>
        <w:t>ову</w:t>
      </w:r>
      <w:r w:rsidRPr="004966C3">
        <w:rPr>
          <w:b/>
          <w:lang w:val="it-IT"/>
        </w:rPr>
        <w:t xml:space="preserve"> </w:t>
      </w:r>
      <w:r w:rsidRPr="004966C3">
        <w:rPr>
          <w:b/>
        </w:rPr>
        <w:t>активност</w:t>
      </w:r>
      <w:r w:rsidRPr="004966C3">
        <w:rPr>
          <w:b/>
          <w:lang w:val="it-IT"/>
        </w:rPr>
        <w:t xml:space="preserve"> </w:t>
      </w:r>
      <w:r w:rsidRPr="004966C3">
        <w:rPr>
          <w:b/>
        </w:rPr>
        <w:t>ученици</w:t>
      </w:r>
      <w:r w:rsidRPr="004966C3">
        <w:rPr>
          <w:b/>
          <w:lang w:val="it-IT"/>
        </w:rPr>
        <w:t xml:space="preserve"> </w:t>
      </w:r>
      <w:r w:rsidRPr="004966C3">
        <w:rPr>
          <w:b/>
        </w:rPr>
        <w:t>раде</w:t>
      </w:r>
      <w:r w:rsidRPr="004966C3">
        <w:rPr>
          <w:b/>
          <w:lang w:val="it-IT"/>
        </w:rPr>
        <w:t xml:space="preserve"> </w:t>
      </w:r>
      <w:r w:rsidRPr="004966C3">
        <w:rPr>
          <w:b/>
        </w:rPr>
        <w:t>у</w:t>
      </w:r>
      <w:r w:rsidRPr="004966C3">
        <w:rPr>
          <w:b/>
          <w:lang w:val="it-IT"/>
        </w:rPr>
        <w:t xml:space="preserve"> </w:t>
      </w:r>
      <w:r w:rsidRPr="004966C3">
        <w:rPr>
          <w:b/>
        </w:rPr>
        <w:t>пару</w:t>
      </w:r>
      <w:r w:rsidRPr="004966C3">
        <w:rPr>
          <w:b/>
          <w:lang w:val="it-IT"/>
        </w:rPr>
        <w:t xml:space="preserve">. </w:t>
      </w:r>
      <w:r w:rsidRPr="004966C3">
        <w:rPr>
          <w:b/>
        </w:rPr>
        <w:t>Наиме</w:t>
      </w:r>
      <w:r w:rsidRPr="004966C3">
        <w:rPr>
          <w:b/>
          <w:lang w:val="it-IT"/>
        </w:rPr>
        <w:t xml:space="preserve">, </w:t>
      </w:r>
      <w:r w:rsidRPr="004966C3">
        <w:rPr>
          <w:b/>
        </w:rPr>
        <w:t>један</w:t>
      </w:r>
      <w:r w:rsidRPr="004966C3">
        <w:rPr>
          <w:b/>
          <w:lang w:val="it-IT"/>
        </w:rPr>
        <w:t xml:space="preserve"> </w:t>
      </w:r>
      <w:r w:rsidRPr="004966C3">
        <w:rPr>
          <w:b/>
        </w:rPr>
        <w:t>ученик</w:t>
      </w:r>
      <w:r w:rsidRPr="004966C3">
        <w:rPr>
          <w:b/>
          <w:lang w:val="it-IT"/>
        </w:rPr>
        <w:t xml:space="preserve"> </w:t>
      </w:r>
      <w:r w:rsidRPr="004966C3">
        <w:rPr>
          <w:b/>
        </w:rPr>
        <w:t>објашњава</w:t>
      </w:r>
      <w:r w:rsidRPr="004966C3">
        <w:rPr>
          <w:b/>
          <w:lang w:val="it-IT"/>
        </w:rPr>
        <w:t xml:space="preserve"> </w:t>
      </w:r>
      <w:r w:rsidRPr="004966C3">
        <w:rPr>
          <w:b/>
        </w:rPr>
        <w:t>свој</w:t>
      </w:r>
      <w:r w:rsidRPr="004966C3">
        <w:rPr>
          <w:b/>
          <w:lang w:val="it-IT"/>
        </w:rPr>
        <w:t xml:space="preserve"> </w:t>
      </w:r>
      <w:r w:rsidRPr="004966C3">
        <w:rPr>
          <w:b/>
        </w:rPr>
        <w:t>пут</w:t>
      </w:r>
      <w:r w:rsidRPr="004966C3">
        <w:rPr>
          <w:b/>
          <w:lang w:val="it-IT"/>
        </w:rPr>
        <w:t xml:space="preserve"> </w:t>
      </w:r>
      <w:r w:rsidRPr="004966C3">
        <w:rPr>
          <w:b/>
        </w:rPr>
        <w:t>од</w:t>
      </w:r>
      <w:r w:rsidRPr="004966C3">
        <w:rPr>
          <w:b/>
          <w:lang w:val="it-IT"/>
        </w:rPr>
        <w:t xml:space="preserve"> </w:t>
      </w:r>
      <w:r w:rsidRPr="004966C3">
        <w:rPr>
          <w:b/>
        </w:rPr>
        <w:t>куће</w:t>
      </w:r>
      <w:r w:rsidRPr="004966C3">
        <w:rPr>
          <w:b/>
          <w:lang w:val="it-IT"/>
        </w:rPr>
        <w:t xml:space="preserve"> </w:t>
      </w:r>
      <w:r w:rsidRPr="004966C3">
        <w:rPr>
          <w:b/>
        </w:rPr>
        <w:t>до</w:t>
      </w:r>
      <w:r w:rsidRPr="004966C3">
        <w:rPr>
          <w:b/>
          <w:lang w:val="it-IT"/>
        </w:rPr>
        <w:t xml:space="preserve"> </w:t>
      </w:r>
      <w:r w:rsidRPr="004966C3">
        <w:rPr>
          <w:b/>
        </w:rPr>
        <w:t>школе</w:t>
      </w:r>
      <w:r w:rsidRPr="004966C3">
        <w:rPr>
          <w:b/>
          <w:lang w:val="it-IT"/>
        </w:rPr>
        <w:t xml:space="preserve">, </w:t>
      </w:r>
      <w:r w:rsidRPr="004966C3">
        <w:rPr>
          <w:b/>
        </w:rPr>
        <w:t>а</w:t>
      </w:r>
      <w:r w:rsidRPr="004966C3">
        <w:rPr>
          <w:b/>
          <w:lang w:val="it-IT"/>
        </w:rPr>
        <w:t xml:space="preserve"> </w:t>
      </w:r>
      <w:r w:rsidRPr="004966C3">
        <w:rPr>
          <w:b/>
        </w:rPr>
        <w:t>други</w:t>
      </w:r>
      <w:r w:rsidRPr="004966C3">
        <w:rPr>
          <w:b/>
          <w:lang w:val="it-IT"/>
        </w:rPr>
        <w:t xml:space="preserve"> </w:t>
      </w:r>
      <w:r w:rsidRPr="004966C3">
        <w:rPr>
          <w:b/>
        </w:rPr>
        <w:t>га</w:t>
      </w:r>
      <w:r w:rsidRPr="004966C3">
        <w:rPr>
          <w:b/>
          <w:lang w:val="it-IT"/>
        </w:rPr>
        <w:t xml:space="preserve"> </w:t>
      </w:r>
      <w:r w:rsidRPr="004966C3">
        <w:rPr>
          <w:b/>
        </w:rPr>
        <w:t>црта</w:t>
      </w:r>
      <w:r w:rsidRPr="004966C3">
        <w:rPr>
          <w:b/>
          <w:lang w:val="it-IT"/>
        </w:rPr>
        <w:t xml:space="preserve"> </w:t>
      </w:r>
      <w:r w:rsidRPr="004966C3">
        <w:rPr>
          <w:b/>
        </w:rPr>
        <w:t>на</w:t>
      </w:r>
      <w:r w:rsidRPr="004966C3">
        <w:rPr>
          <w:b/>
          <w:lang w:val="it-IT"/>
        </w:rPr>
        <w:t xml:space="preserve"> </w:t>
      </w:r>
      <w:r w:rsidRPr="004966C3">
        <w:rPr>
          <w:b/>
        </w:rPr>
        <w:t>табли</w:t>
      </w:r>
      <w:r w:rsidRPr="004966C3">
        <w:rPr>
          <w:b/>
          <w:lang w:val="it-IT"/>
        </w:rPr>
        <w:t xml:space="preserve">. </w:t>
      </w:r>
      <w:r w:rsidRPr="004966C3">
        <w:rPr>
          <w:b/>
        </w:rPr>
        <w:t>Циљ</w:t>
      </w:r>
      <w:r w:rsidRPr="004966C3">
        <w:rPr>
          <w:b/>
          <w:lang w:val="it-IT"/>
        </w:rPr>
        <w:t xml:space="preserve"> </w:t>
      </w:r>
      <w:r w:rsidRPr="004966C3">
        <w:rPr>
          <w:b/>
        </w:rPr>
        <w:t>ове</w:t>
      </w:r>
      <w:r w:rsidRPr="004966C3">
        <w:rPr>
          <w:b/>
          <w:lang w:val="it-IT"/>
        </w:rPr>
        <w:t xml:space="preserve"> </w:t>
      </w:r>
      <w:r w:rsidRPr="004966C3">
        <w:rPr>
          <w:b/>
        </w:rPr>
        <w:t>активности</w:t>
      </w:r>
      <w:r w:rsidRPr="004966C3">
        <w:rPr>
          <w:b/>
          <w:lang w:val="it-IT"/>
        </w:rPr>
        <w:t xml:space="preserve"> </w:t>
      </w:r>
      <w:r w:rsidRPr="004966C3">
        <w:rPr>
          <w:b/>
        </w:rPr>
        <w:t>је</w:t>
      </w:r>
      <w:r w:rsidRPr="004966C3">
        <w:rPr>
          <w:b/>
          <w:lang w:val="it-IT"/>
        </w:rPr>
        <w:t xml:space="preserve"> </w:t>
      </w:r>
      <w:r w:rsidRPr="004966C3">
        <w:rPr>
          <w:b/>
        </w:rPr>
        <w:t>да</w:t>
      </w:r>
      <w:r w:rsidRPr="004966C3">
        <w:rPr>
          <w:b/>
          <w:lang w:val="it-IT"/>
        </w:rPr>
        <w:t xml:space="preserve"> </w:t>
      </w:r>
      <w:r w:rsidRPr="004966C3">
        <w:rPr>
          <w:b/>
        </w:rPr>
        <w:t>ученици</w:t>
      </w:r>
      <w:r w:rsidRPr="004966C3">
        <w:rPr>
          <w:b/>
          <w:lang w:val="it-IT"/>
        </w:rPr>
        <w:t xml:space="preserve"> </w:t>
      </w:r>
      <w:r w:rsidRPr="004966C3">
        <w:rPr>
          <w:b/>
        </w:rPr>
        <w:t>вежбају</w:t>
      </w:r>
      <w:r w:rsidRPr="004966C3">
        <w:rPr>
          <w:b/>
          <w:lang w:val="it-IT"/>
        </w:rPr>
        <w:t xml:space="preserve"> </w:t>
      </w:r>
      <w:r w:rsidRPr="004966C3">
        <w:rPr>
          <w:b/>
        </w:rPr>
        <w:t>разумевање</w:t>
      </w:r>
      <w:r w:rsidRPr="004966C3">
        <w:rPr>
          <w:b/>
          <w:lang w:val="it-IT"/>
        </w:rPr>
        <w:t xml:space="preserve"> </w:t>
      </w:r>
      <w:r w:rsidRPr="004966C3">
        <w:rPr>
          <w:b/>
        </w:rPr>
        <w:t>туђег</w:t>
      </w:r>
      <w:r w:rsidRPr="004966C3">
        <w:rPr>
          <w:b/>
          <w:lang w:val="it-IT"/>
        </w:rPr>
        <w:t xml:space="preserve"> </w:t>
      </w:r>
      <w:r w:rsidRPr="004966C3">
        <w:rPr>
          <w:b/>
        </w:rPr>
        <w:t>говора</w:t>
      </w:r>
      <w:r w:rsidRPr="004966C3">
        <w:rPr>
          <w:b/>
          <w:lang w:val="it-IT"/>
        </w:rPr>
        <w:t>.</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r w:rsidRPr="004966C3">
        <w:rPr>
          <w:b/>
        </w:rPr>
        <w:t>За</w:t>
      </w:r>
      <w:r w:rsidRPr="004966C3">
        <w:rPr>
          <w:b/>
          <w:lang w:val="it-IT"/>
        </w:rPr>
        <w:t xml:space="preserve"> </w:t>
      </w:r>
      <w:r w:rsidRPr="004966C3">
        <w:rPr>
          <w:b/>
          <w:u w:val="single"/>
        </w:rPr>
        <w:t>домаћи</w:t>
      </w:r>
      <w:r w:rsidRPr="004966C3">
        <w:rPr>
          <w:b/>
          <w:u w:val="single"/>
          <w:lang w:val="it-IT"/>
        </w:rPr>
        <w:t xml:space="preserve"> </w:t>
      </w:r>
      <w:r w:rsidRPr="004966C3">
        <w:rPr>
          <w:b/>
          <w:u w:val="single"/>
        </w:rPr>
        <w:t>задатак</w:t>
      </w:r>
      <w:r w:rsidRPr="004966C3">
        <w:rPr>
          <w:b/>
          <w:lang w:val="it-IT"/>
        </w:rPr>
        <w:t xml:space="preserve"> </w:t>
      </w:r>
      <w:r w:rsidRPr="004966C3">
        <w:rPr>
          <w:b/>
        </w:rPr>
        <w:t>ученици</w:t>
      </w:r>
      <w:r w:rsidRPr="004966C3">
        <w:rPr>
          <w:b/>
          <w:lang w:val="it-IT"/>
        </w:rPr>
        <w:t xml:space="preserve"> </w:t>
      </w:r>
      <w:r w:rsidRPr="004966C3">
        <w:rPr>
          <w:b/>
        </w:rPr>
        <w:t>треба</w:t>
      </w:r>
      <w:r w:rsidRPr="004966C3">
        <w:rPr>
          <w:b/>
          <w:lang w:val="it-IT"/>
        </w:rPr>
        <w:t xml:space="preserve"> </w:t>
      </w:r>
      <w:r w:rsidRPr="004966C3">
        <w:rPr>
          <w:b/>
        </w:rPr>
        <w:t>да</w:t>
      </w:r>
      <w:r w:rsidRPr="004966C3">
        <w:rPr>
          <w:b/>
          <w:lang w:val="it-IT"/>
        </w:rPr>
        <w:t xml:space="preserve"> </w:t>
      </w:r>
      <w:r w:rsidRPr="004966C3">
        <w:rPr>
          <w:b/>
        </w:rPr>
        <w:t>ураде</w:t>
      </w:r>
      <w:r w:rsidRPr="004966C3">
        <w:rPr>
          <w:b/>
          <w:lang w:val="it-IT"/>
        </w:rPr>
        <w:t xml:space="preserve"> </w:t>
      </w:r>
      <w:r w:rsidRPr="004966C3">
        <w:rPr>
          <w:b/>
        </w:rPr>
        <w:t>вежбе</w:t>
      </w:r>
      <w:r w:rsidRPr="004966C3">
        <w:rPr>
          <w:b/>
          <w:lang w:val="it-IT"/>
        </w:rPr>
        <w:t xml:space="preserve"> 1, 5, 6 </w:t>
      </w:r>
      <w:r w:rsidRPr="004966C3">
        <w:rPr>
          <w:b/>
        </w:rPr>
        <w:t>и</w:t>
      </w:r>
      <w:r w:rsidRPr="004966C3">
        <w:rPr>
          <w:b/>
          <w:lang w:val="it-IT"/>
        </w:rPr>
        <w:t xml:space="preserve"> 11 </w:t>
      </w:r>
      <w:r w:rsidRPr="004966C3">
        <w:rPr>
          <w:b/>
        </w:rPr>
        <w:t>у</w:t>
      </w:r>
      <w:r w:rsidRPr="004966C3">
        <w:rPr>
          <w:b/>
          <w:lang w:val="it-IT"/>
        </w:rPr>
        <w:t xml:space="preserve"> </w:t>
      </w:r>
      <w:r w:rsidRPr="004966C3">
        <w:rPr>
          <w:b/>
        </w:rPr>
        <w:t>Радној</w:t>
      </w:r>
      <w:r w:rsidRPr="004966C3">
        <w:rPr>
          <w:b/>
          <w:lang w:val="it-IT"/>
        </w:rPr>
        <w:t xml:space="preserve"> </w:t>
      </w:r>
      <w:r w:rsidRPr="004966C3">
        <w:rPr>
          <w:b/>
        </w:rPr>
        <w:t>свесци</w:t>
      </w:r>
      <w:r w:rsidRPr="004966C3">
        <w:rPr>
          <w:b/>
          <w:lang w:val="it-IT"/>
        </w:rPr>
        <w:t xml:space="preserve">. </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lang w:val="it-IT"/>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12</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Esercizi di ascolto, lettura e produzione scritta</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вежбање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 групни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Уџбеник, Радна свеска, CD</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утврђивање обрађених садржаја кроз вежбе слушања и писања; обнављање ортографских и фонетских правила у вези са фонемом S</w:t>
      </w:r>
    </w:p>
    <w:p w:rsidR="00F01BE7" w:rsidRPr="004966C3" w:rsidRDefault="00F01BE7" w:rsidP="002E1D9B">
      <w:pPr>
        <w:pStyle w:val="ListParagraph"/>
        <w:numPr>
          <w:ilvl w:val="0"/>
          <w:numId w:val="17"/>
        </w:numPr>
        <w:rPr>
          <w:b/>
          <w:u w:val="single"/>
        </w:rPr>
      </w:pPr>
      <w:r w:rsidRPr="004966C3">
        <w:rPr>
          <w:b/>
          <w:lang w:val="sr-Cyrl-CS"/>
        </w:rPr>
        <w:t xml:space="preserve">     </w:t>
      </w:r>
      <w:r w:rsidRPr="004966C3">
        <w:rPr>
          <w:b/>
          <w:u w:val="single"/>
          <w:lang w:val="sr-Cyrl-CS"/>
        </w:rPr>
        <w:t>Очекивани исходи:</w:t>
      </w:r>
    </w:p>
    <w:p w:rsidR="00F01BE7" w:rsidRPr="004966C3" w:rsidRDefault="00F01BE7" w:rsidP="002E1D9B">
      <w:pPr>
        <w:pStyle w:val="ListParagraph"/>
        <w:shd w:val="clear" w:color="auto" w:fill="FFFFFF"/>
        <w:ind w:left="1440"/>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1"/>
          <w:numId w:val="32"/>
        </w:numPr>
        <w:shd w:val="clear" w:color="auto" w:fill="FFFFFF"/>
        <w:rPr>
          <w:b/>
        </w:rPr>
      </w:pPr>
      <w:r w:rsidRPr="004966C3">
        <w:rPr>
          <w:b/>
        </w:rPr>
        <w:t>разумеју  текстове у којима се упућује позвив на заједничку активност, изражава свиђање или несвиђање, траже информације о цени, времену када нешто почиње неког дешавања</w:t>
      </w:r>
    </w:p>
    <w:p w:rsidR="00F01BE7" w:rsidRPr="004966C3" w:rsidRDefault="00F01BE7" w:rsidP="002E1D9B">
      <w:pPr>
        <w:numPr>
          <w:ilvl w:val="1"/>
          <w:numId w:val="32"/>
        </w:numPr>
        <w:shd w:val="clear" w:color="auto" w:fill="FFFFFF"/>
        <w:rPr>
          <w:b/>
          <w:lang w:val="sr-Cyrl-CS"/>
        </w:rPr>
      </w:pPr>
      <w:r w:rsidRPr="004966C3">
        <w:rPr>
          <w:b/>
          <w:lang w:val="sr-Cyrl-CS"/>
        </w:rPr>
        <w:t>правилно читају и пишу речи које садрже слово S и групе  SCA, SCO, SCU, SCI, SCE, SCIA, SCIO, SCIU</w:t>
      </w: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Проверава домаћи задатак, пушта снимке дијалога, задаје ученицима вежбу писања и прати њену израду, увежбава са ученицима изговор гласовних група које садрже глас S.</w:t>
      </w:r>
    </w:p>
    <w:p w:rsidR="00F01BE7" w:rsidRPr="004966C3" w:rsidRDefault="00F01BE7" w:rsidP="002E1D9B">
      <w:pPr>
        <w:numPr>
          <w:ilvl w:val="0"/>
          <w:numId w:val="12"/>
        </w:numPr>
        <w:shd w:val="clear" w:color="auto" w:fill="FFFFFF"/>
        <w:jc w:val="both"/>
        <w:rPr>
          <w:b/>
          <w:i/>
        </w:rPr>
      </w:pPr>
      <w:r w:rsidRPr="004966C3">
        <w:rPr>
          <w:b/>
          <w:u w:val="dotted"/>
        </w:rPr>
        <w:t>Ученика</w:t>
      </w:r>
      <w:r w:rsidRPr="004966C3">
        <w:rPr>
          <w:b/>
        </w:rPr>
        <w:t>: Исправљају грешке у домаћем задатку, слушају дијалоге, одговарају на питања у вези са њима, у групи препричавају одслушане дијалоге, слушају и понављају речи, читају речи са фонемом S.</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(7-8 минута)</w:t>
      </w:r>
    </w:p>
    <w:p w:rsidR="00F01BE7" w:rsidRPr="004966C3" w:rsidRDefault="00F01BE7" w:rsidP="002E1D9B">
      <w:pPr>
        <w:shd w:val="clear" w:color="auto" w:fill="FFFFFF"/>
        <w:rPr>
          <w:b/>
          <w:lang w:val="sr-Cyrl-CS"/>
        </w:rPr>
      </w:pPr>
    </w:p>
    <w:p w:rsidR="00F01BE7" w:rsidRPr="004966C3" w:rsidRDefault="00F01BE7" w:rsidP="002E1D9B">
      <w:pPr>
        <w:shd w:val="clear" w:color="auto" w:fill="FFFFFF"/>
        <w:jc w:val="both"/>
        <w:rPr>
          <w:b/>
          <w:lang w:val="sr-Cyrl-CS"/>
        </w:rPr>
      </w:pPr>
      <w:r w:rsidRPr="004966C3">
        <w:rPr>
          <w:b/>
          <w:lang w:val="sr-Cyrl-CS"/>
        </w:rPr>
        <w:t>У првом делу часа проверавамо домаћи задатак у Радној свесци (1, 5, 6. и 11. вежба) и на тај начин понављамо комуникативне функције са претходног часа.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 xml:space="preserve">Обезбеђујем тишину у учионици и пуштам снимак дијалога, ученицима говорим да пажљиво слушају. Након првог слушања, говорим им да отворе Уџбеник и прочитају питања, а потом пуштам поново снимак и након сваког дијалога га заустављам како би ученици имали времена да запишу одговоре. Подсећам их да не пишу целе реченице, већ само реч или две колико је неопходно за одговор. Заједно проверавамо решења, а затим делим ученике у четири групе и свакој групи задајем да опишу по један дијалог – </w:t>
      </w:r>
      <w:r w:rsidRPr="004966C3">
        <w:rPr>
          <w:b/>
          <w:i/>
        </w:rPr>
        <w:t>chi</w:t>
      </w:r>
      <w:r w:rsidRPr="004966C3">
        <w:rPr>
          <w:b/>
          <w:i/>
          <w:lang w:val="sr-Cyrl-CS"/>
        </w:rPr>
        <w:t xml:space="preserve"> </w:t>
      </w:r>
      <w:r w:rsidRPr="004966C3">
        <w:rPr>
          <w:b/>
          <w:i/>
          <w:lang w:val="it-IT"/>
        </w:rPr>
        <w:t>parla</w:t>
      </w:r>
      <w:r w:rsidRPr="004966C3">
        <w:rPr>
          <w:b/>
          <w:i/>
          <w:lang w:val="sr-Cyrl-CS"/>
        </w:rPr>
        <w:t xml:space="preserve">, </w:t>
      </w:r>
      <w:r w:rsidRPr="004966C3">
        <w:rPr>
          <w:b/>
          <w:i/>
          <w:lang w:val="it-IT"/>
        </w:rPr>
        <w:t>dove</w:t>
      </w:r>
      <w:r w:rsidRPr="004966C3">
        <w:rPr>
          <w:b/>
          <w:i/>
          <w:lang w:val="sr-Cyrl-CS"/>
        </w:rPr>
        <w:t xml:space="preserve"> </w:t>
      </w:r>
      <w:r w:rsidRPr="004966C3">
        <w:rPr>
          <w:b/>
          <w:i/>
          <w:lang w:val="it-IT"/>
        </w:rPr>
        <w:t>vanno</w:t>
      </w:r>
      <w:r w:rsidRPr="004966C3">
        <w:rPr>
          <w:b/>
          <w:i/>
          <w:lang w:val="sr-Cyrl-CS"/>
        </w:rPr>
        <w:t xml:space="preserve">, </w:t>
      </w:r>
      <w:r w:rsidRPr="004966C3">
        <w:rPr>
          <w:b/>
          <w:i/>
          <w:lang w:val="it-IT"/>
        </w:rPr>
        <w:t>cosa</w:t>
      </w:r>
      <w:r w:rsidRPr="004966C3">
        <w:rPr>
          <w:b/>
          <w:i/>
          <w:lang w:val="sr-Cyrl-CS"/>
        </w:rPr>
        <w:t xml:space="preserve"> </w:t>
      </w:r>
      <w:r w:rsidRPr="004966C3">
        <w:rPr>
          <w:b/>
          <w:i/>
          <w:lang w:val="it-IT"/>
        </w:rPr>
        <w:t>fanno</w:t>
      </w:r>
      <w:r w:rsidRPr="004966C3">
        <w:rPr>
          <w:b/>
          <w:lang w:val="sr-Cyrl-CS"/>
        </w:rPr>
        <w:t>... Уколико ученици кажу да им је потребно, пуштам дијалоге још једном како би запамтили што више информација и описали што боље задати дијалог. По један ученик, представник групе, чита оно што су написали, али сви пишу у своје свеске.</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i/>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(12-13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i/>
          <w:lang w:val="sr-Cyrl-CS"/>
        </w:rPr>
      </w:pPr>
      <w:r w:rsidRPr="004966C3">
        <w:rPr>
          <w:b/>
          <w:lang w:val="sr-Cyrl-CS"/>
        </w:rPr>
        <w:t xml:space="preserve">Последња активност односи се на утврђивање правила изговарања фонеме </w:t>
      </w:r>
      <w:r w:rsidRPr="004966C3">
        <w:rPr>
          <w:b/>
        </w:rPr>
        <w:t>S</w:t>
      </w:r>
      <w:r w:rsidRPr="004966C3">
        <w:rPr>
          <w:b/>
          <w:lang w:val="sr-Cyrl-CS"/>
        </w:rPr>
        <w:t xml:space="preserve"> – </w:t>
      </w:r>
      <w:r w:rsidRPr="004966C3">
        <w:rPr>
          <w:b/>
          <w:i/>
        </w:rPr>
        <w:t>S</w:t>
      </w:r>
      <w:r w:rsidRPr="004966C3">
        <w:rPr>
          <w:b/>
          <w:i/>
          <w:lang w:val="sr-Cyrl-CS"/>
        </w:rPr>
        <w:t xml:space="preserve">, </w:t>
      </w:r>
      <w:r w:rsidRPr="004966C3">
        <w:rPr>
          <w:b/>
          <w:i/>
          <w:lang w:val="it-IT"/>
        </w:rPr>
        <w:t>SS</w:t>
      </w:r>
      <w:r w:rsidRPr="004966C3">
        <w:rPr>
          <w:b/>
          <w:i/>
          <w:lang w:val="sr-Cyrl-CS"/>
        </w:rPr>
        <w:t xml:space="preserve">, </w:t>
      </w:r>
      <w:r w:rsidRPr="004966C3">
        <w:rPr>
          <w:b/>
          <w:i/>
          <w:lang w:val="it-IT"/>
        </w:rPr>
        <w:t>SCE</w:t>
      </w:r>
      <w:r w:rsidRPr="004966C3">
        <w:rPr>
          <w:b/>
          <w:i/>
          <w:lang w:val="sr-Cyrl-CS"/>
        </w:rPr>
        <w:t xml:space="preserve">, </w:t>
      </w:r>
      <w:r w:rsidRPr="004966C3">
        <w:rPr>
          <w:b/>
          <w:i/>
          <w:lang w:val="it-IT"/>
        </w:rPr>
        <w:t>SCI</w:t>
      </w:r>
      <w:r w:rsidRPr="004966C3">
        <w:rPr>
          <w:b/>
          <w:i/>
          <w:lang w:val="sr-Cyrl-CS"/>
        </w:rPr>
        <w:t xml:space="preserve">, </w:t>
      </w:r>
      <w:r w:rsidRPr="004966C3">
        <w:rPr>
          <w:b/>
          <w:i/>
          <w:lang w:val="it-IT"/>
        </w:rPr>
        <w:t>SCIA</w:t>
      </w:r>
      <w:r w:rsidRPr="004966C3">
        <w:rPr>
          <w:b/>
          <w:i/>
          <w:lang w:val="sr-Cyrl-CS"/>
        </w:rPr>
        <w:t xml:space="preserve">, </w:t>
      </w:r>
      <w:r w:rsidRPr="004966C3">
        <w:rPr>
          <w:b/>
          <w:i/>
          <w:lang w:val="it-IT"/>
        </w:rPr>
        <w:t>SCIO</w:t>
      </w:r>
      <w:r w:rsidRPr="004966C3">
        <w:rPr>
          <w:b/>
          <w:i/>
          <w:lang w:val="sr-Cyrl-CS"/>
        </w:rPr>
        <w:t xml:space="preserve">, </w:t>
      </w:r>
      <w:r w:rsidRPr="004966C3">
        <w:rPr>
          <w:b/>
          <w:i/>
          <w:lang w:val="it-IT"/>
        </w:rPr>
        <w:t>SCIU</w:t>
      </w:r>
      <w:r w:rsidRPr="004966C3">
        <w:rPr>
          <w:b/>
          <w:i/>
          <w:lang w:val="sr-Cyrl-CS"/>
        </w:rPr>
        <w:t xml:space="preserve">, </w:t>
      </w:r>
      <w:r w:rsidRPr="004966C3">
        <w:rPr>
          <w:b/>
          <w:i/>
          <w:lang w:val="it-IT"/>
        </w:rPr>
        <w:t>SCA</w:t>
      </w:r>
      <w:r w:rsidRPr="004966C3">
        <w:rPr>
          <w:b/>
          <w:i/>
          <w:lang w:val="sr-Cyrl-CS"/>
        </w:rPr>
        <w:t xml:space="preserve">, </w:t>
      </w:r>
      <w:r w:rsidRPr="004966C3">
        <w:rPr>
          <w:b/>
          <w:i/>
          <w:lang w:val="it-IT"/>
        </w:rPr>
        <w:t>SCO</w:t>
      </w:r>
      <w:r w:rsidRPr="004966C3">
        <w:rPr>
          <w:b/>
          <w:i/>
          <w:lang w:val="sr-Cyrl-CS"/>
        </w:rPr>
        <w:t xml:space="preserve">, </w:t>
      </w:r>
      <w:r w:rsidRPr="004966C3">
        <w:rPr>
          <w:b/>
          <w:i/>
          <w:lang w:val="it-IT"/>
        </w:rPr>
        <w:t>SCU</w:t>
      </w:r>
      <w:r w:rsidRPr="004966C3">
        <w:rPr>
          <w:b/>
          <w:i/>
          <w:lang w:val="sr-Cyrl-CS"/>
        </w:rPr>
        <w:t xml:space="preserve">, </w:t>
      </w:r>
      <w:r w:rsidRPr="004966C3">
        <w:rPr>
          <w:b/>
          <w:i/>
          <w:lang w:val="it-IT"/>
        </w:rPr>
        <w:t>SCHE</w:t>
      </w:r>
      <w:r w:rsidRPr="004966C3">
        <w:rPr>
          <w:b/>
          <w:i/>
          <w:lang w:val="sr-Cyrl-CS"/>
        </w:rPr>
        <w:t xml:space="preserve">, </w:t>
      </w:r>
      <w:r w:rsidRPr="004966C3">
        <w:rPr>
          <w:b/>
          <w:i/>
          <w:lang w:val="it-IT"/>
        </w:rPr>
        <w:t>SCHI</w:t>
      </w:r>
      <w:r w:rsidRPr="004966C3">
        <w:rPr>
          <w:b/>
          <w:i/>
          <w:lang w:val="sr-Cyrl-CS"/>
        </w:rPr>
        <w:t xml:space="preserve">, </w:t>
      </w:r>
      <w:r w:rsidRPr="004966C3">
        <w:rPr>
          <w:b/>
          <w:i/>
          <w:lang w:val="it-IT"/>
        </w:rPr>
        <w:t>S</w:t>
      </w:r>
      <w:r w:rsidRPr="004966C3">
        <w:rPr>
          <w:b/>
          <w:i/>
          <w:lang w:val="sr-Cyrl-CS"/>
        </w:rPr>
        <w:t xml:space="preserve"> + </w:t>
      </w:r>
      <w:r w:rsidRPr="004966C3">
        <w:rPr>
          <w:b/>
          <w:i/>
          <w:lang w:val="it-IT"/>
        </w:rPr>
        <w:t>b</w:t>
      </w:r>
      <w:r w:rsidRPr="004966C3">
        <w:rPr>
          <w:b/>
          <w:i/>
          <w:lang w:val="sr-Cyrl-CS"/>
        </w:rPr>
        <w:t xml:space="preserve">, </w:t>
      </w:r>
      <w:r w:rsidRPr="004966C3">
        <w:rPr>
          <w:b/>
          <w:i/>
          <w:lang w:val="it-IT"/>
        </w:rPr>
        <w:t>l</w:t>
      </w:r>
      <w:r w:rsidRPr="004966C3">
        <w:rPr>
          <w:b/>
          <w:i/>
          <w:lang w:val="sr-Cyrl-CS"/>
        </w:rPr>
        <w:t xml:space="preserve">, </w:t>
      </w:r>
      <w:r w:rsidRPr="004966C3">
        <w:rPr>
          <w:b/>
          <w:i/>
          <w:lang w:val="it-IT"/>
        </w:rPr>
        <w:t>d</w:t>
      </w:r>
      <w:r w:rsidRPr="004966C3">
        <w:rPr>
          <w:b/>
          <w:i/>
          <w:lang w:val="sr-Cyrl-CS"/>
        </w:rPr>
        <w:t xml:space="preserve">, </w:t>
      </w:r>
      <w:r w:rsidRPr="004966C3">
        <w:rPr>
          <w:b/>
          <w:i/>
          <w:lang w:val="it-IT"/>
        </w:rPr>
        <w:t>v</w:t>
      </w:r>
      <w:r w:rsidRPr="004966C3">
        <w:rPr>
          <w:b/>
          <w:i/>
          <w:lang w:val="sr-Cyrl-CS"/>
        </w:rPr>
        <w:t xml:space="preserve">, </w:t>
      </w:r>
      <w:r w:rsidRPr="004966C3">
        <w:rPr>
          <w:b/>
          <w:i/>
          <w:lang w:val="it-IT"/>
        </w:rPr>
        <w:t>m</w:t>
      </w: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Једном им пуштам снимак са речима из Уџбеника, а потом тражим од ученика да понове речи које су чули, као и да прочитају понуђене речи које нисмо чули. Сваки ученик чита по једну реч.</w:t>
      </w:r>
    </w:p>
    <w:p w:rsidR="00F01BE7" w:rsidRPr="004966C3" w:rsidRDefault="00F01BE7" w:rsidP="002E1D9B">
      <w:pPr>
        <w:shd w:val="clear" w:color="auto" w:fill="FFFFFF"/>
        <w:jc w:val="both"/>
        <w:rPr>
          <w:b/>
          <w:lang w:val="sr-Cyrl-CS"/>
        </w:rPr>
      </w:pPr>
      <w:r w:rsidRPr="004966C3">
        <w:rPr>
          <w:b/>
          <w:lang w:val="sr-Cyrl-CS"/>
        </w:rPr>
        <w:t xml:space="preserve">На крају говорим ученицима да отворе Радну свеску, пуштамим снимак са </w:t>
      </w:r>
      <w:r w:rsidRPr="004966C3">
        <w:rPr>
          <w:b/>
        </w:rPr>
        <w:t>CD</w:t>
      </w:r>
      <w:r w:rsidRPr="004966C3">
        <w:rPr>
          <w:b/>
          <w:lang w:val="sr-Cyrl-CS"/>
        </w:rPr>
        <w:t xml:space="preserve">-а, а они треба да заокруже реч коју чују. </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it-IT"/>
        </w:rPr>
      </w:pPr>
      <w:r w:rsidRPr="004966C3">
        <w:rPr>
          <w:b/>
          <w:lang w:val="sr-Cyrl-CS"/>
        </w:rPr>
        <w:t xml:space="preserve">За </w:t>
      </w:r>
      <w:r w:rsidRPr="004966C3">
        <w:rPr>
          <w:b/>
          <w:u w:val="single"/>
          <w:lang w:val="sr-Cyrl-CS"/>
        </w:rPr>
        <w:t>домаћи задатак</w:t>
      </w:r>
      <w:r w:rsidRPr="004966C3">
        <w:rPr>
          <w:b/>
          <w:lang w:val="sr-Cyrl-CS"/>
        </w:rPr>
        <w:t xml:space="preserve"> ученици треба да за сваки изговор фонеме </w:t>
      </w:r>
      <w:r w:rsidRPr="004966C3">
        <w:rPr>
          <w:b/>
        </w:rPr>
        <w:t>S</w:t>
      </w:r>
      <w:r w:rsidRPr="004966C3">
        <w:rPr>
          <w:b/>
          <w:lang w:val="sr-Cyrl-CS"/>
        </w:rPr>
        <w:t xml:space="preserve"> пронађу по још један пример међу речима које смо учили прошле и ове године. </w:t>
      </w:r>
      <w:r w:rsidRPr="004966C3">
        <w:rPr>
          <w:b/>
        </w:rPr>
        <w:t>Нпр</w:t>
      </w:r>
      <w:r w:rsidRPr="004966C3">
        <w:rPr>
          <w:b/>
          <w:lang w:val="it-IT"/>
        </w:rPr>
        <w:t xml:space="preserve">. </w:t>
      </w:r>
      <w:r w:rsidRPr="004966C3">
        <w:rPr>
          <w:b/>
        </w:rPr>
        <w:t>за</w:t>
      </w:r>
      <w:r w:rsidRPr="004966C3">
        <w:rPr>
          <w:b/>
          <w:lang w:val="it-IT"/>
        </w:rPr>
        <w:t xml:space="preserve"> </w:t>
      </w:r>
      <w:r w:rsidRPr="004966C3">
        <w:rPr>
          <w:b/>
          <w:i/>
          <w:lang w:val="it-IT"/>
        </w:rPr>
        <w:t xml:space="preserve">S – riso, SS – accessori, SCE – scena, SCIA – striscia </w:t>
      </w:r>
      <w:r w:rsidRPr="004966C3">
        <w:rPr>
          <w:b/>
        </w:rPr>
        <w:t>итд</w:t>
      </w:r>
      <w:r w:rsidRPr="004966C3">
        <w:rPr>
          <w:b/>
          <w:lang w:val="it-IT"/>
        </w:rPr>
        <w:t xml:space="preserve">. </w:t>
      </w:r>
      <w:r w:rsidRPr="004966C3">
        <w:rPr>
          <w:b/>
        </w:rPr>
        <w:t>Ученици</w:t>
      </w:r>
      <w:r w:rsidRPr="004966C3">
        <w:rPr>
          <w:b/>
          <w:lang w:val="it-IT"/>
        </w:rPr>
        <w:t xml:space="preserve"> </w:t>
      </w:r>
      <w:r w:rsidRPr="004966C3">
        <w:rPr>
          <w:b/>
        </w:rPr>
        <w:t>ће</w:t>
      </w:r>
      <w:r w:rsidRPr="004966C3">
        <w:rPr>
          <w:b/>
          <w:lang w:val="it-IT"/>
        </w:rPr>
        <w:t xml:space="preserve"> </w:t>
      </w:r>
      <w:r w:rsidRPr="004966C3">
        <w:rPr>
          <w:b/>
        </w:rPr>
        <w:t>речи</w:t>
      </w:r>
      <w:r w:rsidRPr="004966C3">
        <w:rPr>
          <w:b/>
          <w:lang w:val="it-IT"/>
        </w:rPr>
        <w:t xml:space="preserve"> </w:t>
      </w:r>
      <w:r w:rsidRPr="004966C3">
        <w:rPr>
          <w:b/>
        </w:rPr>
        <w:t>вероватно</w:t>
      </w:r>
      <w:r w:rsidRPr="004966C3">
        <w:rPr>
          <w:b/>
          <w:lang w:val="it-IT"/>
        </w:rPr>
        <w:t xml:space="preserve"> </w:t>
      </w:r>
      <w:r w:rsidRPr="004966C3">
        <w:rPr>
          <w:b/>
        </w:rPr>
        <w:t>тражити</w:t>
      </w:r>
      <w:r w:rsidRPr="004966C3">
        <w:rPr>
          <w:b/>
          <w:lang w:val="it-IT"/>
        </w:rPr>
        <w:t xml:space="preserve"> </w:t>
      </w:r>
      <w:r w:rsidRPr="004966C3">
        <w:rPr>
          <w:b/>
        </w:rPr>
        <w:t>у</w:t>
      </w:r>
      <w:r w:rsidRPr="004966C3">
        <w:rPr>
          <w:b/>
          <w:lang w:val="it-IT"/>
        </w:rPr>
        <w:t xml:space="preserve"> </w:t>
      </w:r>
      <w:r w:rsidRPr="004966C3">
        <w:rPr>
          <w:b/>
        </w:rPr>
        <w:t>речнику</w:t>
      </w:r>
      <w:r w:rsidRPr="004966C3">
        <w:rPr>
          <w:b/>
          <w:lang w:val="it-IT"/>
        </w:rPr>
        <w:t xml:space="preserve"> </w:t>
      </w:r>
      <w:r w:rsidRPr="004966C3">
        <w:rPr>
          <w:b/>
        </w:rPr>
        <w:t>на</w:t>
      </w:r>
      <w:r w:rsidRPr="004966C3">
        <w:rPr>
          <w:b/>
          <w:lang w:val="it-IT"/>
        </w:rPr>
        <w:t xml:space="preserve"> </w:t>
      </w:r>
      <w:r w:rsidRPr="004966C3">
        <w:rPr>
          <w:b/>
        </w:rPr>
        <w:t>крају</w:t>
      </w:r>
      <w:r w:rsidRPr="004966C3">
        <w:rPr>
          <w:b/>
          <w:lang w:val="it-IT"/>
        </w:rPr>
        <w:t xml:space="preserve"> </w:t>
      </w:r>
      <w:r w:rsidRPr="004966C3">
        <w:rPr>
          <w:b/>
        </w:rPr>
        <w:t>Уџбеника</w:t>
      </w:r>
      <w:r w:rsidRPr="004966C3">
        <w:rPr>
          <w:b/>
          <w:lang w:val="it-IT"/>
        </w:rPr>
        <w:t xml:space="preserve">, </w:t>
      </w:r>
      <w:r w:rsidRPr="004966C3">
        <w:rPr>
          <w:b/>
        </w:rPr>
        <w:t>а</w:t>
      </w:r>
      <w:r w:rsidRPr="004966C3">
        <w:rPr>
          <w:b/>
          <w:lang w:val="it-IT"/>
        </w:rPr>
        <w:t xml:space="preserve"> </w:t>
      </w:r>
      <w:r w:rsidRPr="004966C3">
        <w:rPr>
          <w:b/>
        </w:rPr>
        <w:t>на</w:t>
      </w:r>
      <w:r w:rsidRPr="004966C3">
        <w:rPr>
          <w:b/>
          <w:lang w:val="it-IT"/>
        </w:rPr>
        <w:t xml:space="preserve"> </w:t>
      </w:r>
      <w:r w:rsidRPr="004966C3">
        <w:rPr>
          <w:b/>
        </w:rPr>
        <w:t>тај</w:t>
      </w:r>
      <w:r w:rsidRPr="004966C3">
        <w:rPr>
          <w:b/>
          <w:lang w:val="it-IT"/>
        </w:rPr>
        <w:t xml:space="preserve"> </w:t>
      </w:r>
      <w:r w:rsidRPr="004966C3">
        <w:rPr>
          <w:b/>
        </w:rPr>
        <w:t>начин</w:t>
      </w:r>
      <w:r w:rsidRPr="004966C3">
        <w:rPr>
          <w:b/>
          <w:lang w:val="it-IT"/>
        </w:rPr>
        <w:t xml:space="preserve"> </w:t>
      </w:r>
      <w:r w:rsidRPr="004966C3">
        <w:rPr>
          <w:b/>
        </w:rPr>
        <w:t>ће</w:t>
      </w:r>
      <w:r w:rsidRPr="004966C3">
        <w:rPr>
          <w:b/>
          <w:lang w:val="it-IT"/>
        </w:rPr>
        <w:t xml:space="preserve"> </w:t>
      </w:r>
      <w:r w:rsidRPr="004966C3">
        <w:rPr>
          <w:b/>
        </w:rPr>
        <w:t>се</w:t>
      </w:r>
      <w:r w:rsidRPr="004966C3">
        <w:rPr>
          <w:b/>
          <w:lang w:val="it-IT"/>
        </w:rPr>
        <w:t xml:space="preserve"> </w:t>
      </w:r>
      <w:r w:rsidRPr="004966C3">
        <w:rPr>
          <w:b/>
        </w:rPr>
        <w:t>подсетити</w:t>
      </w:r>
      <w:r w:rsidRPr="004966C3">
        <w:rPr>
          <w:b/>
          <w:lang w:val="it-IT"/>
        </w:rPr>
        <w:t xml:space="preserve"> </w:t>
      </w:r>
      <w:r w:rsidRPr="004966C3">
        <w:rPr>
          <w:b/>
        </w:rPr>
        <w:t>неких</w:t>
      </w:r>
      <w:r w:rsidRPr="004966C3">
        <w:rPr>
          <w:b/>
          <w:lang w:val="it-IT"/>
        </w:rPr>
        <w:t xml:space="preserve"> </w:t>
      </w:r>
      <w:r w:rsidRPr="004966C3">
        <w:rPr>
          <w:b/>
        </w:rPr>
        <w:t>речи</w:t>
      </w:r>
      <w:r w:rsidRPr="004966C3">
        <w:rPr>
          <w:b/>
          <w:lang w:val="it-IT"/>
        </w:rPr>
        <w:t xml:space="preserve"> </w:t>
      </w:r>
      <w:r w:rsidRPr="004966C3">
        <w:rPr>
          <w:b/>
        </w:rPr>
        <w:t>које</w:t>
      </w:r>
      <w:r w:rsidRPr="004966C3">
        <w:rPr>
          <w:b/>
          <w:lang w:val="it-IT"/>
        </w:rPr>
        <w:t xml:space="preserve"> </w:t>
      </w:r>
      <w:r w:rsidRPr="004966C3">
        <w:rPr>
          <w:b/>
        </w:rPr>
        <w:t>су</w:t>
      </w:r>
      <w:r w:rsidRPr="004966C3">
        <w:rPr>
          <w:b/>
          <w:lang w:val="it-IT"/>
        </w:rPr>
        <w:t xml:space="preserve"> </w:t>
      </w:r>
      <w:r w:rsidRPr="004966C3">
        <w:rPr>
          <w:b/>
        </w:rPr>
        <w:t>можда</w:t>
      </w:r>
      <w:r w:rsidRPr="004966C3">
        <w:rPr>
          <w:b/>
          <w:lang w:val="it-IT"/>
        </w:rPr>
        <w:t xml:space="preserve"> </w:t>
      </w:r>
      <w:r w:rsidRPr="004966C3">
        <w:rPr>
          <w:b/>
        </w:rPr>
        <w:t>заборавили</w:t>
      </w:r>
      <w:r w:rsidRPr="004966C3">
        <w:rPr>
          <w:b/>
          <w:lang w:val="it-IT"/>
        </w:rPr>
        <w:t>.</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4966C3">
        <w:rPr>
          <w:b/>
          <w:sz w:val="32"/>
          <w:szCs w:val="32"/>
          <w:lang w:val="sr-Cyrl-CS"/>
        </w:rPr>
        <w:t>П</w:t>
      </w:r>
      <w:r w:rsidRPr="004966C3">
        <w:rPr>
          <w:b/>
          <w:sz w:val="32"/>
          <w:szCs w:val="32"/>
        </w:rPr>
        <w:t xml:space="preserve">рипрема </w:t>
      </w:r>
      <w:r w:rsidRPr="004966C3">
        <w:rPr>
          <w:b/>
          <w:sz w:val="32"/>
          <w:szCs w:val="32"/>
          <w:lang w:val="sr-Cyrl-CS"/>
        </w:rPr>
        <w:t xml:space="preserve">за </w:t>
      </w:r>
      <w:r w:rsidRPr="004966C3">
        <w:rPr>
          <w:b/>
          <w:sz w:val="32"/>
          <w:szCs w:val="32"/>
        </w:rPr>
        <w:t>час бр. 13</w:t>
      </w:r>
    </w:p>
    <w:p w:rsidR="00F01BE7" w:rsidRPr="004966C3" w:rsidRDefault="00F01BE7" w:rsidP="002E1D9B">
      <w:pPr>
        <w:shd w:val="clear" w:color="auto" w:fill="FFFFFF"/>
        <w:jc w:val="center"/>
        <w:rPr>
          <w:b/>
          <w:sz w:val="32"/>
          <w:szCs w:val="32"/>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Il presente dei verbi abitare, andare, correre e sapere</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обрада/вежбање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 лудичке активности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 у пару</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Уџбеник, Радна свеска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pStyle w:val="ListParagraph"/>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Корелација</w:t>
      </w:r>
      <w:r w:rsidRPr="004966C3">
        <w:rPr>
          <w:b/>
          <w:lang w:val="sr-Cyrl-CS"/>
        </w:rPr>
        <w:t xml:space="preserve">: матерњи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 усвајање облика садашњег времена правилних глагола I и II конјугације, као и неправилног глагола </w:t>
      </w:r>
      <w:r w:rsidRPr="004966C3">
        <w:rPr>
          <w:b/>
          <w:i/>
        </w:rPr>
        <w:t>andare</w:t>
      </w:r>
      <w:r w:rsidRPr="004966C3">
        <w:rPr>
          <w:b/>
        </w:rPr>
        <w:t xml:space="preserve"> и модалног </w:t>
      </w:r>
      <w:r w:rsidRPr="004966C3">
        <w:rPr>
          <w:b/>
          <w:i/>
        </w:rPr>
        <w:t xml:space="preserve">sapere </w:t>
      </w:r>
    </w:p>
    <w:p w:rsidR="00F01BE7" w:rsidRPr="004966C3" w:rsidRDefault="00F01BE7" w:rsidP="002E1D9B">
      <w:pPr>
        <w:pStyle w:val="ListParagraph"/>
        <w:shd w:val="clear" w:color="auto" w:fill="FFFFFF"/>
        <w:ind w:left="1440"/>
        <w:rPr>
          <w:b/>
          <w:lang w:val="sr-Cyrl-CS"/>
        </w:rPr>
      </w:pPr>
    </w:p>
    <w:p w:rsidR="00F01BE7" w:rsidRPr="004966C3" w:rsidRDefault="00F01BE7" w:rsidP="002E1D9B">
      <w:pPr>
        <w:pStyle w:val="ListParagraph"/>
        <w:numPr>
          <w:ilvl w:val="0"/>
          <w:numId w:val="17"/>
        </w:numPr>
        <w:rPr>
          <w:b/>
          <w:u w:val="single"/>
        </w:rPr>
      </w:pPr>
      <w:r w:rsidRPr="004966C3">
        <w:rPr>
          <w:b/>
        </w:rPr>
        <w:t xml:space="preserve">     </w:t>
      </w:r>
      <w:r w:rsidRPr="004966C3">
        <w:rPr>
          <w:b/>
          <w:lang w:val="sr-Cyrl-CS"/>
        </w:rPr>
        <w:t xml:space="preserve">     </w:t>
      </w:r>
      <w:r w:rsidRPr="004966C3">
        <w:rPr>
          <w:b/>
          <w:u w:val="single"/>
          <w:lang w:val="sr-Cyrl-CS"/>
        </w:rPr>
        <w:t>Очекивани исходи:</w:t>
      </w:r>
    </w:p>
    <w:p w:rsidR="00F01BE7" w:rsidRPr="004966C3" w:rsidRDefault="00F01BE7" w:rsidP="002E1D9B">
      <w:pPr>
        <w:shd w:val="clear" w:color="auto" w:fill="FFFFFF"/>
        <w:ind w:left="1440"/>
        <w:contextualSpacing/>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1"/>
          <w:numId w:val="34"/>
        </w:numPr>
        <w:shd w:val="clear" w:color="auto" w:fill="FFFFFF"/>
        <w:rPr>
          <w:b/>
        </w:rPr>
      </w:pPr>
      <w:r w:rsidRPr="004966C3">
        <w:rPr>
          <w:b/>
          <w:lang w:val="sr-Cyrl-CS"/>
        </w:rPr>
        <w:t xml:space="preserve">у говору и писању препознају и користе глалголска лица презента  глагола  прве </w:t>
      </w:r>
      <w:r w:rsidRPr="004966C3">
        <w:rPr>
          <w:b/>
        </w:rPr>
        <w:t xml:space="preserve"> и друге ко</w:t>
      </w:r>
      <w:r w:rsidRPr="004966C3">
        <w:rPr>
          <w:b/>
          <w:lang w:val="sr-Cyrl-BA"/>
        </w:rPr>
        <w:t>њ</w:t>
      </w:r>
      <w:r w:rsidRPr="004966C3">
        <w:rPr>
          <w:b/>
        </w:rPr>
        <w:t xml:space="preserve">угације, глагола </w:t>
      </w:r>
      <w:r w:rsidRPr="004966C3">
        <w:rPr>
          <w:b/>
          <w:i/>
        </w:rPr>
        <w:t>andare</w:t>
      </w:r>
      <w:r w:rsidRPr="004966C3">
        <w:rPr>
          <w:b/>
        </w:rPr>
        <w:t xml:space="preserve"> e </w:t>
      </w:r>
      <w:r w:rsidRPr="004966C3">
        <w:rPr>
          <w:b/>
          <w:i/>
        </w:rPr>
        <w:t>sapere</w:t>
      </w: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i/>
        </w:rPr>
      </w:pPr>
      <w:r w:rsidRPr="004966C3">
        <w:rPr>
          <w:b/>
          <w:u w:val="dotted"/>
        </w:rPr>
        <w:t>Наставника</w:t>
      </w:r>
      <w:r w:rsidRPr="004966C3">
        <w:rPr>
          <w:b/>
        </w:rPr>
        <w:t>: Проверава домаћи задатак, увежбава са ученицима облике презента кроз дијалог и тражење примера, задаје вежбе из Радне свеске, прати њихову израду и исправља грешке.</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Читају реченице из Уџбеника и труде се да смисле сличне примере, раде вежбе које наставник зада, одговарају на питања наставника.</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(5 минута)</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На почетку часа проверавамо домаћи задатак задат на претходном часу. Ученици читају речи којих су се сетили или пронашли. Пошто ће се речи вероватно понављати, не читају сви ученици све речи, већ за сваку групу гласова додају реч коју су написали, а претходни ученик је није прочитао.</w:t>
      </w:r>
    </w:p>
    <w:p w:rsidR="00F01BE7" w:rsidRPr="004966C3" w:rsidRDefault="00F01BE7" w:rsidP="002E1D9B">
      <w:pPr>
        <w:shd w:val="clear" w:color="auto" w:fill="FFFFFF"/>
        <w:jc w:val="both"/>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rPr>
      </w:pPr>
      <w:r w:rsidRPr="004966C3">
        <w:rPr>
          <w:b/>
          <w:i/>
          <w:lang w:val="sr-Cyrl-CS"/>
        </w:rPr>
        <w:t xml:space="preserve"> </w:t>
      </w:r>
    </w:p>
    <w:p w:rsidR="00F01BE7" w:rsidRPr="004966C3" w:rsidRDefault="00F01BE7" w:rsidP="002E1D9B">
      <w:pPr>
        <w:shd w:val="clear" w:color="auto" w:fill="FFFFFF"/>
        <w:jc w:val="both"/>
        <w:rPr>
          <w:b/>
        </w:rPr>
      </w:pPr>
      <w:r w:rsidRPr="004966C3">
        <w:rPr>
          <w:b/>
        </w:rPr>
        <w:t>Следећа активност представља усвајање облика садашњег времена неких глагола кроз њихово коришћење. Ученици читају примере реченица из Уџбеника, а потом од њих тражим да ми дају по неколико сличних примера. Нпр</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Io e la mia famiglia abitiamo in una bella casa. -&gt; Mia sorella ed io abitiamo in Via Sremska</w:t>
      </w:r>
      <w:r w:rsidRPr="004966C3">
        <w:rPr>
          <w:b/>
          <w:i/>
        </w:rPr>
        <w:t>, 47</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Noi abitiamo in un palazzo molto grande -&gt; I miei amici ed io abitiamo a Belgrado </w:t>
      </w:r>
      <w:r w:rsidRPr="004966C3">
        <w:rPr>
          <w:b/>
        </w:rPr>
        <w:t>итд</w:t>
      </w:r>
      <w:r w:rsidRPr="004966C3">
        <w:rPr>
          <w:b/>
          <w:lang w:val="it-IT"/>
        </w:rPr>
        <w:t>.</w:t>
      </w:r>
    </w:p>
    <w:p w:rsidR="00F01BE7" w:rsidRPr="004966C3" w:rsidRDefault="00F01BE7" w:rsidP="002E1D9B">
      <w:pPr>
        <w:shd w:val="clear" w:color="auto" w:fill="FFFFFF"/>
        <w:jc w:val="both"/>
        <w:rPr>
          <w:b/>
        </w:rPr>
      </w:pPr>
      <w:r w:rsidRPr="004966C3">
        <w:rPr>
          <w:b/>
        </w:rPr>
        <w:t>Уколико</w:t>
      </w:r>
      <w:r w:rsidRPr="004966C3">
        <w:rPr>
          <w:b/>
          <w:lang w:val="it-IT"/>
        </w:rPr>
        <w:t xml:space="preserve"> </w:t>
      </w:r>
      <w:r w:rsidRPr="004966C3">
        <w:rPr>
          <w:b/>
        </w:rPr>
        <w:t>ученик</w:t>
      </w:r>
      <w:r w:rsidRPr="004966C3">
        <w:rPr>
          <w:b/>
          <w:lang w:val="it-IT"/>
        </w:rPr>
        <w:t xml:space="preserve"> </w:t>
      </w:r>
      <w:r w:rsidRPr="004966C3">
        <w:rPr>
          <w:b/>
        </w:rPr>
        <w:t>има</w:t>
      </w:r>
      <w:r w:rsidRPr="004966C3">
        <w:rPr>
          <w:b/>
          <w:lang w:val="it-IT"/>
        </w:rPr>
        <w:t xml:space="preserve"> </w:t>
      </w:r>
      <w:r w:rsidRPr="004966C3">
        <w:rPr>
          <w:b/>
        </w:rPr>
        <w:t>потешкоћа</w:t>
      </w:r>
      <w:r w:rsidRPr="004966C3">
        <w:rPr>
          <w:b/>
          <w:lang w:val="it-IT"/>
        </w:rPr>
        <w:t xml:space="preserve"> </w:t>
      </w:r>
      <w:r w:rsidRPr="004966C3">
        <w:rPr>
          <w:b/>
        </w:rPr>
        <w:t>са</w:t>
      </w:r>
      <w:r w:rsidRPr="004966C3">
        <w:rPr>
          <w:b/>
          <w:lang w:val="it-IT"/>
        </w:rPr>
        <w:t xml:space="preserve"> </w:t>
      </w:r>
      <w:r w:rsidRPr="004966C3">
        <w:rPr>
          <w:b/>
        </w:rPr>
        <w:t>састављањем</w:t>
      </w:r>
      <w:r w:rsidRPr="004966C3">
        <w:rPr>
          <w:b/>
          <w:lang w:val="it-IT"/>
        </w:rPr>
        <w:t xml:space="preserve"> </w:t>
      </w:r>
      <w:r w:rsidRPr="004966C3">
        <w:rPr>
          <w:b/>
        </w:rPr>
        <w:t>реченице</w:t>
      </w:r>
      <w:r w:rsidRPr="004966C3">
        <w:rPr>
          <w:b/>
          <w:lang w:val="it-IT"/>
        </w:rPr>
        <w:t xml:space="preserve">, </w:t>
      </w:r>
      <w:r w:rsidRPr="004966C3">
        <w:rPr>
          <w:b/>
        </w:rPr>
        <w:t>помажем</w:t>
      </w:r>
      <w:r w:rsidRPr="004966C3">
        <w:rPr>
          <w:b/>
          <w:lang w:val="it-IT"/>
        </w:rPr>
        <w:t xml:space="preserve"> </w:t>
      </w:r>
      <w:r w:rsidRPr="004966C3">
        <w:rPr>
          <w:b/>
        </w:rPr>
        <w:t>му</w:t>
      </w:r>
      <w:r w:rsidRPr="004966C3">
        <w:rPr>
          <w:b/>
          <w:lang w:val="it-IT"/>
        </w:rPr>
        <w:t xml:space="preserve"> </w:t>
      </w:r>
      <w:r w:rsidRPr="004966C3">
        <w:rPr>
          <w:b/>
        </w:rPr>
        <w:t>тако</w:t>
      </w:r>
      <w:r w:rsidRPr="004966C3">
        <w:rPr>
          <w:b/>
          <w:lang w:val="it-IT"/>
        </w:rPr>
        <w:t xml:space="preserve"> </w:t>
      </w:r>
      <w:r w:rsidRPr="004966C3">
        <w:rPr>
          <w:b/>
        </w:rPr>
        <w:t>што</w:t>
      </w:r>
      <w:r w:rsidRPr="004966C3">
        <w:rPr>
          <w:b/>
          <w:lang w:val="it-IT"/>
        </w:rPr>
        <w:t xml:space="preserve"> </w:t>
      </w:r>
      <w:r w:rsidRPr="004966C3">
        <w:rPr>
          <w:b/>
        </w:rPr>
        <w:t>му</w:t>
      </w:r>
      <w:r w:rsidRPr="004966C3">
        <w:rPr>
          <w:b/>
          <w:lang w:val="it-IT"/>
        </w:rPr>
        <w:t xml:space="preserve"> </w:t>
      </w:r>
      <w:r w:rsidRPr="004966C3">
        <w:rPr>
          <w:b/>
        </w:rPr>
        <w:t>постављам</w:t>
      </w:r>
      <w:r w:rsidRPr="004966C3">
        <w:rPr>
          <w:b/>
          <w:lang w:val="it-IT"/>
        </w:rPr>
        <w:t xml:space="preserve"> </w:t>
      </w:r>
      <w:r w:rsidRPr="004966C3">
        <w:rPr>
          <w:b/>
        </w:rPr>
        <w:t>питање</w:t>
      </w:r>
      <w:r w:rsidRPr="004966C3">
        <w:rPr>
          <w:b/>
          <w:lang w:val="it-IT"/>
        </w:rPr>
        <w:t xml:space="preserve"> </w:t>
      </w:r>
      <w:r w:rsidRPr="004966C3">
        <w:rPr>
          <w:b/>
        </w:rPr>
        <w:t>на</w:t>
      </w:r>
      <w:r w:rsidRPr="004966C3">
        <w:rPr>
          <w:b/>
          <w:lang w:val="it-IT"/>
        </w:rPr>
        <w:t xml:space="preserve"> </w:t>
      </w:r>
      <w:r w:rsidRPr="004966C3">
        <w:rPr>
          <w:b/>
        </w:rPr>
        <w:t>које</w:t>
      </w:r>
      <w:r w:rsidRPr="004966C3">
        <w:rPr>
          <w:b/>
          <w:lang w:val="it-IT"/>
        </w:rPr>
        <w:t xml:space="preserve"> </w:t>
      </w:r>
      <w:r w:rsidRPr="004966C3">
        <w:rPr>
          <w:b/>
        </w:rPr>
        <w:t>треба</w:t>
      </w:r>
      <w:r w:rsidRPr="004966C3">
        <w:rPr>
          <w:b/>
          <w:lang w:val="it-IT"/>
        </w:rPr>
        <w:t xml:space="preserve"> </w:t>
      </w:r>
      <w:r w:rsidRPr="004966C3">
        <w:rPr>
          <w:b/>
        </w:rPr>
        <w:t>да</w:t>
      </w:r>
      <w:r w:rsidRPr="004966C3">
        <w:rPr>
          <w:b/>
          <w:lang w:val="it-IT"/>
        </w:rPr>
        <w:t xml:space="preserve"> </w:t>
      </w:r>
      <w:r w:rsidRPr="004966C3">
        <w:rPr>
          <w:b/>
        </w:rPr>
        <w:t>одговори</w:t>
      </w:r>
      <w:r w:rsidRPr="004966C3">
        <w:rPr>
          <w:b/>
          <w:lang w:val="it-IT"/>
        </w:rPr>
        <w:t xml:space="preserve">. </w:t>
      </w:r>
      <w:r w:rsidRPr="004966C3">
        <w:rPr>
          <w:b/>
        </w:rPr>
        <w:t>Стрпљиво</w:t>
      </w:r>
      <w:r w:rsidRPr="004966C3">
        <w:rPr>
          <w:b/>
          <w:lang w:val="it-IT"/>
        </w:rPr>
        <w:t xml:space="preserve"> </w:t>
      </w:r>
      <w:r w:rsidRPr="004966C3">
        <w:rPr>
          <w:b/>
        </w:rPr>
        <w:t>чекам</w:t>
      </w:r>
      <w:r w:rsidRPr="004966C3">
        <w:rPr>
          <w:b/>
          <w:lang w:val="it-IT"/>
        </w:rPr>
        <w:t xml:space="preserve"> </w:t>
      </w:r>
      <w:r w:rsidRPr="004966C3">
        <w:rPr>
          <w:b/>
        </w:rPr>
        <w:t>одговоре</w:t>
      </w:r>
      <w:r w:rsidRPr="004966C3">
        <w:rPr>
          <w:b/>
          <w:lang w:val="it-IT"/>
        </w:rPr>
        <w:t xml:space="preserve"> </w:t>
      </w:r>
      <w:r w:rsidRPr="004966C3">
        <w:rPr>
          <w:b/>
        </w:rPr>
        <w:t>и</w:t>
      </w:r>
      <w:r w:rsidRPr="004966C3">
        <w:rPr>
          <w:b/>
          <w:lang w:val="it-IT"/>
        </w:rPr>
        <w:t xml:space="preserve"> </w:t>
      </w:r>
      <w:r w:rsidRPr="004966C3">
        <w:rPr>
          <w:b/>
        </w:rPr>
        <w:t>похваљујем</w:t>
      </w:r>
      <w:r w:rsidRPr="004966C3">
        <w:rPr>
          <w:b/>
          <w:lang w:val="it-IT"/>
        </w:rPr>
        <w:t xml:space="preserve"> </w:t>
      </w:r>
      <w:r w:rsidRPr="004966C3">
        <w:rPr>
          <w:b/>
        </w:rPr>
        <w:t>их</w:t>
      </w:r>
      <w:r w:rsidRPr="004966C3">
        <w:rPr>
          <w:b/>
          <w:lang w:val="it-IT"/>
        </w:rPr>
        <w:t xml:space="preserve">. </w:t>
      </w:r>
      <w:r w:rsidRPr="004966C3">
        <w:rPr>
          <w:b/>
        </w:rPr>
        <w:t>Код</w:t>
      </w:r>
      <w:r w:rsidRPr="004966C3">
        <w:rPr>
          <w:b/>
          <w:lang w:val="it-IT"/>
        </w:rPr>
        <w:t xml:space="preserve"> </w:t>
      </w:r>
      <w:r w:rsidRPr="004966C3">
        <w:rPr>
          <w:b/>
        </w:rPr>
        <w:t>неправилних</w:t>
      </w:r>
      <w:r w:rsidRPr="004966C3">
        <w:rPr>
          <w:b/>
          <w:lang w:val="it-IT"/>
        </w:rPr>
        <w:t xml:space="preserve"> </w:t>
      </w:r>
      <w:r w:rsidRPr="004966C3">
        <w:rPr>
          <w:b/>
        </w:rPr>
        <w:t>глагола</w:t>
      </w:r>
      <w:r w:rsidRPr="004966C3">
        <w:rPr>
          <w:b/>
          <w:lang w:val="it-IT"/>
        </w:rPr>
        <w:t xml:space="preserve"> </w:t>
      </w:r>
      <w:r w:rsidRPr="004966C3">
        <w:rPr>
          <w:b/>
          <w:i/>
          <w:lang w:val="it-IT"/>
        </w:rPr>
        <w:t>andare</w:t>
      </w:r>
      <w:r w:rsidRPr="004966C3">
        <w:rPr>
          <w:b/>
          <w:lang w:val="it-IT"/>
        </w:rPr>
        <w:t xml:space="preserve"> </w:t>
      </w:r>
      <w:r w:rsidRPr="004966C3">
        <w:rPr>
          <w:b/>
        </w:rPr>
        <w:t>и</w:t>
      </w:r>
      <w:r w:rsidRPr="004966C3">
        <w:rPr>
          <w:b/>
          <w:lang w:val="it-IT"/>
        </w:rPr>
        <w:t xml:space="preserve"> </w:t>
      </w:r>
      <w:r w:rsidRPr="004966C3">
        <w:rPr>
          <w:b/>
          <w:i/>
          <w:lang w:val="it-IT"/>
        </w:rPr>
        <w:t xml:space="preserve">sapere </w:t>
      </w:r>
      <w:r w:rsidRPr="004966C3">
        <w:rPr>
          <w:b/>
        </w:rPr>
        <w:t>лавић</w:t>
      </w:r>
      <w:r w:rsidRPr="004966C3">
        <w:rPr>
          <w:b/>
          <w:lang w:val="it-IT"/>
        </w:rPr>
        <w:t xml:space="preserve"> </w:t>
      </w:r>
      <w:r w:rsidRPr="004966C3">
        <w:rPr>
          <w:b/>
        </w:rPr>
        <w:t>Марко</w:t>
      </w:r>
      <w:r w:rsidRPr="004966C3">
        <w:rPr>
          <w:b/>
          <w:lang w:val="it-IT"/>
        </w:rPr>
        <w:t xml:space="preserve"> </w:t>
      </w:r>
      <w:r w:rsidRPr="004966C3">
        <w:rPr>
          <w:b/>
        </w:rPr>
        <w:t>скреће</w:t>
      </w:r>
      <w:r w:rsidRPr="004966C3">
        <w:rPr>
          <w:b/>
          <w:lang w:val="it-IT"/>
        </w:rPr>
        <w:t xml:space="preserve"> </w:t>
      </w:r>
      <w:r w:rsidRPr="004966C3">
        <w:rPr>
          <w:b/>
        </w:rPr>
        <w:t>ученицима</w:t>
      </w:r>
      <w:r w:rsidRPr="004966C3">
        <w:rPr>
          <w:b/>
          <w:lang w:val="it-IT"/>
        </w:rPr>
        <w:t xml:space="preserve"> </w:t>
      </w:r>
      <w:r w:rsidRPr="004966C3">
        <w:rPr>
          <w:b/>
        </w:rPr>
        <w:t>пажњу</w:t>
      </w:r>
      <w:r w:rsidRPr="004966C3">
        <w:rPr>
          <w:b/>
          <w:lang w:val="it-IT"/>
        </w:rPr>
        <w:t xml:space="preserve">. </w:t>
      </w:r>
      <w:r w:rsidRPr="004966C3">
        <w:rPr>
          <w:b/>
        </w:rPr>
        <w:t>Питам:</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Cosa dice il nostro amico? Attenzione! </w:t>
      </w:r>
    </w:p>
    <w:p w:rsidR="00F01BE7" w:rsidRPr="004966C3" w:rsidRDefault="00F01BE7" w:rsidP="002E1D9B">
      <w:pPr>
        <w:pStyle w:val="ListParagraph"/>
        <w:numPr>
          <w:ilvl w:val="0"/>
          <w:numId w:val="16"/>
        </w:numPr>
        <w:shd w:val="clear" w:color="auto" w:fill="FFFFFF"/>
        <w:jc w:val="both"/>
        <w:rPr>
          <w:b/>
          <w:lang w:val="it-IT"/>
        </w:rPr>
      </w:pPr>
      <w:r w:rsidRPr="004966C3">
        <w:rPr>
          <w:b/>
          <w:i/>
          <w:lang w:val="it-IT"/>
        </w:rPr>
        <w:t xml:space="preserve">Perché dobbiamo fare attenzione? Questi verbi sono un po’ diversi. Vediamo come sono! </w:t>
      </w:r>
    </w:p>
    <w:p w:rsidR="00F01BE7" w:rsidRPr="004966C3" w:rsidRDefault="00F01BE7" w:rsidP="002E1D9B">
      <w:pPr>
        <w:shd w:val="clear" w:color="auto" w:fill="FFFFFF"/>
        <w:jc w:val="both"/>
        <w:rPr>
          <w:b/>
          <w:lang w:val="it-IT"/>
        </w:rPr>
      </w:pPr>
      <w:r w:rsidRPr="004966C3">
        <w:rPr>
          <w:b/>
        </w:rPr>
        <w:t>Ученицима</w:t>
      </w:r>
      <w:r w:rsidRPr="004966C3">
        <w:rPr>
          <w:b/>
          <w:lang w:val="it-IT"/>
        </w:rPr>
        <w:t xml:space="preserve"> </w:t>
      </w:r>
      <w:r w:rsidRPr="004966C3">
        <w:rPr>
          <w:b/>
        </w:rPr>
        <w:t>су</w:t>
      </w:r>
      <w:r w:rsidRPr="004966C3">
        <w:rPr>
          <w:b/>
          <w:lang w:val="it-IT"/>
        </w:rPr>
        <w:t xml:space="preserve"> </w:t>
      </w:r>
      <w:r w:rsidRPr="004966C3">
        <w:rPr>
          <w:b/>
        </w:rPr>
        <w:t>на</w:t>
      </w:r>
      <w:r w:rsidRPr="004966C3">
        <w:rPr>
          <w:b/>
          <w:lang w:val="it-IT"/>
        </w:rPr>
        <w:t xml:space="preserve"> </w:t>
      </w:r>
      <w:r w:rsidRPr="004966C3">
        <w:rPr>
          <w:b/>
        </w:rPr>
        <w:t>цедуљицама</w:t>
      </w:r>
      <w:r w:rsidRPr="004966C3">
        <w:rPr>
          <w:b/>
          <w:lang w:val="it-IT"/>
        </w:rPr>
        <w:t xml:space="preserve"> </w:t>
      </w:r>
      <w:r w:rsidRPr="004966C3">
        <w:rPr>
          <w:b/>
        </w:rPr>
        <w:t>са</w:t>
      </w:r>
      <w:r w:rsidRPr="004966C3">
        <w:rPr>
          <w:b/>
          <w:lang w:val="it-IT"/>
        </w:rPr>
        <w:t xml:space="preserve"> </w:t>
      </w:r>
      <w:r w:rsidRPr="004966C3">
        <w:rPr>
          <w:b/>
        </w:rPr>
        <w:t>стране</w:t>
      </w:r>
      <w:r w:rsidRPr="004966C3">
        <w:rPr>
          <w:b/>
          <w:lang w:val="it-IT"/>
        </w:rPr>
        <w:t xml:space="preserve"> </w:t>
      </w:r>
      <w:r w:rsidRPr="004966C3">
        <w:rPr>
          <w:b/>
        </w:rPr>
        <w:t>понуђени</w:t>
      </w:r>
      <w:r w:rsidRPr="004966C3">
        <w:rPr>
          <w:b/>
          <w:lang w:val="it-IT"/>
        </w:rPr>
        <w:t xml:space="preserve"> </w:t>
      </w:r>
      <w:r w:rsidRPr="004966C3">
        <w:rPr>
          <w:b/>
        </w:rPr>
        <w:t>облици</w:t>
      </w:r>
      <w:r w:rsidRPr="004966C3">
        <w:rPr>
          <w:b/>
          <w:lang w:val="it-IT"/>
        </w:rPr>
        <w:t xml:space="preserve"> </w:t>
      </w:r>
      <w:r w:rsidRPr="004966C3">
        <w:rPr>
          <w:b/>
        </w:rPr>
        <w:t>за</w:t>
      </w:r>
      <w:r w:rsidRPr="004966C3">
        <w:rPr>
          <w:b/>
          <w:lang w:val="it-IT"/>
        </w:rPr>
        <w:t xml:space="preserve"> </w:t>
      </w:r>
      <w:r w:rsidRPr="004966C3">
        <w:rPr>
          <w:b/>
        </w:rPr>
        <w:t>сва</w:t>
      </w:r>
      <w:r w:rsidRPr="004966C3">
        <w:rPr>
          <w:b/>
          <w:lang w:val="it-IT"/>
        </w:rPr>
        <w:t xml:space="preserve"> </w:t>
      </w:r>
      <w:r w:rsidRPr="004966C3">
        <w:rPr>
          <w:b/>
        </w:rPr>
        <w:t>лица</w:t>
      </w:r>
      <w:r w:rsidRPr="004966C3">
        <w:rPr>
          <w:b/>
          <w:lang w:val="it-IT"/>
        </w:rPr>
        <w:t xml:space="preserve">, </w:t>
      </w:r>
      <w:r w:rsidRPr="004966C3">
        <w:rPr>
          <w:b/>
        </w:rPr>
        <w:t>говорим</w:t>
      </w:r>
      <w:r w:rsidRPr="004966C3">
        <w:rPr>
          <w:b/>
          <w:lang w:val="it-IT"/>
        </w:rPr>
        <w:t xml:space="preserve"> </w:t>
      </w:r>
      <w:r w:rsidRPr="004966C3">
        <w:rPr>
          <w:b/>
        </w:rPr>
        <w:t>им</w:t>
      </w:r>
      <w:r w:rsidRPr="004966C3">
        <w:rPr>
          <w:b/>
          <w:lang w:val="it-IT"/>
        </w:rPr>
        <w:t xml:space="preserve"> </w:t>
      </w:r>
      <w:r w:rsidRPr="004966C3">
        <w:rPr>
          <w:b/>
        </w:rPr>
        <w:t>да</w:t>
      </w:r>
      <w:r w:rsidRPr="004966C3">
        <w:rPr>
          <w:b/>
          <w:lang w:val="it-IT"/>
        </w:rPr>
        <w:t xml:space="preserve"> </w:t>
      </w:r>
      <w:r w:rsidRPr="004966C3">
        <w:rPr>
          <w:b/>
        </w:rPr>
        <w:t>их</w:t>
      </w:r>
      <w:r w:rsidRPr="004966C3">
        <w:rPr>
          <w:b/>
          <w:lang w:val="it-IT"/>
        </w:rPr>
        <w:t xml:space="preserve"> </w:t>
      </w:r>
      <w:r w:rsidRPr="004966C3">
        <w:rPr>
          <w:b/>
        </w:rPr>
        <w:t>користе</w:t>
      </w:r>
      <w:r w:rsidRPr="004966C3">
        <w:rPr>
          <w:b/>
          <w:lang w:val="it-IT"/>
        </w:rPr>
        <w:t xml:space="preserve"> </w:t>
      </w:r>
      <w:r w:rsidRPr="004966C3">
        <w:rPr>
          <w:b/>
        </w:rPr>
        <w:t>слободно</w:t>
      </w:r>
      <w:r w:rsidRPr="004966C3">
        <w:rPr>
          <w:b/>
          <w:lang w:val="it-IT"/>
        </w:rPr>
        <w:t xml:space="preserve"> </w:t>
      </w:r>
      <w:r w:rsidRPr="004966C3">
        <w:rPr>
          <w:b/>
        </w:rPr>
        <w:t>као</w:t>
      </w:r>
      <w:r w:rsidRPr="004966C3">
        <w:rPr>
          <w:b/>
          <w:lang w:val="it-IT"/>
        </w:rPr>
        <w:t xml:space="preserve"> </w:t>
      </w:r>
      <w:r w:rsidRPr="004966C3">
        <w:rPr>
          <w:b/>
        </w:rPr>
        <w:t>подсетник</w:t>
      </w:r>
      <w:r w:rsidRPr="004966C3">
        <w:rPr>
          <w:b/>
          <w:lang w:val="it-IT"/>
        </w:rPr>
        <w:t xml:space="preserve"> </w:t>
      </w:r>
      <w:r w:rsidRPr="004966C3">
        <w:rPr>
          <w:b/>
        </w:rPr>
        <w:t>док</w:t>
      </w:r>
      <w:r w:rsidRPr="004966C3">
        <w:rPr>
          <w:b/>
          <w:lang w:val="it-IT"/>
        </w:rPr>
        <w:t xml:space="preserve"> </w:t>
      </w:r>
      <w:r w:rsidRPr="004966C3">
        <w:rPr>
          <w:b/>
        </w:rPr>
        <w:t>смишљају</w:t>
      </w:r>
      <w:r w:rsidRPr="004966C3">
        <w:rPr>
          <w:b/>
          <w:lang w:val="it-IT"/>
        </w:rPr>
        <w:t xml:space="preserve"> </w:t>
      </w:r>
      <w:r w:rsidRPr="004966C3">
        <w:rPr>
          <w:b/>
        </w:rPr>
        <w:t>свој</w:t>
      </w:r>
      <w:r w:rsidRPr="004966C3">
        <w:rPr>
          <w:b/>
          <w:lang w:val="it-IT"/>
        </w:rPr>
        <w:t xml:space="preserve"> </w:t>
      </w:r>
      <w:r w:rsidRPr="004966C3">
        <w:rPr>
          <w:b/>
        </w:rPr>
        <w:t>пример</w:t>
      </w:r>
      <w:r w:rsidRPr="004966C3">
        <w:rPr>
          <w:b/>
          <w:lang w:val="it-IT"/>
        </w:rPr>
        <w:t xml:space="preserve"> </w:t>
      </w:r>
      <w:r w:rsidRPr="004966C3">
        <w:rPr>
          <w:b/>
        </w:rPr>
        <w:t>реченице</w:t>
      </w:r>
      <w:r w:rsidRPr="004966C3">
        <w:rPr>
          <w:b/>
          <w:lang w:val="it-IT"/>
        </w:rPr>
        <w:t xml:space="preserve"> </w:t>
      </w:r>
      <w:r w:rsidRPr="004966C3">
        <w:rPr>
          <w:b/>
        </w:rPr>
        <w:t>или</w:t>
      </w:r>
      <w:r w:rsidRPr="004966C3">
        <w:rPr>
          <w:b/>
          <w:lang w:val="it-IT"/>
        </w:rPr>
        <w:t xml:space="preserve"> </w:t>
      </w:r>
      <w:r w:rsidRPr="004966C3">
        <w:rPr>
          <w:b/>
        </w:rPr>
        <w:t>одговор</w:t>
      </w:r>
      <w:r w:rsidRPr="004966C3">
        <w:rPr>
          <w:b/>
          <w:lang w:val="it-IT"/>
        </w:rPr>
        <w:t xml:space="preserve"> </w:t>
      </w:r>
      <w:r w:rsidRPr="004966C3">
        <w:rPr>
          <w:b/>
        </w:rPr>
        <w:t>на</w:t>
      </w:r>
      <w:r w:rsidRPr="004966C3">
        <w:rPr>
          <w:b/>
          <w:lang w:val="it-IT"/>
        </w:rPr>
        <w:t xml:space="preserve"> </w:t>
      </w:r>
      <w:r w:rsidRPr="004966C3">
        <w:rPr>
          <w:b/>
        </w:rPr>
        <w:t>моје</w:t>
      </w:r>
      <w:r w:rsidRPr="004966C3">
        <w:rPr>
          <w:b/>
          <w:lang w:val="it-IT"/>
        </w:rPr>
        <w:t xml:space="preserve"> </w:t>
      </w:r>
      <w:r w:rsidRPr="004966C3">
        <w:rPr>
          <w:b/>
        </w:rPr>
        <w:t>питање</w:t>
      </w:r>
      <w:r w:rsidRPr="004966C3">
        <w:rPr>
          <w:b/>
          <w:lang w:val="it-IT"/>
        </w:rPr>
        <w:t>.</w:t>
      </w:r>
    </w:p>
    <w:p w:rsidR="00F01BE7" w:rsidRPr="004966C3" w:rsidRDefault="00F01BE7" w:rsidP="002E1D9B">
      <w:pPr>
        <w:shd w:val="clear" w:color="auto" w:fill="FFFFFF"/>
        <w:jc w:val="both"/>
        <w:rPr>
          <w:b/>
          <w:i/>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(15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 xml:space="preserve">Ученици ће облике садашњег времена утврдити кроз интересантну причу о томе куда Хари Потер иде да пронађе свог кума. Ова причица је наставак сцене коју су ученици видели у оквиру текста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 xml:space="preserve">! </w:t>
      </w:r>
      <w:r w:rsidRPr="004966C3">
        <w:rPr>
          <w:b/>
          <w:lang w:val="sr-Cyrl-CS"/>
        </w:rPr>
        <w:t>Користим чињеницу да је ученицима ово један од омиљених филмова и задатак не представљам као граматичку вежбу, већ наставак филмске приче. Након што убаце понуђене глаголе у одговарајуће лице и број, ученици треба да поређају дате сцене филма, што је уједно и провера разумевања текста. Ову вежбу ученици раде у пару.</w:t>
      </w:r>
    </w:p>
    <w:p w:rsidR="00F01BE7" w:rsidRPr="004966C3" w:rsidRDefault="00F01BE7" w:rsidP="002E1D9B">
      <w:pPr>
        <w:shd w:val="clear" w:color="auto" w:fill="FFFFFF"/>
        <w:jc w:val="both"/>
        <w:rPr>
          <w:b/>
          <w:lang w:val="sr-Cyrl-CS"/>
        </w:rPr>
      </w:pPr>
      <w:r w:rsidRPr="004966C3">
        <w:rPr>
          <w:b/>
          <w:lang w:val="sr-Cyrl-CS"/>
        </w:rPr>
        <w:t>На самом крају ученици ће се опустити мини-квизом који ће нам открити ко најбоље познаје Харија, односно ко је његов највећи фан.</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i/>
          <w:lang w:val="it-IT"/>
        </w:rPr>
      </w:pPr>
      <w:r w:rsidRPr="004966C3">
        <w:rPr>
          <w:b/>
          <w:lang w:val="sr-Cyrl-CS"/>
        </w:rPr>
        <w:t xml:space="preserve">За </w:t>
      </w:r>
      <w:r w:rsidRPr="004966C3">
        <w:rPr>
          <w:b/>
          <w:u w:val="single"/>
          <w:lang w:val="sr-Cyrl-CS"/>
        </w:rPr>
        <w:t>домаћи задатак</w:t>
      </w:r>
      <w:r w:rsidRPr="004966C3">
        <w:rPr>
          <w:b/>
          <w:lang w:val="sr-Cyrl-CS"/>
        </w:rPr>
        <w:t xml:space="preserve"> ученици треба да опишу свој одлазак у школу према моделу који им дајем: </w:t>
      </w:r>
      <w:r w:rsidRPr="004966C3">
        <w:rPr>
          <w:b/>
          <w:i/>
          <w:lang w:val="it-IT"/>
        </w:rPr>
        <w:t>Abito</w:t>
      </w:r>
      <w:r w:rsidRPr="004966C3">
        <w:rPr>
          <w:b/>
          <w:i/>
          <w:lang w:val="sr-Cyrl-CS"/>
        </w:rPr>
        <w:t xml:space="preserve"> </w:t>
      </w:r>
      <w:r w:rsidRPr="004966C3">
        <w:rPr>
          <w:b/>
          <w:i/>
          <w:lang w:val="it-IT"/>
        </w:rPr>
        <w:t>in</w:t>
      </w:r>
      <w:r w:rsidRPr="004966C3">
        <w:rPr>
          <w:b/>
          <w:i/>
          <w:lang w:val="sr-Cyrl-CS"/>
        </w:rPr>
        <w:t xml:space="preserve"> </w:t>
      </w:r>
      <w:r w:rsidRPr="004966C3">
        <w:rPr>
          <w:b/>
          <w:i/>
          <w:lang w:val="it-IT"/>
        </w:rPr>
        <w:t>Via</w:t>
      </w:r>
      <w:r w:rsidRPr="004966C3">
        <w:rPr>
          <w:b/>
          <w:i/>
          <w:lang w:val="sr-Cyrl-CS"/>
        </w:rPr>
        <w:t xml:space="preserve"> </w:t>
      </w:r>
      <w:r w:rsidRPr="004966C3">
        <w:rPr>
          <w:b/>
          <w:i/>
          <w:lang w:val="it-IT"/>
        </w:rPr>
        <w:t>Branka</w:t>
      </w:r>
      <w:r w:rsidRPr="004966C3">
        <w:rPr>
          <w:b/>
          <w:i/>
          <w:lang w:val="sr-Cyrl-CS"/>
        </w:rPr>
        <w:t xml:space="preserve"> </w:t>
      </w:r>
      <w:r w:rsidRPr="004966C3">
        <w:rPr>
          <w:b/>
          <w:i/>
          <w:lang w:val="it-IT"/>
        </w:rPr>
        <w:t>Radi</w:t>
      </w:r>
      <w:r w:rsidRPr="004966C3">
        <w:rPr>
          <w:b/>
          <w:i/>
          <w:lang w:val="sr-Cyrl-CS"/>
        </w:rPr>
        <w:t>č</w:t>
      </w:r>
      <w:r w:rsidRPr="004966C3">
        <w:rPr>
          <w:b/>
          <w:i/>
          <w:lang w:val="it-IT"/>
        </w:rPr>
        <w:t>evi</w:t>
      </w:r>
      <w:r w:rsidRPr="004966C3">
        <w:rPr>
          <w:b/>
          <w:i/>
          <w:lang w:val="sr-Cyrl-CS"/>
        </w:rPr>
        <w:t>ć</w:t>
      </w:r>
      <w:r w:rsidRPr="004966C3">
        <w:rPr>
          <w:b/>
          <w:i/>
          <w:lang w:val="it-IT"/>
        </w:rPr>
        <w:t>a</w:t>
      </w:r>
      <w:r w:rsidRPr="004966C3">
        <w:rPr>
          <w:b/>
          <w:i/>
          <w:lang w:val="sr-Cyrl-CS"/>
        </w:rPr>
        <w:t xml:space="preserve">. </w:t>
      </w:r>
      <w:r w:rsidRPr="004966C3">
        <w:rPr>
          <w:b/>
          <w:i/>
          <w:lang w:val="it-IT"/>
        </w:rPr>
        <w:t>Per arrivare a scuola prendo l'autobus 15 e scendo alla quarta. Dopo vado un po' a piedi. Se sono in ritardo, corro. Arrivo a scuola alle sette e mezza.</w:t>
      </w: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4966C3">
        <w:rPr>
          <w:b/>
          <w:sz w:val="32"/>
          <w:szCs w:val="32"/>
          <w:lang w:val="sr-Cyrl-CS"/>
        </w:rPr>
        <w:t>П</w:t>
      </w:r>
      <w:r w:rsidRPr="004966C3">
        <w:rPr>
          <w:b/>
          <w:sz w:val="32"/>
          <w:szCs w:val="32"/>
        </w:rPr>
        <w:t>рипрема</w:t>
      </w:r>
      <w:r w:rsidRPr="004966C3">
        <w:rPr>
          <w:b/>
          <w:sz w:val="32"/>
          <w:szCs w:val="32"/>
          <w:lang w:val="it-IT"/>
        </w:rPr>
        <w:t xml:space="preserve"> </w:t>
      </w:r>
      <w:r w:rsidRPr="004966C3">
        <w:rPr>
          <w:b/>
          <w:sz w:val="32"/>
          <w:szCs w:val="32"/>
          <w:lang w:val="sr-Cyrl-CS"/>
        </w:rPr>
        <w:t xml:space="preserve">за </w:t>
      </w:r>
      <w:r w:rsidRPr="004966C3">
        <w:rPr>
          <w:b/>
          <w:sz w:val="32"/>
          <w:szCs w:val="32"/>
        </w:rPr>
        <w:t>час</w:t>
      </w:r>
      <w:r w:rsidRPr="004966C3">
        <w:rPr>
          <w:b/>
          <w:sz w:val="32"/>
          <w:szCs w:val="32"/>
          <w:lang w:val="it-IT"/>
        </w:rPr>
        <w:t xml:space="preserve"> </w:t>
      </w:r>
      <w:r w:rsidRPr="004966C3">
        <w:rPr>
          <w:b/>
          <w:sz w:val="32"/>
          <w:szCs w:val="32"/>
        </w:rPr>
        <w:t>бр</w:t>
      </w:r>
      <w:r w:rsidRPr="004966C3">
        <w:rPr>
          <w:b/>
          <w:sz w:val="32"/>
          <w:szCs w:val="32"/>
          <w:lang w:val="it-IT"/>
        </w:rPr>
        <w:t>. 14</w:t>
      </w:r>
    </w:p>
    <w:p w:rsidR="00F01BE7" w:rsidRPr="004966C3" w:rsidRDefault="00F01BE7" w:rsidP="002E1D9B">
      <w:pPr>
        <w:shd w:val="clear" w:color="auto" w:fill="FFFFFF"/>
        <w:jc w:val="center"/>
        <w:rPr>
          <w:b/>
          <w:sz w:val="32"/>
          <w:szCs w:val="32"/>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Gli articoli: l’, lo, gli; un’, uno</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обрада/вежбање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Уџбеник, Радна свеска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pStyle w:val="ListParagraph"/>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Корелација</w:t>
      </w:r>
      <w:r w:rsidRPr="004966C3">
        <w:rPr>
          <w:b/>
          <w:lang w:val="sr-Cyrl-CS"/>
        </w:rPr>
        <w:t xml:space="preserve">: енглески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 усвајање облика одређеног и неодређеног члана </w:t>
      </w:r>
      <w:r w:rsidRPr="004966C3">
        <w:rPr>
          <w:b/>
          <w:i/>
        </w:rPr>
        <w:t xml:space="preserve"> </w:t>
      </w:r>
      <w:r w:rsidRPr="004966C3">
        <w:rPr>
          <w:b/>
        </w:rPr>
        <w:t xml:space="preserve">испред именица које почињу самогласником, </w:t>
      </w:r>
      <w:r w:rsidRPr="004966C3">
        <w:rPr>
          <w:b/>
          <w:i/>
        </w:rPr>
        <w:t>Z</w:t>
      </w:r>
      <w:r w:rsidRPr="004966C3">
        <w:rPr>
          <w:b/>
        </w:rPr>
        <w:t xml:space="preserve"> или </w:t>
      </w:r>
      <w:r w:rsidRPr="004966C3">
        <w:rPr>
          <w:b/>
          <w:i/>
        </w:rPr>
        <w:t xml:space="preserve">S impurа, </w:t>
      </w:r>
      <w:r w:rsidRPr="004966C3">
        <w:rPr>
          <w:b/>
        </w:rPr>
        <w:t>систематизација свих чланова и њихово увежбавање</w:t>
      </w:r>
    </w:p>
    <w:p w:rsidR="00F01BE7" w:rsidRPr="004966C3" w:rsidRDefault="00F01BE7" w:rsidP="002E1D9B">
      <w:pPr>
        <w:pStyle w:val="ListParagraph"/>
        <w:numPr>
          <w:ilvl w:val="0"/>
          <w:numId w:val="17"/>
        </w:numPr>
        <w:rPr>
          <w:b/>
          <w:u w:val="single"/>
        </w:rPr>
      </w:pPr>
      <w:r w:rsidRPr="004966C3">
        <w:rPr>
          <w:b/>
        </w:rPr>
        <w:t xml:space="preserve">     </w:t>
      </w:r>
      <w:r w:rsidRPr="004966C3">
        <w:rPr>
          <w:b/>
          <w:lang w:val="sr-Cyrl-CS"/>
        </w:rPr>
        <w:t xml:space="preserve">     </w:t>
      </w:r>
      <w:r w:rsidRPr="004966C3">
        <w:rPr>
          <w:b/>
          <w:u w:val="single"/>
          <w:lang w:val="sr-Cyrl-CS"/>
        </w:rPr>
        <w:t>Очекивани исходи:</w:t>
      </w:r>
    </w:p>
    <w:p w:rsidR="00F01BE7" w:rsidRPr="004966C3" w:rsidRDefault="00F01BE7" w:rsidP="002E1D9B">
      <w:pPr>
        <w:shd w:val="clear" w:color="auto" w:fill="FFFFFF"/>
        <w:ind w:left="1440"/>
        <w:contextualSpacing/>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numPr>
          <w:ilvl w:val="1"/>
          <w:numId w:val="35"/>
        </w:numPr>
        <w:shd w:val="clear" w:color="auto" w:fill="FFFFFF"/>
        <w:contextualSpacing/>
        <w:rPr>
          <w:b/>
        </w:rPr>
      </w:pPr>
      <w:r w:rsidRPr="004966C3">
        <w:rPr>
          <w:b/>
          <w:lang w:val="sr-Cyrl-CS"/>
        </w:rPr>
        <w:t>у говору и писању препознају и користе одговарајуће облике одређеног</w:t>
      </w:r>
      <w:r w:rsidRPr="004966C3">
        <w:rPr>
          <w:b/>
        </w:rPr>
        <w:t xml:space="preserve"> и   </w:t>
      </w:r>
    </w:p>
    <w:p w:rsidR="00F01BE7" w:rsidRPr="004966C3" w:rsidRDefault="00F01BE7" w:rsidP="002E1D9B">
      <w:pPr>
        <w:shd w:val="clear" w:color="auto" w:fill="FFFFFF"/>
        <w:ind w:left="1080"/>
        <w:contextualSpacing/>
        <w:rPr>
          <w:b/>
        </w:rPr>
      </w:pPr>
      <w:r w:rsidRPr="004966C3">
        <w:rPr>
          <w:b/>
        </w:rPr>
        <w:t xml:space="preserve">      неодређеног члана</w:t>
      </w:r>
    </w:p>
    <w:p w:rsidR="00F01BE7" w:rsidRPr="004966C3" w:rsidRDefault="00F01BE7" w:rsidP="002E1D9B">
      <w:pPr>
        <w:pStyle w:val="ListParagraph"/>
        <w:numPr>
          <w:ilvl w:val="1"/>
          <w:numId w:val="35"/>
        </w:numPr>
        <w:shd w:val="clear" w:color="auto" w:fill="FFFFFF"/>
        <w:rPr>
          <w:b/>
          <w:lang w:val="sr-Cyrl-CS"/>
        </w:rPr>
      </w:pPr>
      <w:r w:rsidRPr="004966C3">
        <w:rPr>
          <w:b/>
          <w:lang w:val="sr-Cyrl-CS"/>
        </w:rPr>
        <w:t>правилно читају и пишу речи које садрже слово S и групе  SCA, SCO, SCU, SCI, SCE, SCIA, SCIO, SCIU</w:t>
      </w: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i/>
        </w:rPr>
      </w:pPr>
      <w:r w:rsidRPr="004966C3">
        <w:rPr>
          <w:b/>
          <w:u w:val="dotted"/>
        </w:rPr>
        <w:t>Наставника</w:t>
      </w:r>
      <w:r w:rsidRPr="004966C3">
        <w:rPr>
          <w:b/>
        </w:rPr>
        <w:t>: Проверава домаћи задатак, увежбава са ученицима облике одређених и неодређених чланова кроз дијалог и тражење примера, задаје вежбу из Радне свеске, прати њену израду и исправља грешке.</w:t>
      </w:r>
    </w:p>
    <w:p w:rsidR="00F01BE7" w:rsidRPr="004966C3" w:rsidRDefault="00F01BE7" w:rsidP="002E1D9B">
      <w:pPr>
        <w:numPr>
          <w:ilvl w:val="0"/>
          <w:numId w:val="12"/>
        </w:numPr>
        <w:shd w:val="clear" w:color="auto" w:fill="FFFFFF"/>
        <w:jc w:val="both"/>
        <w:rPr>
          <w:b/>
        </w:rPr>
      </w:pPr>
      <w:r w:rsidRPr="004966C3">
        <w:rPr>
          <w:b/>
          <w:u w:val="dotted"/>
        </w:rPr>
        <w:t>Ученика</w:t>
      </w:r>
      <w:r w:rsidRPr="004966C3">
        <w:rPr>
          <w:b/>
        </w:rPr>
        <w:t>: Читају реченице из Уџбеника и труде се да смисле сличне примере, раде вежбе које наставник зада, одговарају на питања наставника.</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(7-8 минута)</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Ученици који желе читају свој домаћи задатак, исправљам грешке и похваљујем их. Радове осталих ученика узимам да прегледам код куће. Уколико неко није урадио домаћи задатак, по устаљеном правилу добија минус.</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(30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 xml:space="preserve">Подсећамо се кратко чланова које смо до сада учили. На табли записујем речи </w:t>
      </w:r>
      <w:r w:rsidRPr="004966C3">
        <w:rPr>
          <w:b/>
          <w:i/>
          <w:lang w:val="it-IT"/>
        </w:rPr>
        <w:t>porta</w:t>
      </w:r>
      <w:r w:rsidRPr="004966C3">
        <w:rPr>
          <w:b/>
          <w:i/>
          <w:lang w:val="sr-Cyrl-CS"/>
        </w:rPr>
        <w:t xml:space="preserve">, </w:t>
      </w:r>
      <w:r w:rsidRPr="004966C3">
        <w:rPr>
          <w:b/>
          <w:i/>
          <w:lang w:val="it-IT"/>
        </w:rPr>
        <w:t>test</w:t>
      </w:r>
      <w:r w:rsidRPr="004966C3">
        <w:rPr>
          <w:b/>
          <w:i/>
          <w:lang w:val="sr-Cyrl-CS"/>
        </w:rPr>
        <w:t xml:space="preserve">, </w:t>
      </w:r>
      <w:r w:rsidRPr="004966C3">
        <w:rPr>
          <w:b/>
          <w:i/>
          <w:lang w:val="it-IT"/>
        </w:rPr>
        <w:t>dolce</w:t>
      </w:r>
      <w:r w:rsidRPr="004966C3">
        <w:rPr>
          <w:b/>
          <w:i/>
          <w:lang w:val="sr-Cyrl-CS"/>
        </w:rPr>
        <w:t xml:space="preserve">, </w:t>
      </w:r>
      <w:r w:rsidRPr="004966C3">
        <w:rPr>
          <w:b/>
          <w:i/>
          <w:lang w:val="it-IT"/>
        </w:rPr>
        <w:t>lezione</w:t>
      </w:r>
      <w:r w:rsidRPr="004966C3">
        <w:rPr>
          <w:b/>
          <w:i/>
          <w:lang w:val="sr-Cyrl-CS"/>
        </w:rPr>
        <w:t xml:space="preserve">, </w:t>
      </w:r>
      <w:r w:rsidRPr="004966C3">
        <w:rPr>
          <w:b/>
          <w:i/>
          <w:lang w:val="it-IT"/>
        </w:rPr>
        <w:t>film</w:t>
      </w:r>
      <w:r w:rsidRPr="004966C3">
        <w:rPr>
          <w:b/>
          <w:i/>
          <w:lang w:val="sr-Cyrl-CS"/>
        </w:rPr>
        <w:t xml:space="preserve">, </w:t>
      </w:r>
      <w:r w:rsidRPr="004966C3">
        <w:rPr>
          <w:b/>
          <w:i/>
          <w:lang w:val="it-IT"/>
        </w:rPr>
        <w:t>biglietto</w:t>
      </w:r>
      <w:r w:rsidRPr="004966C3">
        <w:rPr>
          <w:b/>
          <w:i/>
          <w:lang w:val="sr-Cyrl-CS"/>
        </w:rPr>
        <w:t xml:space="preserve">, </w:t>
      </w:r>
      <w:r w:rsidRPr="004966C3">
        <w:rPr>
          <w:b/>
          <w:i/>
          <w:lang w:val="it-IT"/>
        </w:rPr>
        <w:t>banchi</w:t>
      </w:r>
      <w:r w:rsidRPr="004966C3">
        <w:rPr>
          <w:b/>
          <w:i/>
          <w:lang w:val="sr-Cyrl-CS"/>
        </w:rPr>
        <w:t xml:space="preserve">, </w:t>
      </w:r>
      <w:r w:rsidRPr="004966C3">
        <w:rPr>
          <w:b/>
          <w:i/>
          <w:lang w:val="it-IT"/>
        </w:rPr>
        <w:t>finestre</w:t>
      </w:r>
      <w:r w:rsidRPr="004966C3">
        <w:rPr>
          <w:b/>
          <w:lang w:val="sr-Cyrl-CS"/>
        </w:rPr>
        <w:t xml:space="preserve"> и тражим од ученика да изађу и напишу одговарајући члан.</w:t>
      </w:r>
    </w:p>
    <w:p w:rsidR="00F01BE7" w:rsidRPr="004966C3" w:rsidRDefault="00F01BE7" w:rsidP="002E1D9B">
      <w:pPr>
        <w:shd w:val="clear" w:color="auto" w:fill="FFFFFF"/>
        <w:jc w:val="both"/>
        <w:rPr>
          <w:b/>
          <w:i/>
          <w:lang w:val="it-IT"/>
        </w:rPr>
      </w:pPr>
      <w:r w:rsidRPr="004966C3">
        <w:rPr>
          <w:b/>
          <w:lang w:val="sr-Cyrl-CS"/>
        </w:rPr>
        <w:t xml:space="preserve">Након тога прелазимо на читање примера из Уџбеника. Тражим од ученика да закључе зашто је испред ових речи члан другачији и да покушају да се сете што више сличних примера. Уколико видим да им је тешко да се сете примера, нудим им неке па тражим да направе множину именице и ставе члан испред ње. </w:t>
      </w:r>
      <w:r w:rsidRPr="004966C3">
        <w:rPr>
          <w:b/>
        </w:rPr>
        <w:t>Речи</w:t>
      </w:r>
      <w:r w:rsidRPr="004966C3">
        <w:rPr>
          <w:b/>
          <w:lang w:val="it-IT"/>
        </w:rPr>
        <w:t xml:space="preserve"> </w:t>
      </w:r>
      <w:r w:rsidRPr="004966C3">
        <w:rPr>
          <w:b/>
        </w:rPr>
        <w:t>могу</w:t>
      </w:r>
      <w:r w:rsidRPr="004966C3">
        <w:rPr>
          <w:b/>
          <w:lang w:val="it-IT"/>
        </w:rPr>
        <w:t xml:space="preserve"> </w:t>
      </w:r>
      <w:r w:rsidRPr="004966C3">
        <w:rPr>
          <w:b/>
        </w:rPr>
        <w:t>да</w:t>
      </w:r>
      <w:r w:rsidRPr="004966C3">
        <w:rPr>
          <w:b/>
          <w:lang w:val="it-IT"/>
        </w:rPr>
        <w:t xml:space="preserve"> </w:t>
      </w:r>
      <w:r w:rsidRPr="004966C3">
        <w:rPr>
          <w:b/>
        </w:rPr>
        <w:t>буду</w:t>
      </w:r>
      <w:r w:rsidRPr="004966C3">
        <w:rPr>
          <w:b/>
          <w:lang w:val="it-IT"/>
        </w:rPr>
        <w:t xml:space="preserve">: </w:t>
      </w:r>
      <w:r w:rsidRPr="004966C3">
        <w:rPr>
          <w:b/>
          <w:i/>
          <w:lang w:val="it-IT"/>
        </w:rPr>
        <w:t>abito, agenda, italiano, album, astuccio, amico, edicola, esercizio, ombrello, spettacolo, stadio, studente, zucchero...</w:t>
      </w:r>
    </w:p>
    <w:p w:rsidR="00F01BE7" w:rsidRPr="004966C3" w:rsidRDefault="00F01BE7" w:rsidP="002E1D9B">
      <w:pPr>
        <w:shd w:val="clear" w:color="auto" w:fill="FFFFFF"/>
        <w:jc w:val="both"/>
        <w:rPr>
          <w:b/>
          <w:lang w:val="it-IT"/>
        </w:rPr>
      </w:pPr>
      <w:r w:rsidRPr="004966C3">
        <w:rPr>
          <w:b/>
          <w:lang w:val="it-IT"/>
        </w:rPr>
        <w:t xml:space="preserve">Упућујем </w:t>
      </w:r>
      <w:r w:rsidRPr="004966C3">
        <w:rPr>
          <w:b/>
        </w:rPr>
        <w:t>ученика</w:t>
      </w:r>
      <w:r w:rsidRPr="004966C3">
        <w:rPr>
          <w:b/>
          <w:lang w:val="it-IT"/>
        </w:rPr>
        <w:t xml:space="preserve"> </w:t>
      </w:r>
      <w:r w:rsidRPr="004966C3">
        <w:rPr>
          <w:b/>
        </w:rPr>
        <w:t>на</w:t>
      </w:r>
      <w:r w:rsidRPr="004966C3">
        <w:rPr>
          <w:b/>
          <w:lang w:val="it-IT"/>
        </w:rPr>
        <w:t xml:space="preserve"> </w:t>
      </w:r>
      <w:r w:rsidRPr="004966C3">
        <w:rPr>
          <w:b/>
        </w:rPr>
        <w:t>задатак</w:t>
      </w:r>
      <w:r w:rsidRPr="004966C3">
        <w:rPr>
          <w:b/>
          <w:lang w:val="it-IT"/>
        </w:rPr>
        <w:t xml:space="preserve"> </w:t>
      </w:r>
      <w:r w:rsidRPr="004966C3">
        <w:rPr>
          <w:b/>
          <w:i/>
          <w:lang w:val="it-IT"/>
        </w:rPr>
        <w:t>Adesso tocca a te! Completa!</w:t>
      </w:r>
      <w:r w:rsidRPr="004966C3">
        <w:rPr>
          <w:b/>
          <w:lang w:val="it-IT"/>
        </w:rPr>
        <w:t xml:space="preserve"> Заједно проверавамо одговоре. </w:t>
      </w:r>
    </w:p>
    <w:p w:rsidR="00F01BE7" w:rsidRPr="004966C3" w:rsidRDefault="00F01BE7" w:rsidP="002E1D9B">
      <w:pPr>
        <w:shd w:val="clear" w:color="auto" w:fill="FFFFFF"/>
        <w:jc w:val="both"/>
        <w:rPr>
          <w:b/>
          <w:lang w:val="it-IT"/>
        </w:rPr>
      </w:pPr>
      <w:r w:rsidRPr="004966C3">
        <w:rPr>
          <w:b/>
        </w:rPr>
        <w:t>Када</w:t>
      </w:r>
      <w:r w:rsidRPr="004966C3">
        <w:rPr>
          <w:b/>
          <w:lang w:val="it-IT"/>
        </w:rPr>
        <w:t xml:space="preserve"> </w:t>
      </w:r>
      <w:r w:rsidRPr="004966C3">
        <w:rPr>
          <w:b/>
        </w:rPr>
        <w:t>видим</w:t>
      </w:r>
      <w:r w:rsidRPr="004966C3">
        <w:rPr>
          <w:b/>
          <w:lang w:val="it-IT"/>
        </w:rPr>
        <w:t xml:space="preserve"> </w:t>
      </w:r>
      <w:r w:rsidRPr="004966C3">
        <w:rPr>
          <w:b/>
        </w:rPr>
        <w:t>да</w:t>
      </w:r>
      <w:r w:rsidRPr="004966C3">
        <w:rPr>
          <w:b/>
          <w:lang w:val="it-IT"/>
        </w:rPr>
        <w:t xml:space="preserve"> </w:t>
      </w:r>
      <w:r w:rsidRPr="004966C3">
        <w:rPr>
          <w:b/>
        </w:rPr>
        <w:t>су</w:t>
      </w:r>
      <w:r w:rsidRPr="004966C3">
        <w:rPr>
          <w:b/>
          <w:lang w:val="it-IT"/>
        </w:rPr>
        <w:t xml:space="preserve"> </w:t>
      </w:r>
      <w:r w:rsidRPr="004966C3">
        <w:rPr>
          <w:b/>
        </w:rPr>
        <w:t>ученици</w:t>
      </w:r>
      <w:r w:rsidRPr="004966C3">
        <w:rPr>
          <w:b/>
          <w:lang w:val="it-IT"/>
        </w:rPr>
        <w:t xml:space="preserve"> </w:t>
      </w:r>
      <w:r w:rsidRPr="004966C3">
        <w:rPr>
          <w:b/>
        </w:rPr>
        <w:t>углавном</w:t>
      </w:r>
      <w:r w:rsidRPr="004966C3">
        <w:rPr>
          <w:b/>
          <w:lang w:val="it-IT"/>
        </w:rPr>
        <w:t xml:space="preserve"> </w:t>
      </w:r>
      <w:r w:rsidRPr="004966C3">
        <w:rPr>
          <w:b/>
        </w:rPr>
        <w:t>овладали</w:t>
      </w:r>
      <w:r w:rsidRPr="004966C3">
        <w:rPr>
          <w:b/>
          <w:lang w:val="it-IT"/>
        </w:rPr>
        <w:t xml:space="preserve"> </w:t>
      </w:r>
      <w:r w:rsidRPr="004966C3">
        <w:rPr>
          <w:b/>
        </w:rPr>
        <w:t>одређеним</w:t>
      </w:r>
      <w:r w:rsidRPr="004966C3">
        <w:rPr>
          <w:b/>
          <w:lang w:val="it-IT"/>
        </w:rPr>
        <w:t xml:space="preserve"> </w:t>
      </w:r>
      <w:r w:rsidRPr="004966C3">
        <w:rPr>
          <w:b/>
        </w:rPr>
        <w:t>чланом</w:t>
      </w:r>
      <w:r w:rsidRPr="004966C3">
        <w:rPr>
          <w:b/>
          <w:lang w:val="it-IT"/>
        </w:rPr>
        <w:t xml:space="preserve">, </w:t>
      </w:r>
      <w:r w:rsidRPr="004966C3">
        <w:rPr>
          <w:b/>
        </w:rPr>
        <w:t>прелазимо</w:t>
      </w:r>
      <w:r w:rsidRPr="004966C3">
        <w:rPr>
          <w:b/>
          <w:lang w:val="it-IT"/>
        </w:rPr>
        <w:t xml:space="preserve"> </w:t>
      </w:r>
      <w:r w:rsidRPr="004966C3">
        <w:rPr>
          <w:b/>
        </w:rPr>
        <w:t>на</w:t>
      </w:r>
      <w:r w:rsidRPr="004966C3">
        <w:rPr>
          <w:b/>
          <w:lang w:val="it-IT"/>
        </w:rPr>
        <w:t xml:space="preserve"> </w:t>
      </w:r>
      <w:r w:rsidRPr="004966C3">
        <w:rPr>
          <w:b/>
        </w:rPr>
        <w:t>читање</w:t>
      </w:r>
      <w:r w:rsidRPr="004966C3">
        <w:rPr>
          <w:b/>
          <w:lang w:val="it-IT"/>
        </w:rPr>
        <w:t xml:space="preserve"> </w:t>
      </w:r>
      <w:r w:rsidRPr="004966C3">
        <w:rPr>
          <w:b/>
        </w:rPr>
        <w:t>примера</w:t>
      </w:r>
      <w:r w:rsidRPr="004966C3">
        <w:rPr>
          <w:b/>
          <w:lang w:val="it-IT"/>
        </w:rPr>
        <w:t xml:space="preserve"> </w:t>
      </w:r>
      <w:r w:rsidRPr="004966C3">
        <w:rPr>
          <w:b/>
        </w:rPr>
        <w:t>за</w:t>
      </w:r>
      <w:r w:rsidRPr="004966C3">
        <w:rPr>
          <w:b/>
          <w:lang w:val="it-IT"/>
        </w:rPr>
        <w:t xml:space="preserve"> </w:t>
      </w:r>
      <w:r w:rsidRPr="004966C3">
        <w:rPr>
          <w:b/>
        </w:rPr>
        <w:t>неодређени</w:t>
      </w:r>
      <w:r w:rsidRPr="004966C3">
        <w:rPr>
          <w:b/>
          <w:lang w:val="it-IT"/>
        </w:rPr>
        <w:t xml:space="preserve"> </w:t>
      </w:r>
      <w:r w:rsidRPr="004966C3">
        <w:rPr>
          <w:b/>
        </w:rPr>
        <w:t>члан</w:t>
      </w:r>
      <w:r w:rsidRPr="004966C3">
        <w:rPr>
          <w:b/>
          <w:lang w:val="it-IT"/>
        </w:rPr>
        <w:t xml:space="preserve">. </w:t>
      </w:r>
      <w:r w:rsidRPr="004966C3">
        <w:rPr>
          <w:b/>
        </w:rPr>
        <w:t>Примери</w:t>
      </w:r>
      <w:r w:rsidRPr="004966C3">
        <w:rPr>
          <w:b/>
          <w:lang w:val="it-IT"/>
        </w:rPr>
        <w:t xml:space="preserve"> </w:t>
      </w:r>
      <w:r w:rsidRPr="004966C3">
        <w:rPr>
          <w:b/>
        </w:rPr>
        <w:t>у</w:t>
      </w:r>
      <w:r w:rsidRPr="004966C3">
        <w:rPr>
          <w:b/>
          <w:lang w:val="it-IT"/>
        </w:rPr>
        <w:t xml:space="preserve"> </w:t>
      </w:r>
      <w:r w:rsidRPr="004966C3">
        <w:rPr>
          <w:b/>
        </w:rPr>
        <w:t>Уџбенику</w:t>
      </w:r>
      <w:r w:rsidRPr="004966C3">
        <w:rPr>
          <w:b/>
          <w:lang w:val="it-IT"/>
        </w:rPr>
        <w:t xml:space="preserve"> </w:t>
      </w:r>
      <w:r w:rsidRPr="004966C3">
        <w:rPr>
          <w:b/>
        </w:rPr>
        <w:t>су</w:t>
      </w:r>
      <w:r w:rsidRPr="004966C3">
        <w:rPr>
          <w:b/>
          <w:lang w:val="it-IT"/>
        </w:rPr>
        <w:t xml:space="preserve"> </w:t>
      </w:r>
      <w:r w:rsidRPr="004966C3">
        <w:rPr>
          <w:b/>
        </w:rPr>
        <w:t>доста</w:t>
      </w:r>
      <w:r w:rsidRPr="004966C3">
        <w:rPr>
          <w:b/>
          <w:lang w:val="it-IT"/>
        </w:rPr>
        <w:t xml:space="preserve"> </w:t>
      </w:r>
      <w:r w:rsidRPr="004966C3">
        <w:rPr>
          <w:b/>
        </w:rPr>
        <w:t>јасни</w:t>
      </w:r>
      <w:r w:rsidRPr="004966C3">
        <w:rPr>
          <w:b/>
          <w:lang w:val="it-IT"/>
        </w:rPr>
        <w:t xml:space="preserve"> </w:t>
      </w:r>
      <w:r w:rsidRPr="004966C3">
        <w:rPr>
          <w:b/>
        </w:rPr>
        <w:t>будући</w:t>
      </w:r>
      <w:r w:rsidRPr="004966C3">
        <w:rPr>
          <w:b/>
          <w:lang w:val="it-IT"/>
        </w:rPr>
        <w:t xml:space="preserve"> </w:t>
      </w:r>
      <w:r w:rsidRPr="004966C3">
        <w:rPr>
          <w:b/>
        </w:rPr>
        <w:t>да</w:t>
      </w:r>
      <w:r w:rsidRPr="004966C3">
        <w:rPr>
          <w:b/>
          <w:lang w:val="it-IT"/>
        </w:rPr>
        <w:t xml:space="preserve"> </w:t>
      </w:r>
      <w:r w:rsidRPr="004966C3">
        <w:rPr>
          <w:b/>
        </w:rPr>
        <w:t>је</w:t>
      </w:r>
      <w:r w:rsidRPr="004966C3">
        <w:rPr>
          <w:b/>
          <w:lang w:val="it-IT"/>
        </w:rPr>
        <w:t xml:space="preserve"> </w:t>
      </w:r>
      <w:r w:rsidRPr="004966C3">
        <w:rPr>
          <w:b/>
        </w:rPr>
        <w:t>наглашено</w:t>
      </w:r>
      <w:r w:rsidRPr="004966C3">
        <w:rPr>
          <w:b/>
          <w:lang w:val="it-IT"/>
        </w:rPr>
        <w:t xml:space="preserve"> </w:t>
      </w:r>
      <w:r w:rsidRPr="004966C3">
        <w:rPr>
          <w:b/>
        </w:rPr>
        <w:t>прво</w:t>
      </w:r>
      <w:r w:rsidRPr="004966C3">
        <w:rPr>
          <w:b/>
          <w:lang w:val="it-IT"/>
        </w:rPr>
        <w:t xml:space="preserve"> </w:t>
      </w:r>
      <w:r w:rsidRPr="004966C3">
        <w:rPr>
          <w:b/>
        </w:rPr>
        <w:t>слово</w:t>
      </w:r>
      <w:r w:rsidRPr="004966C3">
        <w:rPr>
          <w:b/>
          <w:lang w:val="it-IT"/>
        </w:rPr>
        <w:t xml:space="preserve"> </w:t>
      </w:r>
      <w:r w:rsidRPr="004966C3">
        <w:rPr>
          <w:b/>
        </w:rPr>
        <w:t>или</w:t>
      </w:r>
      <w:r w:rsidRPr="004966C3">
        <w:rPr>
          <w:b/>
          <w:lang w:val="it-IT"/>
        </w:rPr>
        <w:t xml:space="preserve"> </w:t>
      </w:r>
      <w:r w:rsidRPr="004966C3">
        <w:rPr>
          <w:b/>
        </w:rPr>
        <w:t>слова</w:t>
      </w:r>
      <w:r w:rsidRPr="004966C3">
        <w:rPr>
          <w:b/>
          <w:lang w:val="it-IT"/>
        </w:rPr>
        <w:t xml:space="preserve"> </w:t>
      </w:r>
      <w:r w:rsidRPr="004966C3">
        <w:rPr>
          <w:b/>
        </w:rPr>
        <w:t>којом</w:t>
      </w:r>
      <w:r w:rsidRPr="004966C3">
        <w:rPr>
          <w:b/>
          <w:lang w:val="it-IT"/>
        </w:rPr>
        <w:t xml:space="preserve"> </w:t>
      </w:r>
      <w:r w:rsidRPr="004966C3">
        <w:rPr>
          <w:b/>
        </w:rPr>
        <w:t>реч</w:t>
      </w:r>
      <w:r w:rsidRPr="004966C3">
        <w:rPr>
          <w:b/>
          <w:lang w:val="it-IT"/>
        </w:rPr>
        <w:t xml:space="preserve"> </w:t>
      </w:r>
      <w:r w:rsidRPr="004966C3">
        <w:rPr>
          <w:b/>
        </w:rPr>
        <w:t>почиње</w:t>
      </w:r>
      <w:r w:rsidRPr="004966C3">
        <w:rPr>
          <w:b/>
          <w:lang w:val="it-IT"/>
        </w:rPr>
        <w:t xml:space="preserve"> </w:t>
      </w:r>
      <w:r w:rsidRPr="004966C3">
        <w:rPr>
          <w:b/>
        </w:rPr>
        <w:t>па</w:t>
      </w:r>
      <w:r w:rsidRPr="004966C3">
        <w:rPr>
          <w:b/>
          <w:lang w:val="it-IT"/>
        </w:rPr>
        <w:t xml:space="preserve"> </w:t>
      </w:r>
      <w:r w:rsidRPr="004966C3">
        <w:rPr>
          <w:b/>
        </w:rPr>
        <w:t>ученици</w:t>
      </w:r>
      <w:r w:rsidRPr="004966C3">
        <w:rPr>
          <w:b/>
          <w:lang w:val="it-IT"/>
        </w:rPr>
        <w:t xml:space="preserve"> </w:t>
      </w:r>
      <w:r w:rsidRPr="004966C3">
        <w:rPr>
          <w:b/>
        </w:rPr>
        <w:t>могу</w:t>
      </w:r>
      <w:r w:rsidRPr="004966C3">
        <w:rPr>
          <w:b/>
          <w:lang w:val="it-IT"/>
        </w:rPr>
        <w:t xml:space="preserve"> </w:t>
      </w:r>
      <w:r w:rsidRPr="004966C3">
        <w:rPr>
          <w:b/>
        </w:rPr>
        <w:t>лако</w:t>
      </w:r>
      <w:r w:rsidRPr="004966C3">
        <w:rPr>
          <w:b/>
          <w:lang w:val="it-IT"/>
        </w:rPr>
        <w:t xml:space="preserve"> </w:t>
      </w:r>
      <w:r w:rsidRPr="004966C3">
        <w:rPr>
          <w:b/>
        </w:rPr>
        <w:t>да</w:t>
      </w:r>
      <w:r w:rsidRPr="004966C3">
        <w:rPr>
          <w:b/>
          <w:lang w:val="it-IT"/>
        </w:rPr>
        <w:t xml:space="preserve"> </w:t>
      </w:r>
      <w:r w:rsidRPr="004966C3">
        <w:rPr>
          <w:b/>
        </w:rPr>
        <w:t>закључе</w:t>
      </w:r>
      <w:r w:rsidRPr="004966C3">
        <w:rPr>
          <w:b/>
          <w:lang w:val="it-IT"/>
        </w:rPr>
        <w:t xml:space="preserve"> </w:t>
      </w:r>
      <w:r w:rsidRPr="004966C3">
        <w:rPr>
          <w:b/>
        </w:rPr>
        <w:t>правило</w:t>
      </w:r>
      <w:r w:rsidRPr="004966C3">
        <w:rPr>
          <w:b/>
          <w:lang w:val="it-IT"/>
        </w:rPr>
        <w:t xml:space="preserve"> </w:t>
      </w:r>
      <w:r w:rsidRPr="004966C3">
        <w:rPr>
          <w:b/>
        </w:rPr>
        <w:t>о</w:t>
      </w:r>
      <w:r w:rsidRPr="004966C3">
        <w:rPr>
          <w:b/>
          <w:lang w:val="it-IT"/>
        </w:rPr>
        <w:t xml:space="preserve"> </w:t>
      </w:r>
      <w:r w:rsidRPr="004966C3">
        <w:rPr>
          <w:b/>
        </w:rPr>
        <w:t>употреби</w:t>
      </w:r>
      <w:r w:rsidRPr="004966C3">
        <w:rPr>
          <w:b/>
          <w:lang w:val="it-IT"/>
        </w:rPr>
        <w:t xml:space="preserve"> </w:t>
      </w:r>
      <w:r w:rsidRPr="004966C3">
        <w:rPr>
          <w:b/>
        </w:rPr>
        <w:t>члана</w:t>
      </w:r>
      <w:r w:rsidRPr="004966C3">
        <w:rPr>
          <w:b/>
          <w:lang w:val="it-IT"/>
        </w:rPr>
        <w:t xml:space="preserve">. </w:t>
      </w:r>
      <w:r w:rsidRPr="004966C3">
        <w:rPr>
          <w:b/>
        </w:rPr>
        <w:t>Поново</w:t>
      </w:r>
      <w:r w:rsidRPr="004966C3">
        <w:rPr>
          <w:b/>
          <w:lang w:val="it-IT"/>
        </w:rPr>
        <w:t xml:space="preserve"> </w:t>
      </w:r>
      <w:r w:rsidRPr="004966C3">
        <w:rPr>
          <w:b/>
        </w:rPr>
        <w:t>тражим</w:t>
      </w:r>
      <w:r w:rsidRPr="004966C3">
        <w:rPr>
          <w:b/>
          <w:lang w:val="it-IT"/>
        </w:rPr>
        <w:t xml:space="preserve"> </w:t>
      </w:r>
      <w:r w:rsidRPr="004966C3">
        <w:rPr>
          <w:b/>
        </w:rPr>
        <w:t>да</w:t>
      </w:r>
      <w:r w:rsidRPr="004966C3">
        <w:rPr>
          <w:b/>
          <w:lang w:val="it-IT"/>
        </w:rPr>
        <w:t xml:space="preserve"> </w:t>
      </w:r>
      <w:r w:rsidRPr="004966C3">
        <w:rPr>
          <w:b/>
        </w:rPr>
        <w:t>ми</w:t>
      </w:r>
      <w:r w:rsidRPr="004966C3">
        <w:rPr>
          <w:b/>
          <w:lang w:val="it-IT"/>
        </w:rPr>
        <w:t xml:space="preserve"> </w:t>
      </w:r>
      <w:r w:rsidRPr="004966C3">
        <w:rPr>
          <w:b/>
        </w:rPr>
        <w:t>дају</w:t>
      </w:r>
      <w:r w:rsidRPr="004966C3">
        <w:rPr>
          <w:b/>
          <w:lang w:val="it-IT"/>
        </w:rPr>
        <w:t xml:space="preserve"> </w:t>
      </w:r>
      <w:r w:rsidRPr="004966C3">
        <w:rPr>
          <w:b/>
        </w:rPr>
        <w:t>своје</w:t>
      </w:r>
      <w:r w:rsidRPr="004966C3">
        <w:rPr>
          <w:b/>
          <w:lang w:val="it-IT"/>
        </w:rPr>
        <w:t xml:space="preserve"> </w:t>
      </w:r>
      <w:r w:rsidRPr="004966C3">
        <w:rPr>
          <w:b/>
        </w:rPr>
        <w:t>примере</w:t>
      </w:r>
      <w:r w:rsidRPr="004966C3">
        <w:rPr>
          <w:b/>
          <w:lang w:val="it-IT"/>
        </w:rPr>
        <w:t xml:space="preserve">, </w:t>
      </w:r>
      <w:r w:rsidRPr="004966C3">
        <w:rPr>
          <w:b/>
        </w:rPr>
        <w:t>а</w:t>
      </w:r>
      <w:r w:rsidRPr="004966C3">
        <w:rPr>
          <w:b/>
          <w:lang w:val="it-IT"/>
        </w:rPr>
        <w:t xml:space="preserve"> </w:t>
      </w:r>
      <w:r w:rsidRPr="004966C3">
        <w:rPr>
          <w:b/>
        </w:rPr>
        <w:t>користимо</w:t>
      </w:r>
      <w:r w:rsidRPr="004966C3">
        <w:rPr>
          <w:b/>
          <w:lang w:val="it-IT"/>
        </w:rPr>
        <w:t xml:space="preserve"> </w:t>
      </w:r>
      <w:r w:rsidRPr="004966C3">
        <w:rPr>
          <w:b/>
        </w:rPr>
        <w:t>и</w:t>
      </w:r>
      <w:r w:rsidRPr="004966C3">
        <w:rPr>
          <w:b/>
          <w:lang w:val="it-IT"/>
        </w:rPr>
        <w:t xml:space="preserve"> </w:t>
      </w:r>
      <w:r w:rsidRPr="004966C3">
        <w:rPr>
          <w:b/>
        </w:rPr>
        <w:t>речи</w:t>
      </w:r>
      <w:r w:rsidRPr="004966C3">
        <w:rPr>
          <w:b/>
          <w:lang w:val="it-IT"/>
        </w:rPr>
        <w:t xml:space="preserve"> </w:t>
      </w:r>
      <w:r w:rsidRPr="004966C3">
        <w:rPr>
          <w:b/>
        </w:rPr>
        <w:t>које</w:t>
      </w:r>
      <w:r w:rsidRPr="004966C3">
        <w:rPr>
          <w:b/>
          <w:lang w:val="it-IT"/>
        </w:rPr>
        <w:t xml:space="preserve"> </w:t>
      </w:r>
      <w:r w:rsidRPr="004966C3">
        <w:rPr>
          <w:b/>
        </w:rPr>
        <w:t>сам</w:t>
      </w:r>
      <w:r w:rsidRPr="004966C3">
        <w:rPr>
          <w:b/>
          <w:lang w:val="it-IT"/>
        </w:rPr>
        <w:t xml:space="preserve"> </w:t>
      </w:r>
      <w:r w:rsidRPr="004966C3">
        <w:rPr>
          <w:b/>
        </w:rPr>
        <w:t>им</w:t>
      </w:r>
      <w:r w:rsidRPr="004966C3">
        <w:rPr>
          <w:b/>
          <w:lang w:val="it-IT"/>
        </w:rPr>
        <w:t xml:space="preserve"> </w:t>
      </w:r>
      <w:r w:rsidRPr="004966C3">
        <w:rPr>
          <w:b/>
        </w:rPr>
        <w:t>понудила</w:t>
      </w:r>
      <w:r w:rsidRPr="004966C3">
        <w:rPr>
          <w:b/>
          <w:lang w:val="it-IT"/>
        </w:rPr>
        <w:t xml:space="preserve"> </w:t>
      </w:r>
      <w:r w:rsidRPr="004966C3">
        <w:rPr>
          <w:b/>
        </w:rPr>
        <w:t>за</w:t>
      </w:r>
      <w:r w:rsidRPr="004966C3">
        <w:rPr>
          <w:b/>
          <w:lang w:val="it-IT"/>
        </w:rPr>
        <w:t xml:space="preserve"> </w:t>
      </w:r>
      <w:r w:rsidRPr="004966C3">
        <w:rPr>
          <w:b/>
        </w:rPr>
        <w:t>увежбавање</w:t>
      </w:r>
      <w:r w:rsidRPr="004966C3">
        <w:rPr>
          <w:b/>
          <w:lang w:val="it-IT"/>
        </w:rPr>
        <w:t xml:space="preserve"> </w:t>
      </w:r>
      <w:r w:rsidRPr="004966C3">
        <w:rPr>
          <w:b/>
        </w:rPr>
        <w:t>одређеног</w:t>
      </w:r>
      <w:r w:rsidRPr="004966C3">
        <w:rPr>
          <w:b/>
          <w:lang w:val="it-IT"/>
        </w:rPr>
        <w:t xml:space="preserve"> </w:t>
      </w:r>
      <w:r w:rsidRPr="004966C3">
        <w:rPr>
          <w:b/>
        </w:rPr>
        <w:t>члана</w:t>
      </w:r>
      <w:r w:rsidRPr="004966C3">
        <w:rPr>
          <w:b/>
          <w:lang w:val="it-IT"/>
        </w:rPr>
        <w:t xml:space="preserve">. </w:t>
      </w:r>
      <w:r w:rsidRPr="004966C3">
        <w:rPr>
          <w:b/>
        </w:rPr>
        <w:t>Питам</w:t>
      </w:r>
      <w:r w:rsidRPr="004966C3">
        <w:rPr>
          <w:b/>
          <w:lang w:val="it-IT"/>
        </w:rPr>
        <w:t xml:space="preserve"> </w:t>
      </w:r>
      <w:r w:rsidRPr="004966C3">
        <w:rPr>
          <w:b/>
        </w:rPr>
        <w:t>их</w:t>
      </w:r>
      <w:r w:rsidRPr="004966C3">
        <w:rPr>
          <w:b/>
          <w:lang w:val="it-IT"/>
        </w:rPr>
        <w:t xml:space="preserve"> </w:t>
      </w:r>
      <w:r w:rsidRPr="004966C3">
        <w:rPr>
          <w:b/>
        </w:rPr>
        <w:t>и</w:t>
      </w:r>
      <w:r w:rsidRPr="004966C3">
        <w:rPr>
          <w:b/>
          <w:lang w:val="it-IT"/>
        </w:rPr>
        <w:t xml:space="preserve">  </w:t>
      </w:r>
      <w:r w:rsidRPr="004966C3">
        <w:rPr>
          <w:b/>
        </w:rPr>
        <w:t>који</w:t>
      </w:r>
      <w:r w:rsidRPr="004966C3">
        <w:rPr>
          <w:b/>
          <w:lang w:val="it-IT"/>
        </w:rPr>
        <w:t xml:space="preserve"> </w:t>
      </w:r>
      <w:r w:rsidRPr="004966C3">
        <w:rPr>
          <w:b/>
        </w:rPr>
        <w:t>би</w:t>
      </w:r>
      <w:r w:rsidRPr="004966C3">
        <w:rPr>
          <w:b/>
          <w:lang w:val="it-IT"/>
        </w:rPr>
        <w:t xml:space="preserve"> </w:t>
      </w:r>
      <w:r w:rsidRPr="004966C3">
        <w:rPr>
          <w:b/>
        </w:rPr>
        <w:t>члан</w:t>
      </w:r>
      <w:r w:rsidRPr="004966C3">
        <w:rPr>
          <w:b/>
          <w:lang w:val="it-IT"/>
        </w:rPr>
        <w:t xml:space="preserve"> </w:t>
      </w:r>
      <w:r w:rsidRPr="004966C3">
        <w:rPr>
          <w:b/>
        </w:rPr>
        <w:t>ставили</w:t>
      </w:r>
      <w:r w:rsidRPr="004966C3">
        <w:rPr>
          <w:b/>
          <w:lang w:val="it-IT"/>
        </w:rPr>
        <w:t xml:space="preserve"> </w:t>
      </w:r>
      <w:r w:rsidRPr="004966C3">
        <w:rPr>
          <w:b/>
        </w:rPr>
        <w:t>испред</w:t>
      </w:r>
      <w:r w:rsidRPr="004966C3">
        <w:rPr>
          <w:b/>
          <w:lang w:val="it-IT"/>
        </w:rPr>
        <w:t xml:space="preserve"> </w:t>
      </w:r>
      <w:r w:rsidRPr="004966C3">
        <w:rPr>
          <w:b/>
        </w:rPr>
        <w:t>речи</w:t>
      </w:r>
      <w:r w:rsidRPr="004966C3">
        <w:rPr>
          <w:b/>
          <w:lang w:val="it-IT"/>
        </w:rPr>
        <w:t xml:space="preserve"> </w:t>
      </w:r>
      <w:r w:rsidRPr="004966C3">
        <w:rPr>
          <w:b/>
        </w:rPr>
        <w:t>које</w:t>
      </w:r>
      <w:r w:rsidRPr="004966C3">
        <w:rPr>
          <w:b/>
          <w:lang w:val="it-IT"/>
        </w:rPr>
        <w:t xml:space="preserve"> </w:t>
      </w:r>
      <w:r w:rsidRPr="004966C3">
        <w:rPr>
          <w:b/>
        </w:rPr>
        <w:t>се</w:t>
      </w:r>
      <w:r w:rsidRPr="004966C3">
        <w:rPr>
          <w:b/>
          <w:lang w:val="it-IT"/>
        </w:rPr>
        <w:t xml:space="preserve"> </w:t>
      </w:r>
      <w:r w:rsidRPr="004966C3">
        <w:rPr>
          <w:b/>
        </w:rPr>
        <w:t>помињу</w:t>
      </w:r>
      <w:r w:rsidRPr="004966C3">
        <w:rPr>
          <w:b/>
          <w:lang w:val="it-IT"/>
        </w:rPr>
        <w:t xml:space="preserve"> </w:t>
      </w:r>
      <w:r w:rsidRPr="004966C3">
        <w:rPr>
          <w:b/>
        </w:rPr>
        <w:t>у</w:t>
      </w:r>
      <w:r w:rsidRPr="004966C3">
        <w:rPr>
          <w:b/>
          <w:lang w:val="it-IT"/>
        </w:rPr>
        <w:t xml:space="preserve"> </w:t>
      </w:r>
      <w:r w:rsidRPr="004966C3">
        <w:rPr>
          <w:b/>
        </w:rPr>
        <w:t>реченицама</w:t>
      </w:r>
      <w:r w:rsidRPr="004966C3">
        <w:rPr>
          <w:b/>
          <w:lang w:val="it-IT"/>
        </w:rPr>
        <w:t xml:space="preserve"> </w:t>
      </w:r>
      <w:r w:rsidRPr="004966C3">
        <w:rPr>
          <w:b/>
        </w:rPr>
        <w:t>како</w:t>
      </w:r>
      <w:r w:rsidRPr="004966C3">
        <w:rPr>
          <w:b/>
          <w:lang w:val="it-IT"/>
        </w:rPr>
        <w:t xml:space="preserve"> </w:t>
      </w:r>
      <w:r w:rsidRPr="004966C3">
        <w:rPr>
          <w:b/>
        </w:rPr>
        <w:t>бисмо</w:t>
      </w:r>
      <w:r w:rsidRPr="004966C3">
        <w:rPr>
          <w:b/>
          <w:lang w:val="it-IT"/>
        </w:rPr>
        <w:t xml:space="preserve"> </w:t>
      </w:r>
      <w:r w:rsidRPr="004966C3">
        <w:rPr>
          <w:b/>
        </w:rPr>
        <w:t>обновили</w:t>
      </w:r>
      <w:r w:rsidRPr="004966C3">
        <w:rPr>
          <w:b/>
          <w:lang w:val="it-IT"/>
        </w:rPr>
        <w:t xml:space="preserve"> </w:t>
      </w:r>
      <w:r w:rsidRPr="004966C3">
        <w:rPr>
          <w:b/>
        </w:rPr>
        <w:t>и</w:t>
      </w:r>
      <w:r w:rsidRPr="004966C3">
        <w:rPr>
          <w:b/>
          <w:lang w:val="it-IT"/>
        </w:rPr>
        <w:t xml:space="preserve"> </w:t>
      </w:r>
      <w:r w:rsidRPr="004966C3">
        <w:rPr>
          <w:b/>
        </w:rPr>
        <w:t>чланове</w:t>
      </w:r>
      <w:r w:rsidRPr="004966C3">
        <w:rPr>
          <w:b/>
          <w:lang w:val="it-IT"/>
        </w:rPr>
        <w:t xml:space="preserve"> </w:t>
      </w:r>
      <w:r w:rsidRPr="004966C3">
        <w:rPr>
          <w:b/>
          <w:i/>
          <w:lang w:val="it-IT"/>
        </w:rPr>
        <w:t xml:space="preserve">un </w:t>
      </w:r>
      <w:r w:rsidRPr="004966C3">
        <w:rPr>
          <w:b/>
        </w:rPr>
        <w:t>и</w:t>
      </w:r>
      <w:r w:rsidRPr="004966C3">
        <w:rPr>
          <w:b/>
          <w:lang w:val="it-IT"/>
        </w:rPr>
        <w:t xml:space="preserve"> </w:t>
      </w:r>
      <w:r w:rsidRPr="004966C3">
        <w:rPr>
          <w:b/>
          <w:i/>
          <w:lang w:val="it-IT"/>
        </w:rPr>
        <w:t>un</w:t>
      </w:r>
      <w:r w:rsidRPr="004966C3">
        <w:rPr>
          <w:b/>
          <w:i/>
        </w:rPr>
        <w:t>а</w:t>
      </w:r>
      <w:r w:rsidRPr="004966C3">
        <w:rPr>
          <w:b/>
          <w:i/>
          <w:lang w:val="it-IT"/>
        </w:rPr>
        <w:t xml:space="preserve"> </w:t>
      </w:r>
      <w:r w:rsidRPr="004966C3">
        <w:rPr>
          <w:b/>
        </w:rPr>
        <w:t>које</w:t>
      </w:r>
      <w:r w:rsidRPr="004966C3">
        <w:rPr>
          <w:b/>
          <w:lang w:val="it-IT"/>
        </w:rPr>
        <w:t xml:space="preserve"> </w:t>
      </w:r>
      <w:r w:rsidRPr="004966C3">
        <w:rPr>
          <w:b/>
        </w:rPr>
        <w:t>смо</w:t>
      </w:r>
      <w:r w:rsidRPr="004966C3">
        <w:rPr>
          <w:b/>
          <w:lang w:val="it-IT"/>
        </w:rPr>
        <w:t xml:space="preserve"> </w:t>
      </w:r>
      <w:r w:rsidRPr="004966C3">
        <w:rPr>
          <w:b/>
        </w:rPr>
        <w:t>већ</w:t>
      </w:r>
      <w:r w:rsidRPr="004966C3">
        <w:rPr>
          <w:b/>
          <w:lang w:val="it-IT"/>
        </w:rPr>
        <w:t xml:space="preserve"> </w:t>
      </w:r>
      <w:r w:rsidRPr="004966C3">
        <w:rPr>
          <w:b/>
        </w:rPr>
        <w:t>радили</w:t>
      </w:r>
      <w:r w:rsidRPr="004966C3">
        <w:rPr>
          <w:b/>
          <w:lang w:val="it-IT"/>
        </w:rPr>
        <w:t xml:space="preserve"> (</w:t>
      </w:r>
      <w:r w:rsidRPr="004966C3">
        <w:rPr>
          <w:b/>
        </w:rPr>
        <w:t>нпр</w:t>
      </w:r>
      <w:r w:rsidRPr="004966C3">
        <w:rPr>
          <w:b/>
          <w:lang w:val="it-IT"/>
        </w:rPr>
        <w:t xml:space="preserve">. </w:t>
      </w:r>
      <w:r w:rsidRPr="004966C3">
        <w:rPr>
          <w:b/>
        </w:rPr>
        <w:t>испред</w:t>
      </w:r>
      <w:r w:rsidRPr="004966C3">
        <w:rPr>
          <w:b/>
          <w:lang w:val="it-IT"/>
        </w:rPr>
        <w:t xml:space="preserve"> </w:t>
      </w:r>
      <w:r w:rsidRPr="004966C3">
        <w:rPr>
          <w:b/>
        </w:rPr>
        <w:t>речи</w:t>
      </w:r>
      <w:r w:rsidRPr="004966C3">
        <w:rPr>
          <w:b/>
          <w:lang w:val="it-IT"/>
        </w:rPr>
        <w:t xml:space="preserve"> </w:t>
      </w:r>
      <w:r w:rsidRPr="004966C3">
        <w:rPr>
          <w:b/>
          <w:i/>
          <w:lang w:val="it-IT"/>
        </w:rPr>
        <w:t>fermata, città, parco, stazione, strada, palazzo</w:t>
      </w:r>
      <w:r w:rsidRPr="004966C3">
        <w:rPr>
          <w:b/>
          <w:lang w:val="it-IT"/>
        </w:rPr>
        <w:t xml:space="preserve">). </w:t>
      </w:r>
      <w:r w:rsidRPr="004966C3">
        <w:rPr>
          <w:b/>
        </w:rPr>
        <w:t>Ово</w:t>
      </w:r>
      <w:r w:rsidRPr="004966C3">
        <w:rPr>
          <w:b/>
          <w:lang w:val="it-IT"/>
        </w:rPr>
        <w:t xml:space="preserve"> </w:t>
      </w:r>
      <w:r w:rsidRPr="004966C3">
        <w:rPr>
          <w:b/>
        </w:rPr>
        <w:t>је</w:t>
      </w:r>
      <w:r w:rsidRPr="004966C3">
        <w:rPr>
          <w:b/>
          <w:lang w:val="it-IT"/>
        </w:rPr>
        <w:t xml:space="preserve"> </w:t>
      </w:r>
      <w:r w:rsidRPr="004966C3">
        <w:rPr>
          <w:b/>
        </w:rPr>
        <w:t>добра</w:t>
      </w:r>
      <w:r w:rsidRPr="004966C3">
        <w:rPr>
          <w:b/>
          <w:lang w:val="it-IT"/>
        </w:rPr>
        <w:t xml:space="preserve"> </w:t>
      </w:r>
      <w:r w:rsidRPr="004966C3">
        <w:rPr>
          <w:b/>
        </w:rPr>
        <w:t>прилика</w:t>
      </w:r>
      <w:r w:rsidRPr="004966C3">
        <w:rPr>
          <w:b/>
          <w:lang w:val="it-IT"/>
        </w:rPr>
        <w:t xml:space="preserve"> </w:t>
      </w:r>
      <w:r w:rsidRPr="004966C3">
        <w:rPr>
          <w:b/>
        </w:rPr>
        <w:t>да</w:t>
      </w:r>
      <w:r w:rsidRPr="004966C3">
        <w:rPr>
          <w:b/>
          <w:lang w:val="it-IT"/>
        </w:rPr>
        <w:t xml:space="preserve"> </w:t>
      </w:r>
      <w:r w:rsidRPr="004966C3">
        <w:rPr>
          <w:b/>
        </w:rPr>
        <w:t>ученици</w:t>
      </w:r>
      <w:r w:rsidRPr="004966C3">
        <w:rPr>
          <w:b/>
          <w:lang w:val="it-IT"/>
        </w:rPr>
        <w:t xml:space="preserve"> </w:t>
      </w:r>
      <w:r w:rsidRPr="004966C3">
        <w:rPr>
          <w:b/>
        </w:rPr>
        <w:t>виде</w:t>
      </w:r>
      <w:r w:rsidRPr="004966C3">
        <w:rPr>
          <w:b/>
          <w:lang w:val="it-IT"/>
        </w:rPr>
        <w:t xml:space="preserve"> </w:t>
      </w:r>
      <w:r w:rsidRPr="004966C3">
        <w:rPr>
          <w:b/>
        </w:rPr>
        <w:t>да</w:t>
      </w:r>
      <w:r w:rsidRPr="004966C3">
        <w:rPr>
          <w:b/>
          <w:lang w:val="it-IT"/>
        </w:rPr>
        <w:t xml:space="preserve"> </w:t>
      </w:r>
      <w:r w:rsidRPr="004966C3">
        <w:rPr>
          <w:b/>
        </w:rPr>
        <w:t>испред</w:t>
      </w:r>
      <w:r w:rsidRPr="004966C3">
        <w:rPr>
          <w:b/>
          <w:lang w:val="it-IT"/>
        </w:rPr>
        <w:t xml:space="preserve"> </w:t>
      </w:r>
      <w:r w:rsidRPr="004966C3">
        <w:rPr>
          <w:b/>
        </w:rPr>
        <w:t>именица</w:t>
      </w:r>
      <w:r w:rsidRPr="004966C3">
        <w:rPr>
          <w:b/>
          <w:lang w:val="it-IT"/>
        </w:rPr>
        <w:t xml:space="preserve"> </w:t>
      </w:r>
      <w:r w:rsidRPr="004966C3">
        <w:rPr>
          <w:b/>
        </w:rPr>
        <w:t>женског</w:t>
      </w:r>
      <w:r w:rsidRPr="004966C3">
        <w:rPr>
          <w:b/>
          <w:lang w:val="it-IT"/>
        </w:rPr>
        <w:t xml:space="preserve"> </w:t>
      </w:r>
      <w:r w:rsidRPr="004966C3">
        <w:rPr>
          <w:b/>
        </w:rPr>
        <w:t>рода</w:t>
      </w:r>
      <w:r w:rsidRPr="004966C3">
        <w:rPr>
          <w:b/>
          <w:lang w:val="it-IT"/>
        </w:rPr>
        <w:t xml:space="preserve"> </w:t>
      </w:r>
      <w:r w:rsidRPr="004966C3">
        <w:rPr>
          <w:b/>
        </w:rPr>
        <w:t>типа</w:t>
      </w:r>
      <w:r w:rsidRPr="004966C3">
        <w:rPr>
          <w:b/>
          <w:lang w:val="it-IT"/>
        </w:rPr>
        <w:t xml:space="preserve"> </w:t>
      </w:r>
      <w:r w:rsidRPr="004966C3">
        <w:rPr>
          <w:b/>
          <w:i/>
          <w:lang w:val="it-IT"/>
        </w:rPr>
        <w:t xml:space="preserve">stazione, strada </w:t>
      </w:r>
      <w:r w:rsidRPr="004966C3">
        <w:rPr>
          <w:b/>
        </w:rPr>
        <w:t>иде</w:t>
      </w:r>
      <w:r w:rsidRPr="004966C3">
        <w:rPr>
          <w:b/>
          <w:lang w:val="it-IT"/>
        </w:rPr>
        <w:t xml:space="preserve"> </w:t>
      </w:r>
      <w:r w:rsidRPr="004966C3">
        <w:rPr>
          <w:b/>
        </w:rPr>
        <w:t>члан</w:t>
      </w:r>
      <w:r w:rsidRPr="004966C3">
        <w:rPr>
          <w:b/>
          <w:lang w:val="it-IT"/>
        </w:rPr>
        <w:t xml:space="preserve"> </w:t>
      </w:r>
      <w:r w:rsidRPr="004966C3">
        <w:rPr>
          <w:b/>
          <w:i/>
          <w:lang w:val="it-IT"/>
        </w:rPr>
        <w:t>un</w:t>
      </w:r>
      <w:r w:rsidRPr="004966C3">
        <w:rPr>
          <w:b/>
          <w:i/>
        </w:rPr>
        <w:t>а</w:t>
      </w:r>
      <w:r w:rsidRPr="004966C3">
        <w:rPr>
          <w:b/>
          <w:i/>
          <w:lang w:val="it-IT"/>
        </w:rPr>
        <w:t xml:space="preserve"> </w:t>
      </w:r>
      <w:r w:rsidRPr="004966C3">
        <w:rPr>
          <w:b/>
        </w:rPr>
        <w:t>јер</w:t>
      </w:r>
      <w:r w:rsidRPr="004966C3">
        <w:rPr>
          <w:b/>
          <w:lang w:val="it-IT"/>
        </w:rPr>
        <w:t xml:space="preserve"> </w:t>
      </w:r>
      <w:r w:rsidRPr="004966C3">
        <w:rPr>
          <w:b/>
        </w:rPr>
        <w:t>често</w:t>
      </w:r>
      <w:r w:rsidRPr="004966C3">
        <w:rPr>
          <w:b/>
          <w:lang w:val="it-IT"/>
        </w:rPr>
        <w:t xml:space="preserve"> </w:t>
      </w:r>
      <w:r w:rsidRPr="004966C3">
        <w:rPr>
          <w:b/>
        </w:rPr>
        <w:t>ученици</w:t>
      </w:r>
      <w:r w:rsidRPr="004966C3">
        <w:rPr>
          <w:b/>
          <w:lang w:val="it-IT"/>
        </w:rPr>
        <w:t xml:space="preserve"> </w:t>
      </w:r>
      <w:r w:rsidRPr="004966C3">
        <w:rPr>
          <w:b/>
        </w:rPr>
        <w:t>пренесу</w:t>
      </w:r>
      <w:r w:rsidRPr="004966C3">
        <w:rPr>
          <w:b/>
          <w:lang w:val="it-IT"/>
        </w:rPr>
        <w:t xml:space="preserve"> </w:t>
      </w:r>
      <w:r w:rsidRPr="004966C3">
        <w:rPr>
          <w:b/>
        </w:rPr>
        <w:t>правило</w:t>
      </w:r>
      <w:r w:rsidRPr="004966C3">
        <w:rPr>
          <w:b/>
          <w:lang w:val="it-IT"/>
        </w:rPr>
        <w:t xml:space="preserve"> </w:t>
      </w:r>
      <w:r w:rsidRPr="004966C3">
        <w:rPr>
          <w:b/>
        </w:rPr>
        <w:t>за</w:t>
      </w:r>
      <w:r w:rsidRPr="004966C3">
        <w:rPr>
          <w:b/>
          <w:lang w:val="it-IT"/>
        </w:rPr>
        <w:t xml:space="preserve"> </w:t>
      </w:r>
      <w:r w:rsidRPr="004966C3">
        <w:rPr>
          <w:b/>
        </w:rPr>
        <w:t>именице</w:t>
      </w:r>
      <w:r w:rsidRPr="004966C3">
        <w:rPr>
          <w:b/>
          <w:lang w:val="it-IT"/>
        </w:rPr>
        <w:t xml:space="preserve"> </w:t>
      </w:r>
      <w:r w:rsidRPr="004966C3">
        <w:rPr>
          <w:b/>
        </w:rPr>
        <w:t>мушког</w:t>
      </w:r>
      <w:r w:rsidRPr="004966C3">
        <w:rPr>
          <w:b/>
          <w:lang w:val="it-IT"/>
        </w:rPr>
        <w:t xml:space="preserve"> </w:t>
      </w:r>
      <w:r w:rsidRPr="004966C3">
        <w:rPr>
          <w:b/>
        </w:rPr>
        <w:t>рода</w:t>
      </w:r>
      <w:r w:rsidRPr="004966C3">
        <w:rPr>
          <w:b/>
          <w:lang w:val="it-IT"/>
        </w:rPr>
        <w:t xml:space="preserve"> </w:t>
      </w:r>
      <w:r w:rsidRPr="004966C3">
        <w:rPr>
          <w:b/>
        </w:rPr>
        <w:t>на</w:t>
      </w:r>
      <w:r w:rsidRPr="004966C3">
        <w:rPr>
          <w:b/>
          <w:lang w:val="it-IT"/>
        </w:rPr>
        <w:t xml:space="preserve"> </w:t>
      </w:r>
      <w:r w:rsidRPr="004966C3">
        <w:rPr>
          <w:b/>
        </w:rPr>
        <w:t>оне</w:t>
      </w:r>
      <w:r w:rsidRPr="004966C3">
        <w:rPr>
          <w:b/>
          <w:lang w:val="it-IT"/>
        </w:rPr>
        <w:t xml:space="preserve"> </w:t>
      </w:r>
      <w:r w:rsidRPr="004966C3">
        <w:rPr>
          <w:b/>
        </w:rPr>
        <w:t>у</w:t>
      </w:r>
      <w:r w:rsidRPr="004966C3">
        <w:rPr>
          <w:b/>
          <w:lang w:val="it-IT"/>
        </w:rPr>
        <w:t xml:space="preserve">  </w:t>
      </w:r>
      <w:r w:rsidRPr="004966C3">
        <w:rPr>
          <w:b/>
        </w:rPr>
        <w:t>женском</w:t>
      </w:r>
      <w:r w:rsidRPr="004966C3">
        <w:rPr>
          <w:b/>
          <w:lang w:val="it-IT"/>
        </w:rPr>
        <w:t>.</w:t>
      </w:r>
    </w:p>
    <w:p w:rsidR="00F01BE7" w:rsidRPr="004966C3" w:rsidRDefault="00F01BE7" w:rsidP="002E1D9B">
      <w:pPr>
        <w:shd w:val="clear" w:color="auto" w:fill="FFFFFF"/>
        <w:jc w:val="both"/>
        <w:rPr>
          <w:b/>
          <w:lang w:val="it-IT"/>
        </w:rPr>
      </w:pPr>
      <w:r w:rsidRPr="004966C3">
        <w:rPr>
          <w:b/>
        </w:rPr>
        <w:t>Након</w:t>
      </w:r>
      <w:r w:rsidRPr="004966C3">
        <w:rPr>
          <w:b/>
          <w:lang w:val="it-IT"/>
        </w:rPr>
        <w:t xml:space="preserve"> </w:t>
      </w:r>
      <w:r w:rsidRPr="004966C3">
        <w:rPr>
          <w:b/>
        </w:rPr>
        <w:t>тога</w:t>
      </w:r>
      <w:r w:rsidRPr="004966C3">
        <w:rPr>
          <w:b/>
          <w:lang w:val="it-IT"/>
        </w:rPr>
        <w:t xml:space="preserve"> </w:t>
      </w:r>
      <w:r w:rsidRPr="004966C3">
        <w:rPr>
          <w:b/>
        </w:rPr>
        <w:t>раде</w:t>
      </w:r>
      <w:r w:rsidRPr="004966C3">
        <w:rPr>
          <w:b/>
          <w:lang w:val="it-IT"/>
        </w:rPr>
        <w:t xml:space="preserve"> </w:t>
      </w:r>
      <w:r w:rsidRPr="004966C3">
        <w:rPr>
          <w:b/>
        </w:rPr>
        <w:t>вежбу</w:t>
      </w:r>
      <w:r w:rsidRPr="004966C3">
        <w:rPr>
          <w:b/>
          <w:lang w:val="it-IT"/>
        </w:rPr>
        <w:t xml:space="preserve"> </w:t>
      </w:r>
      <w:r w:rsidRPr="004966C3">
        <w:rPr>
          <w:b/>
          <w:i/>
          <w:lang w:val="it-IT"/>
        </w:rPr>
        <w:t xml:space="preserve">Completa! </w:t>
      </w:r>
      <w:r w:rsidRPr="004966C3">
        <w:rPr>
          <w:b/>
        </w:rPr>
        <w:t>у</w:t>
      </w:r>
      <w:r w:rsidRPr="004966C3">
        <w:rPr>
          <w:b/>
          <w:lang w:val="it-IT"/>
        </w:rPr>
        <w:t xml:space="preserve"> </w:t>
      </w:r>
      <w:r w:rsidRPr="004966C3">
        <w:rPr>
          <w:b/>
        </w:rPr>
        <w:t>Уџбенику</w:t>
      </w:r>
      <w:r w:rsidRPr="004966C3">
        <w:rPr>
          <w:b/>
          <w:lang w:val="it-IT"/>
        </w:rPr>
        <w:t>.</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i/>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(7-8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Ученици утврђују и систематизују своја знања о члановима кроз вежбу 2 у Радној свесци у којој треба да допуне реченице свим одређеним члановима. Задатак раде индивидуално, а потом га заједно проверавамо.</w:t>
      </w:r>
    </w:p>
    <w:p w:rsidR="00F01BE7" w:rsidRPr="004966C3" w:rsidRDefault="00F01BE7" w:rsidP="002E1D9B">
      <w:pPr>
        <w:shd w:val="clear" w:color="auto" w:fill="FFFFFF"/>
        <w:jc w:val="both"/>
        <w:rPr>
          <w:lang w:val="sr-Cyrl-CS"/>
        </w:rPr>
      </w:pPr>
    </w:p>
    <w:p w:rsidR="00F01BE7" w:rsidRPr="004966C3" w:rsidRDefault="00F01BE7" w:rsidP="002E1D9B">
      <w:pPr>
        <w:shd w:val="clear" w:color="auto" w:fill="FFFFFF"/>
        <w:jc w:val="both"/>
        <w:rPr>
          <w:lang w:val="sr-Cyrl-CS"/>
        </w:rPr>
      </w:pPr>
    </w:p>
    <w:p w:rsidR="00F01BE7" w:rsidRPr="004966C3" w:rsidRDefault="00F01BE7" w:rsidP="002E1D9B">
      <w:pPr>
        <w:shd w:val="clear" w:color="auto" w:fill="FFFFFF"/>
        <w:jc w:val="both"/>
        <w:rPr>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sr-Cyrl-CS"/>
        </w:rPr>
      </w:pPr>
      <w:r w:rsidRPr="004966C3">
        <w:rPr>
          <w:b/>
          <w:sz w:val="32"/>
          <w:szCs w:val="32"/>
          <w:lang w:val="sr-Cyrl-CS"/>
        </w:rPr>
        <w:t>Припрема за час бр. 15</w:t>
      </w:r>
    </w:p>
    <w:p w:rsidR="00F01BE7" w:rsidRPr="004966C3" w:rsidRDefault="00F01BE7" w:rsidP="002E1D9B">
      <w:pPr>
        <w:shd w:val="clear" w:color="auto" w:fill="FFFFFF"/>
        <w:jc w:val="center"/>
        <w:rPr>
          <w:b/>
          <w:sz w:val="32"/>
          <w:szCs w:val="32"/>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Esercizi grammaticali e lessicali</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утврђивање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дијалошка, писане вежбе, лудичке активности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 групни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Уџбеник, Радна свеска, додатни материјал</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 утврђивање облика садашњег времена глагола I и II ко</w:t>
      </w:r>
      <w:r w:rsidRPr="004966C3">
        <w:rPr>
          <w:b/>
          <w:lang w:val="sr-Cyrl-BA"/>
        </w:rPr>
        <w:t>њ</w:t>
      </w:r>
      <w:r w:rsidRPr="004966C3">
        <w:rPr>
          <w:b/>
        </w:rPr>
        <w:t xml:space="preserve">угације, неправилног глагола </w:t>
      </w:r>
      <w:r w:rsidRPr="004966C3">
        <w:rPr>
          <w:b/>
          <w:i/>
        </w:rPr>
        <w:t>andare</w:t>
      </w:r>
      <w:r w:rsidRPr="004966C3">
        <w:rPr>
          <w:b/>
        </w:rPr>
        <w:t xml:space="preserve"> и модалног глагола </w:t>
      </w:r>
      <w:r w:rsidRPr="004966C3">
        <w:rPr>
          <w:b/>
          <w:i/>
        </w:rPr>
        <w:t>sapere</w:t>
      </w:r>
      <w:r w:rsidRPr="004966C3">
        <w:rPr>
          <w:b/>
        </w:rPr>
        <w:t xml:space="preserve">; одређених чланова и лексике у вези са одласком у биоскоп </w:t>
      </w:r>
    </w:p>
    <w:p w:rsidR="00F01BE7" w:rsidRPr="004966C3" w:rsidRDefault="00F01BE7" w:rsidP="002E1D9B">
      <w:pPr>
        <w:pStyle w:val="ListParagraph"/>
        <w:numPr>
          <w:ilvl w:val="0"/>
          <w:numId w:val="17"/>
        </w:numPr>
        <w:rPr>
          <w:b/>
          <w:u w:val="single"/>
        </w:rPr>
      </w:pPr>
      <w:r w:rsidRPr="004966C3">
        <w:rPr>
          <w:b/>
        </w:rPr>
        <w:t xml:space="preserve">     </w:t>
      </w:r>
      <w:r w:rsidRPr="004966C3">
        <w:rPr>
          <w:b/>
          <w:lang w:val="sr-Cyrl-CS"/>
        </w:rPr>
        <w:t xml:space="preserve">     </w:t>
      </w:r>
      <w:r w:rsidRPr="004966C3">
        <w:rPr>
          <w:b/>
          <w:u w:val="single"/>
          <w:lang w:val="sr-Cyrl-CS"/>
        </w:rPr>
        <w:t>Очекивани исходи:</w:t>
      </w:r>
    </w:p>
    <w:p w:rsidR="00F01BE7" w:rsidRPr="004966C3" w:rsidRDefault="00F01BE7" w:rsidP="002E1D9B">
      <w:pPr>
        <w:shd w:val="clear" w:color="auto" w:fill="FFFFFF"/>
        <w:ind w:left="1440"/>
        <w:contextualSpacing/>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shd w:val="clear" w:color="auto" w:fill="FFFFFF"/>
        <w:contextualSpacing/>
        <w:rPr>
          <w:b/>
        </w:rPr>
      </w:pPr>
      <w:r w:rsidRPr="004966C3">
        <w:rPr>
          <w:b/>
        </w:rPr>
        <w:t xml:space="preserve">               </w:t>
      </w:r>
    </w:p>
    <w:p w:rsidR="00F01BE7" w:rsidRPr="004966C3" w:rsidRDefault="00F01BE7" w:rsidP="002E1D9B">
      <w:pPr>
        <w:numPr>
          <w:ilvl w:val="0"/>
          <w:numId w:val="36"/>
        </w:numPr>
        <w:shd w:val="clear" w:color="auto" w:fill="FFFFFF"/>
        <w:rPr>
          <w:b/>
        </w:rPr>
      </w:pPr>
      <w:r w:rsidRPr="004966C3">
        <w:rPr>
          <w:b/>
        </w:rPr>
        <w:t>користе утврђене језичке структуре у различитим контекстима</w:t>
      </w:r>
    </w:p>
    <w:p w:rsidR="00F01BE7" w:rsidRPr="004966C3" w:rsidRDefault="00F01BE7" w:rsidP="002E1D9B">
      <w:pPr>
        <w:shd w:val="clear" w:color="auto" w:fill="FFFFFF"/>
        <w:rPr>
          <w:b/>
          <w:u w:val="dotted"/>
          <w:lang w:val="sr-Cyrl-CS"/>
        </w:rPr>
      </w:pPr>
    </w:p>
    <w:p w:rsidR="00F01BE7" w:rsidRPr="004966C3" w:rsidRDefault="00F01BE7" w:rsidP="002E1D9B">
      <w:pPr>
        <w:pStyle w:val="ListParagraph"/>
        <w:shd w:val="clear" w:color="auto" w:fill="FFFFFF"/>
        <w:ind w:left="144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Задаје вежбе и надгледа њихову израду, исправља грешке, иницира дијалог и интеракцију међу ученицима.</w:t>
      </w:r>
    </w:p>
    <w:p w:rsidR="00F01BE7" w:rsidRPr="004966C3" w:rsidRDefault="00F01BE7" w:rsidP="002E1D9B">
      <w:pPr>
        <w:numPr>
          <w:ilvl w:val="0"/>
          <w:numId w:val="12"/>
        </w:numPr>
        <w:shd w:val="clear" w:color="auto" w:fill="FFFFFF"/>
        <w:jc w:val="both"/>
      </w:pPr>
      <w:r w:rsidRPr="004966C3">
        <w:rPr>
          <w:b/>
          <w:u w:val="dotted"/>
        </w:rPr>
        <w:t>Ученика</w:t>
      </w:r>
      <w:r w:rsidRPr="004966C3">
        <w:rPr>
          <w:b/>
        </w:rPr>
        <w:t>: Раде вежбе које наставник зада, учествују у дијалогу, одговарају на питања наставника, раде задату групну лудичку активност.</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(5 минута)</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Враћам ученицима домаће задатке које сам прегледала код куће, коментаришем најфреквентније грешке и похваљујем труд и креативност неких ученика.</w:t>
      </w:r>
    </w:p>
    <w:p w:rsidR="00F01BE7" w:rsidRPr="004966C3" w:rsidRDefault="00F01BE7" w:rsidP="002E1D9B">
      <w:pPr>
        <w:shd w:val="clear" w:color="auto" w:fill="FFFFFF"/>
        <w:jc w:val="both"/>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w:t>
      </w:r>
      <w:r w:rsidRPr="004966C3">
        <w:rPr>
          <w:b/>
        </w:rPr>
        <w:t>25</w:t>
      </w:r>
      <w:r w:rsidRPr="004966C3">
        <w:rPr>
          <w:b/>
          <w:lang w:val="sr-Cyrl-CS"/>
        </w:rPr>
        <w:t xml:space="preserve">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rPr>
      </w:pPr>
      <w:r w:rsidRPr="004966C3">
        <w:rPr>
          <w:b/>
        </w:rPr>
        <w:t xml:space="preserve">Задајем ученицима да ураде вежбу 3 у Радној свесци. Повезивањем делова реченица ученици обнављају облике садашњег времена  неправилног глагола </w:t>
      </w:r>
      <w:r w:rsidRPr="004966C3">
        <w:rPr>
          <w:b/>
          <w:i/>
        </w:rPr>
        <w:t xml:space="preserve">andare, </w:t>
      </w:r>
      <w:r w:rsidRPr="004966C3">
        <w:rPr>
          <w:b/>
        </w:rPr>
        <w:t xml:space="preserve">али и лексику везану за важна места и установе у граду. </w:t>
      </w:r>
    </w:p>
    <w:p w:rsidR="00F01BE7" w:rsidRPr="004966C3" w:rsidRDefault="00F01BE7" w:rsidP="002E1D9B">
      <w:pPr>
        <w:shd w:val="clear" w:color="auto" w:fill="FFFFFF"/>
        <w:jc w:val="both"/>
        <w:rPr>
          <w:b/>
        </w:rPr>
      </w:pPr>
      <w:r w:rsidRPr="004966C3">
        <w:rPr>
          <w:b/>
        </w:rPr>
        <w:t>Када заједно проверимо овај задатак, упућујем их на 7. вежбу у којој треба да споје радње и места у/на којима се оне раде. Проширујем овај задатак тако што од ученика тражим да саставе реченице попут оних из претходног вежбања (</w:t>
      </w:r>
      <w:r w:rsidRPr="004966C3">
        <w:rPr>
          <w:b/>
          <w:i/>
        </w:rPr>
        <w:t>nuotare – al mare -&gt; Vado al mare per nuotare; vedere un film – al cinema -&gt; I ragazzi vanno al cinema per vedere un film.</w:t>
      </w:r>
      <w:r w:rsidRPr="004966C3">
        <w:rPr>
          <w:b/>
        </w:rPr>
        <w:t xml:space="preserve"> итд.)</w:t>
      </w:r>
    </w:p>
    <w:p w:rsidR="00F01BE7" w:rsidRPr="004966C3" w:rsidRDefault="00F01BE7" w:rsidP="002E1D9B">
      <w:pPr>
        <w:shd w:val="clear" w:color="auto" w:fill="FFFFFF"/>
        <w:jc w:val="both"/>
        <w:rPr>
          <w:b/>
        </w:rPr>
      </w:pPr>
      <w:r w:rsidRPr="004966C3">
        <w:rPr>
          <w:b/>
        </w:rPr>
        <w:t>Користим реченице из претходне вежбе да отпочнем разговор са ученицим у оквиру ког би требало да користе што више научене облике презента, али и нове речи.</w:t>
      </w:r>
    </w:p>
    <w:p w:rsidR="00F01BE7" w:rsidRPr="004966C3" w:rsidRDefault="00F01BE7" w:rsidP="002E1D9B">
      <w:pPr>
        <w:shd w:val="clear" w:color="auto" w:fill="FFFFFF"/>
        <w:jc w:val="both"/>
        <w:rPr>
          <w:b/>
          <w:i/>
        </w:rPr>
      </w:pP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Andate spesso al cinema?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Cosa comprate prima di andare al cinema? I biglietti?</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E qualcosa da mangiare?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A chi piace il cinema 3D?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Cosa ci mettiamo quando andiamo al cinema 3D? Gli occhiali? Quali? Gli occhiali da sole? No, sono gli occhiali speciali.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E dopo il cinema dove andate? In pizzeria forse?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Cosa fate se siete in ritardo e gli amici vi aspettano? </w:t>
      </w:r>
    </w:p>
    <w:p w:rsidR="00F01BE7" w:rsidRPr="004966C3" w:rsidRDefault="00F01BE7" w:rsidP="002E1D9B">
      <w:pPr>
        <w:shd w:val="clear" w:color="auto" w:fill="FFFFFF"/>
        <w:jc w:val="both"/>
        <w:rPr>
          <w:b/>
          <w:i/>
          <w:lang w:val="it-IT"/>
        </w:rPr>
      </w:pPr>
    </w:p>
    <w:p w:rsidR="00F01BE7" w:rsidRPr="004966C3" w:rsidRDefault="00F01BE7" w:rsidP="002E1D9B">
      <w:pPr>
        <w:shd w:val="clear" w:color="auto" w:fill="FFFFFF"/>
        <w:jc w:val="both"/>
        <w:rPr>
          <w:b/>
          <w:i/>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w:t>
      </w:r>
      <w:r w:rsidRPr="004966C3">
        <w:rPr>
          <w:b/>
          <w:lang w:val="it-IT"/>
        </w:rPr>
        <w:t>15</w:t>
      </w:r>
      <w:r w:rsidRPr="004966C3">
        <w:rPr>
          <w:b/>
          <w:lang w:val="sr-Cyrl-CS"/>
        </w:rPr>
        <w:t xml:space="preserve">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it-IT"/>
        </w:rPr>
      </w:pPr>
      <w:r w:rsidRPr="004966C3">
        <w:rPr>
          <w:b/>
          <w:lang w:val="sr-Cyrl-CS"/>
        </w:rPr>
        <w:t xml:space="preserve">Последња активност на овом часу за циљ има утврђивање облика одређеног члана кроз групну игру. Свака група има по четири члана. Ученици дођу до табле и ја им дам сличицу неког појма. Један ученик треба да напише ту реч на италијанском, други да стави члан испред ње, трећи да напише множину именице, а четврти да стави члан испред речи у множини. Када добију папирић, ученици имају мало времена да се договоре ко ће шта да уради. Ако сви ураде тачно, група остаје у такмичењу, али ако само један члан погреши, група испада. Побеђује група која најдуже остане у игри, односно која не направи грешку. </w:t>
      </w:r>
      <w:r w:rsidRPr="004966C3">
        <w:rPr>
          <w:b/>
        </w:rPr>
        <w:t>Речи</w:t>
      </w:r>
      <w:r w:rsidRPr="004966C3">
        <w:rPr>
          <w:b/>
          <w:lang w:val="it-IT"/>
        </w:rPr>
        <w:t xml:space="preserve"> </w:t>
      </w:r>
      <w:r w:rsidRPr="004966C3">
        <w:rPr>
          <w:b/>
        </w:rPr>
        <w:t>представљене</w:t>
      </w:r>
      <w:r w:rsidRPr="004966C3">
        <w:rPr>
          <w:b/>
          <w:lang w:val="it-IT"/>
        </w:rPr>
        <w:t xml:space="preserve"> </w:t>
      </w:r>
      <w:r w:rsidRPr="004966C3">
        <w:rPr>
          <w:b/>
        </w:rPr>
        <w:t>сличицама</w:t>
      </w:r>
      <w:r w:rsidRPr="004966C3">
        <w:rPr>
          <w:b/>
          <w:lang w:val="it-IT"/>
        </w:rPr>
        <w:t xml:space="preserve"> </w:t>
      </w:r>
      <w:r w:rsidRPr="004966C3">
        <w:rPr>
          <w:b/>
        </w:rPr>
        <w:t>су</w:t>
      </w:r>
      <w:r w:rsidRPr="004966C3">
        <w:rPr>
          <w:b/>
          <w:lang w:val="it-IT"/>
        </w:rPr>
        <w:t xml:space="preserve">: </w:t>
      </w:r>
      <w:r w:rsidRPr="004966C3">
        <w:rPr>
          <w:b/>
          <w:i/>
          <w:lang w:val="it-IT"/>
        </w:rPr>
        <w:t>autobus, cellulare, televisore, cane, libro, astuccio, zaino, orologio, finestra...</w:t>
      </w:r>
    </w:p>
    <w:p w:rsidR="00F01BE7" w:rsidRPr="004966C3" w:rsidRDefault="00F01BE7" w:rsidP="002E1D9B">
      <w:pPr>
        <w:shd w:val="clear" w:color="auto" w:fill="FFFFFF"/>
        <w:jc w:val="both"/>
        <w:rPr>
          <w:b/>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4966C3">
        <w:rPr>
          <w:b/>
          <w:sz w:val="32"/>
          <w:szCs w:val="32"/>
          <w:lang w:val="sr-Cyrl-CS"/>
        </w:rPr>
        <w:t>П</w:t>
      </w:r>
      <w:r w:rsidRPr="004966C3">
        <w:rPr>
          <w:b/>
          <w:sz w:val="32"/>
          <w:szCs w:val="32"/>
        </w:rPr>
        <w:t>рипрема</w:t>
      </w:r>
      <w:r w:rsidRPr="004966C3">
        <w:rPr>
          <w:b/>
          <w:sz w:val="32"/>
          <w:szCs w:val="32"/>
          <w:lang w:val="it-IT"/>
        </w:rPr>
        <w:t xml:space="preserve"> </w:t>
      </w:r>
      <w:r w:rsidRPr="004966C3">
        <w:rPr>
          <w:b/>
          <w:sz w:val="32"/>
          <w:szCs w:val="32"/>
          <w:lang w:val="sr-Cyrl-CS"/>
        </w:rPr>
        <w:t xml:space="preserve">за </w:t>
      </w:r>
      <w:r w:rsidRPr="004966C3">
        <w:rPr>
          <w:b/>
          <w:sz w:val="32"/>
          <w:szCs w:val="32"/>
        </w:rPr>
        <w:t>час</w:t>
      </w:r>
      <w:r w:rsidRPr="004966C3">
        <w:rPr>
          <w:b/>
          <w:sz w:val="32"/>
          <w:szCs w:val="32"/>
          <w:lang w:val="it-IT"/>
        </w:rPr>
        <w:t xml:space="preserve"> </w:t>
      </w:r>
      <w:r w:rsidRPr="004966C3">
        <w:rPr>
          <w:b/>
          <w:sz w:val="32"/>
          <w:szCs w:val="32"/>
        </w:rPr>
        <w:t>бр</w:t>
      </w:r>
      <w:r w:rsidRPr="004966C3">
        <w:rPr>
          <w:b/>
          <w:sz w:val="32"/>
          <w:szCs w:val="32"/>
          <w:lang w:val="it-IT"/>
        </w:rPr>
        <w:t>. 16</w:t>
      </w:r>
    </w:p>
    <w:p w:rsidR="00F01BE7" w:rsidRPr="004966C3" w:rsidRDefault="00F01BE7" w:rsidP="002E1D9B">
      <w:pPr>
        <w:shd w:val="clear" w:color="auto" w:fill="FFFFFF"/>
        <w:jc w:val="center"/>
        <w:rPr>
          <w:b/>
          <w:sz w:val="32"/>
          <w:szCs w:val="32"/>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Venezia – città sull’acqua</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вежбање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илустративна, израда пројекта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фронтални, индивидуални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xml:space="preserve">: Уџбеник, Радна свеска, </w:t>
      </w:r>
      <w:r w:rsidRPr="004966C3">
        <w:rPr>
          <w:b/>
          <w:lang w:val="it-IT"/>
        </w:rPr>
        <w:t>CD</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pStyle w:val="ListParagraph"/>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Корелација</w:t>
      </w:r>
      <w:r w:rsidRPr="004966C3">
        <w:rPr>
          <w:b/>
          <w:lang w:val="sr-Cyrl-CS"/>
        </w:rPr>
        <w:t>: географија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 увежбавање читања и усмене продукције кроз текст и разговор о Венецији, проширивање лексичког фонда са претходних часова и знања о овом граду</w:t>
      </w:r>
    </w:p>
    <w:p w:rsidR="00F01BE7" w:rsidRPr="004966C3" w:rsidRDefault="00F01BE7" w:rsidP="002E1D9B">
      <w:pPr>
        <w:pStyle w:val="ListParagraph"/>
        <w:numPr>
          <w:ilvl w:val="0"/>
          <w:numId w:val="17"/>
        </w:numPr>
        <w:rPr>
          <w:b/>
          <w:u w:val="single"/>
        </w:rPr>
      </w:pPr>
      <w:r w:rsidRPr="004966C3">
        <w:rPr>
          <w:b/>
        </w:rPr>
        <w:t xml:space="preserve">     </w:t>
      </w:r>
      <w:r w:rsidRPr="004966C3">
        <w:rPr>
          <w:b/>
          <w:lang w:val="sr-Cyrl-CS"/>
        </w:rPr>
        <w:t xml:space="preserve">     </w:t>
      </w:r>
      <w:r w:rsidRPr="004966C3">
        <w:rPr>
          <w:b/>
          <w:u w:val="single"/>
          <w:lang w:val="sr-Cyrl-CS"/>
        </w:rPr>
        <w:t>Очекивани исходи:</w:t>
      </w:r>
    </w:p>
    <w:p w:rsidR="00F01BE7" w:rsidRPr="004966C3" w:rsidRDefault="00F01BE7" w:rsidP="002E1D9B">
      <w:pPr>
        <w:shd w:val="clear" w:color="auto" w:fill="FFFFFF"/>
        <w:ind w:left="1440"/>
        <w:contextualSpacing/>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0"/>
          <w:numId w:val="37"/>
        </w:numPr>
        <w:shd w:val="clear" w:color="auto" w:fill="FFFFFF"/>
        <w:ind w:firstLine="270"/>
        <w:rPr>
          <w:b/>
          <w:lang w:val="sr-Cyrl-CS"/>
        </w:rPr>
      </w:pPr>
      <w:r w:rsidRPr="004966C3">
        <w:rPr>
          <w:b/>
          <w:lang w:val="sr-Cyrl-CS"/>
        </w:rPr>
        <w:t>разумеју и умеју да правилно прочитају обрађени текст</w:t>
      </w:r>
    </w:p>
    <w:p w:rsidR="00F01BE7" w:rsidRPr="004966C3" w:rsidRDefault="00F01BE7" w:rsidP="002E1D9B">
      <w:pPr>
        <w:pStyle w:val="ListParagraph"/>
        <w:numPr>
          <w:ilvl w:val="0"/>
          <w:numId w:val="37"/>
        </w:numPr>
        <w:shd w:val="clear" w:color="auto" w:fill="FFFFFF"/>
        <w:ind w:firstLine="270"/>
        <w:rPr>
          <w:b/>
          <w:lang w:val="sr-Cyrl-CS"/>
        </w:rPr>
      </w:pPr>
      <w:r w:rsidRPr="004966C3">
        <w:rPr>
          <w:b/>
          <w:lang w:val="sr-Cyrl-CS"/>
        </w:rPr>
        <w:t xml:space="preserve">користећи елементе текста и предходна знања </w:t>
      </w:r>
      <w:r w:rsidRPr="004966C3">
        <w:rPr>
          <w:b/>
        </w:rPr>
        <w:t xml:space="preserve"> описују Венецију и њене   </w:t>
      </w:r>
    </w:p>
    <w:p w:rsidR="00F01BE7" w:rsidRPr="004966C3" w:rsidRDefault="00F01BE7" w:rsidP="002E1D9B">
      <w:pPr>
        <w:pStyle w:val="ListParagraph"/>
        <w:shd w:val="clear" w:color="auto" w:fill="FFFFFF"/>
        <w:tabs>
          <w:tab w:val="left" w:pos="1476"/>
        </w:tabs>
        <w:ind w:left="0"/>
        <w:rPr>
          <w:b/>
          <w:lang w:val="sr-Cyrl-CS"/>
        </w:rPr>
      </w:pPr>
      <w:r w:rsidRPr="004966C3">
        <w:rPr>
          <w:b/>
          <w:lang w:val="sr-Cyrl-CS"/>
        </w:rPr>
        <w:tab/>
        <w:t>специфичности и свој град</w:t>
      </w: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Иницира дијалог пре и након слушања и читања текста, исправља грешке приликом читања, задаје домаћи задатак, упућује ученике на израду постера о Венецији.</w:t>
      </w:r>
    </w:p>
    <w:p w:rsidR="00F01BE7" w:rsidRPr="004966C3" w:rsidRDefault="00F01BE7" w:rsidP="002E1D9B">
      <w:pPr>
        <w:numPr>
          <w:ilvl w:val="0"/>
          <w:numId w:val="12"/>
        </w:numPr>
        <w:shd w:val="clear" w:color="auto" w:fill="FFFFFF"/>
        <w:jc w:val="both"/>
      </w:pPr>
      <w:r w:rsidRPr="004966C3">
        <w:rPr>
          <w:b/>
          <w:u w:val="dotted"/>
        </w:rPr>
        <w:t>Ученика</w:t>
      </w:r>
      <w:r w:rsidRPr="004966C3">
        <w:rPr>
          <w:b/>
        </w:rPr>
        <w:t>: Учествују у разговору, одговарају на питања наставника и постављају питања у вези са текстом, износе своје мишљење, читају текстове из Радне свеске.</w:t>
      </w: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(5 минута)</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 xml:space="preserve">Враћамо се на фотографију на преградним странама Уџбеника и подсећамо се шта је то гондола, зашто је симбол Венеције: </w:t>
      </w:r>
    </w:p>
    <w:p w:rsidR="00F01BE7" w:rsidRPr="004966C3" w:rsidRDefault="00F01BE7" w:rsidP="002E1D9B">
      <w:pPr>
        <w:pStyle w:val="ListParagraph"/>
        <w:numPr>
          <w:ilvl w:val="0"/>
          <w:numId w:val="16"/>
        </w:numPr>
        <w:shd w:val="clear" w:color="auto" w:fill="FFFFFF"/>
        <w:jc w:val="both"/>
        <w:rPr>
          <w:b/>
          <w:i/>
          <w:lang w:val="it-IT"/>
        </w:rPr>
      </w:pPr>
      <w:r w:rsidRPr="004966C3">
        <w:rPr>
          <w:b/>
          <w:i/>
        </w:rPr>
        <w:t xml:space="preserve">Chi è in gondola?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Come si chiamano le persone che portano i turisti in gondola?</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sono vestiti i gondolieri?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Di che colore è l’acqua del canale? </w:t>
      </w: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(25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rPr>
      </w:pPr>
      <w:r w:rsidRPr="004966C3">
        <w:rPr>
          <w:b/>
          <w:lang w:val="sr-Cyrl-CS"/>
        </w:rPr>
        <w:t xml:space="preserve">Пуштам снимак текста и говорим ученицима да га прате у Уџбенику. Проверавам глобално разумевање текста и развијам конверзацију кроз питања из рубрике </w:t>
      </w:r>
      <w:r w:rsidRPr="004966C3">
        <w:rPr>
          <w:b/>
          <w:i/>
          <w:lang w:val="it-IT"/>
        </w:rPr>
        <w:t>Discutiamo</w:t>
      </w:r>
      <w:r w:rsidRPr="004966C3">
        <w:rPr>
          <w:b/>
          <w:i/>
          <w:lang w:val="sr-Cyrl-CS"/>
        </w:rPr>
        <w:t xml:space="preserve">! </w:t>
      </w:r>
      <w:r w:rsidRPr="004966C3">
        <w:rPr>
          <w:b/>
        </w:rPr>
        <w:t>Питања</w:t>
      </w:r>
      <w:r w:rsidRPr="004966C3">
        <w:rPr>
          <w:b/>
          <w:lang w:val="it-IT"/>
        </w:rPr>
        <w:t xml:space="preserve"> </w:t>
      </w:r>
      <w:r w:rsidRPr="004966C3">
        <w:rPr>
          <w:b/>
        </w:rPr>
        <w:t>формулишем</w:t>
      </w:r>
      <w:r w:rsidRPr="004966C3">
        <w:rPr>
          <w:b/>
          <w:lang w:val="it-IT"/>
        </w:rPr>
        <w:t xml:space="preserve"> </w:t>
      </w:r>
      <w:r w:rsidRPr="004966C3">
        <w:rPr>
          <w:b/>
        </w:rPr>
        <w:t>у</w:t>
      </w:r>
      <w:r w:rsidRPr="004966C3">
        <w:rPr>
          <w:b/>
          <w:lang w:val="it-IT"/>
        </w:rPr>
        <w:t xml:space="preserve"> </w:t>
      </w:r>
      <w:r w:rsidRPr="004966C3">
        <w:rPr>
          <w:b/>
        </w:rPr>
        <w:t>зависности</w:t>
      </w:r>
      <w:r w:rsidRPr="004966C3">
        <w:rPr>
          <w:b/>
          <w:lang w:val="it-IT"/>
        </w:rPr>
        <w:t xml:space="preserve"> </w:t>
      </w:r>
      <w:r w:rsidRPr="004966C3">
        <w:rPr>
          <w:b/>
        </w:rPr>
        <w:t>од</w:t>
      </w:r>
      <w:r w:rsidRPr="004966C3">
        <w:rPr>
          <w:b/>
          <w:lang w:val="it-IT"/>
        </w:rPr>
        <w:t xml:space="preserve"> </w:t>
      </w:r>
      <w:r w:rsidRPr="004966C3">
        <w:rPr>
          <w:b/>
        </w:rPr>
        <w:t>интересовања</w:t>
      </w:r>
      <w:r w:rsidRPr="004966C3">
        <w:rPr>
          <w:b/>
          <w:lang w:val="it-IT"/>
        </w:rPr>
        <w:t xml:space="preserve"> </w:t>
      </w:r>
      <w:r w:rsidRPr="004966C3">
        <w:rPr>
          <w:b/>
        </w:rPr>
        <w:t>ученика</w:t>
      </w:r>
      <w:r w:rsidRPr="004966C3">
        <w:rPr>
          <w:b/>
          <w:lang w:val="it-IT"/>
        </w:rPr>
        <w:t xml:space="preserve">. </w:t>
      </w:r>
      <w:r w:rsidRPr="004966C3">
        <w:rPr>
          <w:b/>
        </w:rPr>
        <w:t>Девојчице</w:t>
      </w:r>
      <w:r w:rsidRPr="004966C3">
        <w:rPr>
          <w:b/>
          <w:lang w:val="it-IT"/>
        </w:rPr>
        <w:t xml:space="preserve"> </w:t>
      </w:r>
      <w:r w:rsidRPr="004966C3">
        <w:rPr>
          <w:b/>
        </w:rPr>
        <w:t>питам:</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Come vi sembra Venezia? È bella? Romantica?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Cosa vi piace di più, le gondole o i vaporetti?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Sapete che molte coppie si sposano proprio in gondola? Cosa ne pensate? </w:t>
      </w:r>
    </w:p>
    <w:p w:rsidR="00F01BE7" w:rsidRPr="004966C3" w:rsidRDefault="00F01BE7" w:rsidP="002E1D9B">
      <w:pPr>
        <w:shd w:val="clear" w:color="auto" w:fill="FFFFFF"/>
        <w:jc w:val="both"/>
        <w:rPr>
          <w:b/>
          <w:lang w:val="it-IT"/>
        </w:rPr>
      </w:pPr>
      <w:r w:rsidRPr="004966C3">
        <w:rPr>
          <w:b/>
        </w:rPr>
        <w:t>а</w:t>
      </w:r>
      <w:r w:rsidRPr="004966C3">
        <w:rPr>
          <w:b/>
          <w:lang w:val="it-IT"/>
        </w:rPr>
        <w:t xml:space="preserve"> </w:t>
      </w:r>
      <w:r w:rsidRPr="004966C3">
        <w:rPr>
          <w:b/>
        </w:rPr>
        <w:t>дечацима</w:t>
      </w:r>
      <w:r w:rsidRPr="004966C3">
        <w:rPr>
          <w:b/>
          <w:lang w:val="it-IT"/>
        </w:rPr>
        <w:t xml:space="preserve"> </w:t>
      </w:r>
      <w:r w:rsidRPr="004966C3">
        <w:rPr>
          <w:b/>
        </w:rPr>
        <w:t>постављам</w:t>
      </w:r>
      <w:r w:rsidRPr="004966C3">
        <w:rPr>
          <w:b/>
          <w:lang w:val="it-IT"/>
        </w:rPr>
        <w:t xml:space="preserve"> </w:t>
      </w:r>
      <w:r w:rsidRPr="004966C3">
        <w:rPr>
          <w:b/>
        </w:rPr>
        <w:t>више</w:t>
      </w:r>
      <w:r w:rsidRPr="004966C3">
        <w:rPr>
          <w:b/>
          <w:lang w:val="it-IT"/>
        </w:rPr>
        <w:t xml:space="preserve"> </w:t>
      </w:r>
      <w:r w:rsidRPr="004966C3">
        <w:rPr>
          <w:b/>
        </w:rPr>
        <w:t>питања</w:t>
      </w:r>
      <w:r w:rsidRPr="004966C3">
        <w:rPr>
          <w:b/>
          <w:lang w:val="it-IT"/>
        </w:rPr>
        <w:t xml:space="preserve"> </w:t>
      </w:r>
      <w:r w:rsidRPr="004966C3">
        <w:rPr>
          <w:b/>
        </w:rPr>
        <w:t>у</w:t>
      </w:r>
      <w:r w:rsidRPr="004966C3">
        <w:rPr>
          <w:b/>
          <w:lang w:val="it-IT"/>
        </w:rPr>
        <w:t xml:space="preserve"> </w:t>
      </w:r>
      <w:r w:rsidRPr="004966C3">
        <w:rPr>
          <w:b/>
        </w:rPr>
        <w:t>вези</w:t>
      </w:r>
      <w:r w:rsidRPr="004966C3">
        <w:rPr>
          <w:b/>
          <w:lang w:val="it-IT"/>
        </w:rPr>
        <w:t xml:space="preserve"> </w:t>
      </w:r>
      <w:r w:rsidRPr="004966C3">
        <w:rPr>
          <w:b/>
        </w:rPr>
        <w:t>са</w:t>
      </w:r>
      <w:r w:rsidRPr="004966C3">
        <w:rPr>
          <w:b/>
          <w:lang w:val="it-IT"/>
        </w:rPr>
        <w:t xml:space="preserve"> </w:t>
      </w:r>
      <w:r w:rsidRPr="004966C3">
        <w:rPr>
          <w:b/>
        </w:rPr>
        <w:t>филмом</w:t>
      </w:r>
      <w:r w:rsidRPr="004966C3">
        <w:rPr>
          <w:b/>
          <w:lang w:val="it-IT"/>
        </w:rPr>
        <w:t xml:space="preserve"> </w:t>
      </w:r>
      <w:r w:rsidRPr="004966C3">
        <w:rPr>
          <w:b/>
        </w:rPr>
        <w:t>Џејмс</w:t>
      </w:r>
      <w:r w:rsidRPr="004966C3">
        <w:rPr>
          <w:b/>
          <w:lang w:val="it-IT"/>
        </w:rPr>
        <w:t xml:space="preserve"> </w:t>
      </w:r>
      <w:r w:rsidRPr="004966C3">
        <w:rPr>
          <w:b/>
        </w:rPr>
        <w:t>Бонд:</w:t>
      </w:r>
      <w:r w:rsidRPr="004966C3">
        <w:rPr>
          <w:b/>
          <w:lang w:val="it-IT"/>
        </w:rPr>
        <w:t xml:space="preserv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Chi è James Bond? Lo conoscete?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 xml:space="preserve">Com’è lui? Cosa fa? </w:t>
      </w:r>
    </w:p>
    <w:p w:rsidR="00F01BE7" w:rsidRPr="004966C3" w:rsidRDefault="00F01BE7" w:rsidP="002E1D9B">
      <w:pPr>
        <w:pStyle w:val="ListParagraph"/>
        <w:numPr>
          <w:ilvl w:val="0"/>
          <w:numId w:val="16"/>
        </w:numPr>
        <w:shd w:val="clear" w:color="auto" w:fill="FFFFFF"/>
        <w:jc w:val="both"/>
        <w:rPr>
          <w:b/>
          <w:i/>
          <w:lang w:val="it-IT"/>
        </w:rPr>
      </w:pPr>
      <w:r w:rsidRPr="004966C3">
        <w:rPr>
          <w:b/>
          <w:i/>
          <w:lang w:val="it-IT"/>
        </w:rPr>
        <w:t>Perché lo chiamano agente segreto 007?</w:t>
      </w:r>
    </w:p>
    <w:p w:rsidR="00F01BE7" w:rsidRPr="004966C3" w:rsidRDefault="00F01BE7" w:rsidP="002E1D9B">
      <w:pPr>
        <w:shd w:val="clear" w:color="auto" w:fill="FFFFFF"/>
        <w:jc w:val="both"/>
        <w:rPr>
          <w:b/>
          <w:lang w:val="it-IT"/>
        </w:rPr>
      </w:pPr>
      <w:r w:rsidRPr="004966C3">
        <w:rPr>
          <w:b/>
          <w:lang w:val="it-IT"/>
        </w:rPr>
        <w:t xml:space="preserve">Након </w:t>
      </w:r>
      <w:r w:rsidRPr="004966C3">
        <w:rPr>
          <w:b/>
        </w:rPr>
        <w:t>разговора</w:t>
      </w:r>
      <w:r w:rsidRPr="004966C3">
        <w:rPr>
          <w:b/>
          <w:lang w:val="it-IT"/>
        </w:rPr>
        <w:t xml:space="preserve"> </w:t>
      </w:r>
      <w:r w:rsidRPr="004966C3">
        <w:rPr>
          <w:b/>
        </w:rPr>
        <w:t>ученици</w:t>
      </w:r>
      <w:r w:rsidRPr="004966C3">
        <w:rPr>
          <w:b/>
          <w:lang w:val="it-IT"/>
        </w:rPr>
        <w:t xml:space="preserve"> </w:t>
      </w:r>
      <w:r w:rsidRPr="004966C3">
        <w:rPr>
          <w:b/>
        </w:rPr>
        <w:t>увежбавају</w:t>
      </w:r>
      <w:r w:rsidRPr="004966C3">
        <w:rPr>
          <w:b/>
          <w:lang w:val="it-IT"/>
        </w:rPr>
        <w:t xml:space="preserve"> </w:t>
      </w:r>
      <w:r w:rsidRPr="004966C3">
        <w:rPr>
          <w:b/>
        </w:rPr>
        <w:t>читање</w:t>
      </w:r>
      <w:r w:rsidRPr="004966C3">
        <w:rPr>
          <w:b/>
          <w:lang w:val="it-IT"/>
        </w:rPr>
        <w:t xml:space="preserve"> </w:t>
      </w:r>
      <w:r w:rsidRPr="004966C3">
        <w:rPr>
          <w:b/>
        </w:rPr>
        <w:t>текста</w:t>
      </w:r>
      <w:r w:rsidRPr="004966C3">
        <w:rPr>
          <w:b/>
          <w:lang w:val="it-IT"/>
        </w:rPr>
        <w:t xml:space="preserve">. </w:t>
      </w:r>
      <w:r w:rsidRPr="004966C3">
        <w:rPr>
          <w:b/>
        </w:rPr>
        <w:t>Читају</w:t>
      </w:r>
      <w:r w:rsidRPr="004966C3">
        <w:rPr>
          <w:b/>
          <w:lang w:val="it-IT"/>
        </w:rPr>
        <w:t xml:space="preserve"> </w:t>
      </w:r>
      <w:r w:rsidRPr="004966C3">
        <w:rPr>
          <w:b/>
        </w:rPr>
        <w:t>по</w:t>
      </w:r>
      <w:r w:rsidRPr="004966C3">
        <w:rPr>
          <w:b/>
          <w:lang w:val="it-IT"/>
        </w:rPr>
        <w:t xml:space="preserve"> </w:t>
      </w:r>
      <w:r w:rsidRPr="004966C3">
        <w:rPr>
          <w:b/>
        </w:rPr>
        <w:t>једну</w:t>
      </w:r>
      <w:r w:rsidRPr="004966C3">
        <w:rPr>
          <w:b/>
          <w:lang w:val="it-IT"/>
        </w:rPr>
        <w:t xml:space="preserve"> </w:t>
      </w:r>
      <w:r w:rsidRPr="004966C3">
        <w:rPr>
          <w:b/>
        </w:rPr>
        <w:t>или</w:t>
      </w:r>
      <w:r w:rsidRPr="004966C3">
        <w:rPr>
          <w:b/>
          <w:lang w:val="it-IT"/>
        </w:rPr>
        <w:t xml:space="preserve"> </w:t>
      </w:r>
      <w:r w:rsidRPr="004966C3">
        <w:rPr>
          <w:b/>
        </w:rPr>
        <w:t>две</w:t>
      </w:r>
      <w:r w:rsidRPr="004966C3">
        <w:rPr>
          <w:b/>
          <w:lang w:val="it-IT"/>
        </w:rPr>
        <w:t xml:space="preserve"> </w:t>
      </w:r>
      <w:r w:rsidRPr="004966C3">
        <w:rPr>
          <w:b/>
        </w:rPr>
        <w:t>реченице</w:t>
      </w:r>
      <w:r w:rsidRPr="004966C3">
        <w:rPr>
          <w:b/>
          <w:lang w:val="it-IT"/>
        </w:rPr>
        <w:t xml:space="preserve">, </w:t>
      </w:r>
      <w:r w:rsidRPr="004966C3">
        <w:rPr>
          <w:b/>
        </w:rPr>
        <w:t>у</w:t>
      </w:r>
      <w:r w:rsidRPr="004966C3">
        <w:rPr>
          <w:b/>
          <w:lang w:val="it-IT"/>
        </w:rPr>
        <w:t xml:space="preserve"> </w:t>
      </w:r>
      <w:r w:rsidRPr="004966C3">
        <w:rPr>
          <w:b/>
        </w:rPr>
        <w:t>зависности</w:t>
      </w:r>
      <w:r w:rsidRPr="004966C3">
        <w:rPr>
          <w:b/>
          <w:lang w:val="it-IT"/>
        </w:rPr>
        <w:t xml:space="preserve"> </w:t>
      </w:r>
      <w:r w:rsidRPr="004966C3">
        <w:rPr>
          <w:b/>
        </w:rPr>
        <w:t>од</w:t>
      </w:r>
      <w:r w:rsidRPr="004966C3">
        <w:rPr>
          <w:b/>
          <w:lang w:val="it-IT"/>
        </w:rPr>
        <w:t xml:space="preserve"> </w:t>
      </w:r>
      <w:r w:rsidRPr="004966C3">
        <w:rPr>
          <w:b/>
        </w:rPr>
        <w:t>дужине</w:t>
      </w:r>
      <w:r w:rsidRPr="004966C3">
        <w:rPr>
          <w:b/>
          <w:lang w:val="it-IT"/>
        </w:rPr>
        <w:t xml:space="preserve">. </w:t>
      </w:r>
    </w:p>
    <w:p w:rsidR="00F01BE7" w:rsidRPr="004966C3" w:rsidRDefault="00F01BE7" w:rsidP="002E1D9B">
      <w:pPr>
        <w:shd w:val="clear" w:color="auto" w:fill="FFFFFF"/>
        <w:jc w:val="both"/>
        <w:rPr>
          <w:b/>
          <w:i/>
          <w:lang w:val="sr-Cyrl-CS"/>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(15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lang w:val="sr-Cyrl-CS"/>
        </w:rPr>
      </w:pPr>
    </w:p>
    <w:p w:rsidR="00F01BE7" w:rsidRPr="004966C3" w:rsidRDefault="00F01BE7" w:rsidP="002E1D9B">
      <w:pPr>
        <w:shd w:val="clear" w:color="auto" w:fill="FFFFFF"/>
        <w:jc w:val="both"/>
        <w:rPr>
          <w:b/>
          <w:lang w:val="sr-Cyrl-CS"/>
        </w:rPr>
      </w:pPr>
      <w:r w:rsidRPr="004966C3">
        <w:rPr>
          <w:b/>
          <w:lang w:val="sr-Cyrl-CS"/>
        </w:rPr>
        <w:t xml:space="preserve">Настављамо вежбе читања кроз задатак 13 у Радној свесци. ученици треба да прочитају два представљена града и да на сличан начин опишу свој град, што ће бити њихов </w:t>
      </w:r>
      <w:r w:rsidRPr="004966C3">
        <w:rPr>
          <w:b/>
          <w:u w:val="single"/>
          <w:lang w:val="sr-Cyrl-CS"/>
        </w:rPr>
        <w:t>домаћи задатак</w:t>
      </w:r>
      <w:r w:rsidRPr="004966C3">
        <w:rPr>
          <w:b/>
          <w:lang w:val="sr-Cyrl-CS"/>
        </w:rPr>
        <w:t>. Након што прочитају оба текста, питам ко жели усмено да покуша да представи наш град по узору на прочитане текстове. Ученику који се јави помажем да исприча шта жели. Ово ће осталима помоћи да код куће напишу радове.</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 xml:space="preserve">На самом крају часа ученике упућујем на креативни рад код куће. У групама треба да нацртају гондолу са гондолијером, а могу нацртати и путнике – туристе. Уколико нека група жели, уместо гондоле може да нацрта и моторну барку – </w:t>
      </w:r>
      <w:r w:rsidRPr="004966C3">
        <w:rPr>
          <w:b/>
          <w:i/>
        </w:rPr>
        <w:t>vaporetto</w:t>
      </w:r>
      <w:r w:rsidRPr="004966C3">
        <w:rPr>
          <w:b/>
          <w:lang w:val="sr-Cyrl-CS"/>
        </w:rPr>
        <w:t>. Саветујем им да на интернету потраже фотографије гондола како би их што верније нацртали. Ове радове залепићемо на постер у учионици.</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sr-Cyrl-CS"/>
        </w:rPr>
      </w:pPr>
      <w:r w:rsidRPr="004966C3">
        <w:rPr>
          <w:b/>
          <w:sz w:val="32"/>
          <w:szCs w:val="32"/>
          <w:lang w:val="sr-Cyrl-CS"/>
        </w:rPr>
        <w:t>Припрема за час бр. 17</w:t>
      </w:r>
    </w:p>
    <w:p w:rsidR="00F01BE7" w:rsidRPr="004966C3" w:rsidRDefault="00F01BE7" w:rsidP="002E1D9B">
      <w:pPr>
        <w:shd w:val="clear" w:color="auto" w:fill="FFFFFF"/>
        <w:jc w:val="center"/>
        <w:rPr>
          <w:b/>
          <w:sz w:val="32"/>
          <w:szCs w:val="32"/>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Ripasso - 2ª unità</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lang w:val="it-IT"/>
        </w:rPr>
        <w:t>систематизација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рад на тексту, дијалошка, писане вежбе, лудичке активности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 у пару</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Радна свеска, додатни материјал</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pStyle w:val="ListParagraph"/>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Корелација</w:t>
      </w:r>
      <w:r w:rsidRPr="004966C3">
        <w:rPr>
          <w:b/>
          <w:lang w:val="sr-Cyrl-CS"/>
        </w:rPr>
        <w:t>: музичка култура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 систематизација градива друге наставне јединице, али и повезивање са градивом претходне наставне јединице ради вежбања пред тест</w:t>
      </w:r>
    </w:p>
    <w:p w:rsidR="00F01BE7" w:rsidRPr="004966C3" w:rsidRDefault="00F01BE7" w:rsidP="002E1D9B">
      <w:pPr>
        <w:shd w:val="clear" w:color="auto" w:fill="FFFFFF"/>
        <w:rPr>
          <w:b/>
          <w:u w:val="dotted"/>
          <w:lang w:val="sr-Cyrl-CS"/>
        </w:rPr>
      </w:pPr>
    </w:p>
    <w:p w:rsidR="00F01BE7" w:rsidRPr="004966C3" w:rsidRDefault="00F01BE7" w:rsidP="002E1D9B">
      <w:pPr>
        <w:numPr>
          <w:ilvl w:val="0"/>
          <w:numId w:val="17"/>
        </w:numPr>
        <w:contextualSpacing/>
        <w:rPr>
          <w:b/>
          <w:u w:val="single"/>
        </w:rPr>
      </w:pPr>
      <w:r w:rsidRPr="004966C3">
        <w:rPr>
          <w:b/>
        </w:rPr>
        <w:t xml:space="preserve">  </w:t>
      </w:r>
      <w:r w:rsidRPr="004966C3">
        <w:rPr>
          <w:b/>
          <w:u w:val="single"/>
          <w:lang w:val="sr-Cyrl-CS"/>
        </w:rPr>
        <w:t>Очекивани исходи:</w:t>
      </w:r>
    </w:p>
    <w:p w:rsidR="00F01BE7" w:rsidRPr="004966C3" w:rsidRDefault="00F01BE7" w:rsidP="002E1D9B">
      <w:pPr>
        <w:shd w:val="clear" w:color="auto" w:fill="FFFFFF"/>
        <w:ind w:left="1440"/>
        <w:contextualSpacing/>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0"/>
          <w:numId w:val="28"/>
        </w:numPr>
        <w:shd w:val="clear" w:color="auto" w:fill="FFFFFF"/>
        <w:rPr>
          <w:b/>
        </w:rPr>
      </w:pPr>
      <w:r w:rsidRPr="004966C3">
        <w:rPr>
          <w:b/>
        </w:rPr>
        <w:t xml:space="preserve">   користе систематизоване  језичке структуре у различитим контекстима</w:t>
      </w:r>
    </w:p>
    <w:p w:rsidR="00F01BE7" w:rsidRPr="004966C3" w:rsidRDefault="00F01BE7" w:rsidP="002E1D9B">
      <w:pPr>
        <w:pStyle w:val="ListParagraph"/>
        <w:shd w:val="clear" w:color="auto" w:fill="FFFFFF"/>
        <w:ind w:left="0"/>
        <w:rPr>
          <w:b/>
          <w:lang w:val="sr-Cyrl-CS"/>
        </w:rPr>
      </w:pP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rPr>
          <w:b/>
        </w:rPr>
      </w:pPr>
      <w:r w:rsidRPr="004966C3">
        <w:rPr>
          <w:b/>
          <w:u w:val="dotted"/>
        </w:rPr>
        <w:t>Наставника</w:t>
      </w:r>
      <w:r w:rsidRPr="004966C3">
        <w:rPr>
          <w:b/>
        </w:rPr>
        <w:t>: Слуша домаће задатке и исправља грешке, задаје активности и прати њихову израду, најављује ученицима тест, пева песму са ученицима.</w:t>
      </w:r>
    </w:p>
    <w:p w:rsidR="00F01BE7" w:rsidRPr="004966C3" w:rsidRDefault="00F01BE7" w:rsidP="002E1D9B">
      <w:pPr>
        <w:numPr>
          <w:ilvl w:val="0"/>
          <w:numId w:val="12"/>
        </w:numPr>
        <w:shd w:val="clear" w:color="auto" w:fill="FFFFFF"/>
        <w:jc w:val="both"/>
      </w:pPr>
      <w:r w:rsidRPr="004966C3">
        <w:rPr>
          <w:b/>
          <w:u w:val="dotted"/>
        </w:rPr>
        <w:t>Ученика</w:t>
      </w:r>
      <w:r w:rsidRPr="004966C3">
        <w:rPr>
          <w:b/>
        </w:rPr>
        <w:t>: Читају домаће задатке, раде активности које наставник зада, драматизују дијалоге из вежбе у Радној свесци, певају песму.</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w:t>
      </w:r>
      <w:r w:rsidRPr="004966C3">
        <w:rPr>
          <w:b/>
        </w:rPr>
        <w:t>7</w:t>
      </w:r>
      <w:r w:rsidRPr="004966C3">
        <w:rPr>
          <w:b/>
          <w:lang w:val="sr-Cyrl-CS"/>
        </w:rPr>
        <w:t xml:space="preserve"> минута)</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r w:rsidRPr="004966C3">
        <w:rPr>
          <w:b/>
        </w:rPr>
        <w:t>Ученици читају своје домаће задатке – представљање свог родног града. Исправљам грешке, похваљујем ученике и бирамо рад у ком је на најлепши начин описан наш град.</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w:t>
      </w:r>
      <w:r w:rsidRPr="004966C3">
        <w:rPr>
          <w:b/>
        </w:rPr>
        <w:t>30</w:t>
      </w:r>
      <w:r w:rsidRPr="004966C3">
        <w:rPr>
          <w:b/>
          <w:lang w:val="sr-Cyrl-CS"/>
        </w:rPr>
        <w:t xml:space="preserve">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lang w:val="sr-Cyrl-CS"/>
        </w:rPr>
      </w:pPr>
      <w:r w:rsidRPr="004966C3">
        <w:rPr>
          <w:b/>
          <w:lang w:val="sr-Cyrl-CS"/>
        </w:rPr>
        <w:t xml:space="preserve">Прва активност на овом часу је израда 10. задатка у Радној свесци. Ученици ће се подсетити облика садашњег времена глагола које смо учили. Када заједно проверимо одговоре, од ученика тражим да драматизују последњи дијалог у пару, као и да се потруде да измене дијалог (нпр. </w:t>
      </w:r>
      <w:r w:rsidRPr="004966C3">
        <w:rPr>
          <w:b/>
          <w:i/>
          <w:lang w:val="it-IT"/>
        </w:rPr>
        <w:t>teatro</w:t>
      </w:r>
      <w:r w:rsidRPr="004966C3">
        <w:rPr>
          <w:b/>
          <w:lang w:val="sr-Cyrl-CS"/>
        </w:rPr>
        <w:t xml:space="preserve"> уместо </w:t>
      </w:r>
      <w:r w:rsidRPr="004966C3">
        <w:rPr>
          <w:b/>
          <w:i/>
          <w:lang w:val="it-IT"/>
        </w:rPr>
        <w:t>cinema</w:t>
      </w:r>
      <w:r w:rsidRPr="004966C3">
        <w:rPr>
          <w:b/>
          <w:lang w:val="sr-Cyrl-CS"/>
        </w:rPr>
        <w:t xml:space="preserve">, </w:t>
      </w:r>
      <w:r w:rsidRPr="004966C3">
        <w:rPr>
          <w:b/>
          <w:i/>
          <w:lang w:val="it-IT"/>
        </w:rPr>
        <w:t>pizzeria</w:t>
      </w:r>
      <w:r w:rsidRPr="004966C3">
        <w:rPr>
          <w:b/>
          <w:lang w:val="sr-Cyrl-CS"/>
        </w:rPr>
        <w:t xml:space="preserve"> уместо </w:t>
      </w:r>
      <w:r w:rsidRPr="004966C3">
        <w:rPr>
          <w:b/>
          <w:i/>
          <w:lang w:val="it-IT"/>
        </w:rPr>
        <w:t>ristorante</w:t>
      </w:r>
      <w:r w:rsidRPr="004966C3">
        <w:rPr>
          <w:b/>
          <w:lang w:val="sr-Cyrl-CS"/>
        </w:rPr>
        <w:t xml:space="preserve">, </w:t>
      </w:r>
      <w:r w:rsidRPr="004966C3">
        <w:rPr>
          <w:b/>
          <w:i/>
          <w:lang w:val="it-IT"/>
        </w:rPr>
        <w:t>a</w:t>
      </w:r>
      <w:r w:rsidRPr="004966C3">
        <w:rPr>
          <w:b/>
          <w:i/>
          <w:lang w:val="sr-Cyrl-CS"/>
        </w:rPr>
        <w:t xml:space="preserve"> </w:t>
      </w:r>
      <w:r w:rsidRPr="004966C3">
        <w:rPr>
          <w:b/>
          <w:i/>
          <w:lang w:val="it-IT"/>
        </w:rPr>
        <w:t>sinistra</w:t>
      </w:r>
      <w:r w:rsidRPr="004966C3">
        <w:rPr>
          <w:b/>
          <w:lang w:val="sr-Cyrl-CS"/>
        </w:rPr>
        <w:t xml:space="preserve"> уместо </w:t>
      </w:r>
      <w:r w:rsidRPr="004966C3">
        <w:rPr>
          <w:b/>
          <w:i/>
          <w:lang w:val="it-IT"/>
        </w:rPr>
        <w:t>a</w:t>
      </w:r>
      <w:r w:rsidRPr="004966C3">
        <w:rPr>
          <w:b/>
          <w:i/>
          <w:lang w:val="sr-Cyrl-CS"/>
        </w:rPr>
        <w:t xml:space="preserve"> </w:t>
      </w:r>
      <w:r w:rsidRPr="004966C3">
        <w:rPr>
          <w:b/>
          <w:i/>
          <w:lang w:val="it-IT"/>
        </w:rPr>
        <w:t>destra</w:t>
      </w:r>
      <w:r w:rsidRPr="004966C3">
        <w:rPr>
          <w:b/>
          <w:lang w:val="sr-Cyrl-CS"/>
        </w:rPr>
        <w:t>...).</w:t>
      </w:r>
    </w:p>
    <w:p w:rsidR="00F01BE7" w:rsidRPr="004966C3" w:rsidRDefault="00F01BE7" w:rsidP="002E1D9B">
      <w:pPr>
        <w:shd w:val="clear" w:color="auto" w:fill="FFFFFF"/>
        <w:jc w:val="both"/>
        <w:rPr>
          <w:b/>
          <w:lang w:val="sr-Cyrl-CS"/>
        </w:rPr>
      </w:pPr>
      <w:r w:rsidRPr="004966C3">
        <w:rPr>
          <w:b/>
          <w:lang w:val="sr-Cyrl-CS"/>
        </w:rPr>
        <w:t xml:space="preserve">Након тога диктирам ученицима текст који треба да запишу, а потом да га пребаце у множину. На овај начин ученици ће на истом тексту вежбати слушање, ортографију, садашње време глагола, чланове и лексику које треба да понове. Текст гласи: </w:t>
      </w:r>
    </w:p>
    <w:p w:rsidR="00F01BE7" w:rsidRPr="004966C3" w:rsidRDefault="00F01BE7" w:rsidP="002E1D9B">
      <w:pPr>
        <w:shd w:val="clear" w:color="auto" w:fill="FFFFFF"/>
        <w:jc w:val="both"/>
        <w:rPr>
          <w:b/>
          <w:i/>
          <w:lang w:val="it-IT"/>
        </w:rPr>
      </w:pPr>
      <w:r w:rsidRPr="004966C3">
        <w:rPr>
          <w:b/>
          <w:i/>
          <w:lang w:val="it-IT"/>
        </w:rPr>
        <w:t>L’amica di Anna abita vicino a scuola e per questo non prende l’autobus, ma va in piedi. Quando è in ritardo, corre con lo zaino pieno di libri e arriva in tempo. La lezione comincia alle otto. Dopo la scuola va subito a casa. Sa che i genitori la aspettano a pranzo. Stasera va al cinema. Compra il biglietto, prende gli occhiali ed è pronta a vedere il film! Torna a casa contenta e va a dormire.</w:t>
      </w:r>
    </w:p>
    <w:p w:rsidR="00F01BE7" w:rsidRPr="004966C3" w:rsidRDefault="00F01BE7" w:rsidP="002E1D9B">
      <w:pPr>
        <w:shd w:val="clear" w:color="auto" w:fill="FFFFFF"/>
        <w:jc w:val="both"/>
        <w:rPr>
          <w:b/>
          <w:lang w:val="it-IT"/>
        </w:rPr>
      </w:pPr>
      <w:r w:rsidRPr="004966C3">
        <w:rPr>
          <w:b/>
        </w:rPr>
        <w:t>Говорим</w:t>
      </w:r>
      <w:r w:rsidRPr="004966C3">
        <w:rPr>
          <w:b/>
          <w:lang w:val="it-IT"/>
        </w:rPr>
        <w:t xml:space="preserve"> </w:t>
      </w:r>
      <w:r w:rsidRPr="004966C3">
        <w:rPr>
          <w:b/>
        </w:rPr>
        <w:t>ученицима</w:t>
      </w:r>
      <w:r w:rsidRPr="004966C3">
        <w:rPr>
          <w:b/>
          <w:lang w:val="it-IT"/>
        </w:rPr>
        <w:t xml:space="preserve"> </w:t>
      </w:r>
      <w:r w:rsidRPr="004966C3">
        <w:rPr>
          <w:b/>
        </w:rPr>
        <w:t>да</w:t>
      </w:r>
      <w:r w:rsidRPr="004966C3">
        <w:rPr>
          <w:b/>
          <w:lang w:val="it-IT"/>
        </w:rPr>
        <w:t xml:space="preserve"> </w:t>
      </w:r>
      <w:r w:rsidRPr="004966C3">
        <w:rPr>
          <w:b/>
        </w:rPr>
        <w:t>не</w:t>
      </w:r>
      <w:r w:rsidRPr="004966C3">
        <w:rPr>
          <w:b/>
          <w:lang w:val="it-IT"/>
        </w:rPr>
        <w:t xml:space="preserve"> </w:t>
      </w:r>
      <w:r w:rsidRPr="004966C3">
        <w:rPr>
          <w:b/>
        </w:rPr>
        <w:t>треба</w:t>
      </w:r>
      <w:r w:rsidRPr="004966C3">
        <w:rPr>
          <w:b/>
          <w:lang w:val="it-IT"/>
        </w:rPr>
        <w:t xml:space="preserve"> </w:t>
      </w:r>
      <w:r w:rsidRPr="004966C3">
        <w:rPr>
          <w:b/>
        </w:rPr>
        <w:t>сваку</w:t>
      </w:r>
      <w:r w:rsidRPr="004966C3">
        <w:rPr>
          <w:b/>
          <w:lang w:val="it-IT"/>
        </w:rPr>
        <w:t xml:space="preserve"> </w:t>
      </w:r>
      <w:r w:rsidRPr="004966C3">
        <w:rPr>
          <w:b/>
        </w:rPr>
        <w:t>реч</w:t>
      </w:r>
      <w:r w:rsidRPr="004966C3">
        <w:rPr>
          <w:b/>
          <w:lang w:val="it-IT"/>
        </w:rPr>
        <w:t xml:space="preserve"> </w:t>
      </w:r>
      <w:r w:rsidRPr="004966C3">
        <w:rPr>
          <w:b/>
        </w:rPr>
        <w:t>која</w:t>
      </w:r>
      <w:r w:rsidRPr="004966C3">
        <w:rPr>
          <w:b/>
          <w:lang w:val="it-IT"/>
        </w:rPr>
        <w:t xml:space="preserve"> </w:t>
      </w:r>
      <w:r w:rsidRPr="004966C3">
        <w:rPr>
          <w:b/>
        </w:rPr>
        <w:t>је</w:t>
      </w:r>
      <w:r w:rsidRPr="004966C3">
        <w:rPr>
          <w:b/>
          <w:lang w:val="it-IT"/>
        </w:rPr>
        <w:t xml:space="preserve"> </w:t>
      </w:r>
      <w:r w:rsidRPr="004966C3">
        <w:rPr>
          <w:b/>
        </w:rPr>
        <w:t>у</w:t>
      </w:r>
      <w:r w:rsidRPr="004966C3">
        <w:rPr>
          <w:b/>
          <w:lang w:val="it-IT"/>
        </w:rPr>
        <w:t xml:space="preserve"> </w:t>
      </w:r>
      <w:r w:rsidRPr="004966C3">
        <w:rPr>
          <w:b/>
        </w:rPr>
        <w:t>једнини</w:t>
      </w:r>
      <w:r w:rsidRPr="004966C3">
        <w:rPr>
          <w:b/>
          <w:lang w:val="it-IT"/>
        </w:rPr>
        <w:t xml:space="preserve"> </w:t>
      </w:r>
      <w:r w:rsidRPr="004966C3">
        <w:rPr>
          <w:b/>
        </w:rPr>
        <w:t>да</w:t>
      </w:r>
      <w:r w:rsidRPr="004966C3">
        <w:rPr>
          <w:b/>
          <w:lang w:val="it-IT"/>
        </w:rPr>
        <w:t xml:space="preserve"> </w:t>
      </w:r>
      <w:r w:rsidRPr="004966C3">
        <w:rPr>
          <w:b/>
        </w:rPr>
        <w:t>ставе</w:t>
      </w:r>
      <w:r w:rsidRPr="004966C3">
        <w:rPr>
          <w:b/>
          <w:lang w:val="it-IT"/>
        </w:rPr>
        <w:t xml:space="preserve"> </w:t>
      </w:r>
      <w:r w:rsidRPr="004966C3">
        <w:rPr>
          <w:b/>
        </w:rPr>
        <w:t>у</w:t>
      </w:r>
      <w:r w:rsidRPr="004966C3">
        <w:rPr>
          <w:b/>
          <w:lang w:val="it-IT"/>
        </w:rPr>
        <w:t xml:space="preserve"> </w:t>
      </w:r>
      <w:r w:rsidRPr="004966C3">
        <w:rPr>
          <w:b/>
        </w:rPr>
        <w:t>множину</w:t>
      </w:r>
      <w:r w:rsidRPr="004966C3">
        <w:rPr>
          <w:b/>
          <w:lang w:val="it-IT"/>
        </w:rPr>
        <w:t xml:space="preserve">, </w:t>
      </w:r>
      <w:r w:rsidRPr="004966C3">
        <w:rPr>
          <w:b/>
        </w:rPr>
        <w:t>само</w:t>
      </w:r>
      <w:r w:rsidRPr="004966C3">
        <w:rPr>
          <w:b/>
          <w:lang w:val="it-IT"/>
        </w:rPr>
        <w:t xml:space="preserve"> </w:t>
      </w:r>
      <w:r w:rsidRPr="004966C3">
        <w:rPr>
          <w:b/>
        </w:rPr>
        <w:t>тамо</w:t>
      </w:r>
      <w:r w:rsidRPr="004966C3">
        <w:rPr>
          <w:b/>
          <w:lang w:val="it-IT"/>
        </w:rPr>
        <w:t xml:space="preserve"> </w:t>
      </w:r>
      <w:r w:rsidRPr="004966C3">
        <w:rPr>
          <w:b/>
        </w:rPr>
        <w:t>где</w:t>
      </w:r>
      <w:r w:rsidRPr="004966C3">
        <w:rPr>
          <w:b/>
          <w:lang w:val="it-IT"/>
        </w:rPr>
        <w:t xml:space="preserve"> </w:t>
      </w:r>
      <w:r w:rsidRPr="004966C3">
        <w:rPr>
          <w:b/>
        </w:rPr>
        <w:t>има</w:t>
      </w:r>
      <w:r w:rsidRPr="004966C3">
        <w:rPr>
          <w:b/>
          <w:lang w:val="it-IT"/>
        </w:rPr>
        <w:t xml:space="preserve"> </w:t>
      </w:r>
      <w:r w:rsidRPr="004966C3">
        <w:rPr>
          <w:b/>
        </w:rPr>
        <w:t>смисла</w:t>
      </w:r>
      <w:r w:rsidRPr="004966C3">
        <w:rPr>
          <w:b/>
          <w:lang w:val="it-IT"/>
        </w:rPr>
        <w:t xml:space="preserve">. </w:t>
      </w:r>
      <w:r w:rsidRPr="004966C3">
        <w:rPr>
          <w:b/>
        </w:rPr>
        <w:t>Помажем</w:t>
      </w:r>
      <w:r w:rsidRPr="004966C3">
        <w:rPr>
          <w:b/>
          <w:lang w:val="it-IT"/>
        </w:rPr>
        <w:t xml:space="preserve"> </w:t>
      </w:r>
      <w:r w:rsidRPr="004966C3">
        <w:rPr>
          <w:b/>
        </w:rPr>
        <w:t>им</w:t>
      </w:r>
      <w:r w:rsidRPr="004966C3">
        <w:rPr>
          <w:b/>
          <w:lang w:val="it-IT"/>
        </w:rPr>
        <w:t xml:space="preserve"> </w:t>
      </w:r>
      <w:r w:rsidRPr="004966C3">
        <w:rPr>
          <w:b/>
        </w:rPr>
        <w:t>код</w:t>
      </w:r>
      <w:r w:rsidRPr="004966C3">
        <w:rPr>
          <w:b/>
          <w:lang w:val="it-IT"/>
        </w:rPr>
        <w:t xml:space="preserve"> </w:t>
      </w:r>
      <w:r w:rsidRPr="004966C3">
        <w:rPr>
          <w:b/>
        </w:rPr>
        <w:t>заменице</w:t>
      </w:r>
      <w:r w:rsidRPr="004966C3">
        <w:rPr>
          <w:b/>
          <w:lang w:val="it-IT"/>
        </w:rPr>
        <w:t xml:space="preserve"> </w:t>
      </w:r>
      <w:r w:rsidRPr="004966C3">
        <w:rPr>
          <w:b/>
          <w:i/>
          <w:lang w:val="it-IT"/>
        </w:rPr>
        <w:t xml:space="preserve">la </w:t>
      </w:r>
      <w:r w:rsidRPr="004966C3">
        <w:rPr>
          <w:b/>
        </w:rPr>
        <w:t>коју</w:t>
      </w:r>
      <w:r w:rsidRPr="004966C3">
        <w:rPr>
          <w:b/>
          <w:lang w:val="it-IT"/>
        </w:rPr>
        <w:t xml:space="preserve"> </w:t>
      </w:r>
      <w:r w:rsidRPr="004966C3">
        <w:rPr>
          <w:b/>
        </w:rPr>
        <w:t>још</w:t>
      </w:r>
      <w:r w:rsidRPr="004966C3">
        <w:rPr>
          <w:b/>
          <w:lang w:val="it-IT"/>
        </w:rPr>
        <w:t xml:space="preserve"> </w:t>
      </w:r>
      <w:r w:rsidRPr="004966C3">
        <w:rPr>
          <w:b/>
        </w:rPr>
        <w:t>нисмо</w:t>
      </w:r>
      <w:r w:rsidRPr="004966C3">
        <w:rPr>
          <w:b/>
          <w:lang w:val="it-IT"/>
        </w:rPr>
        <w:t xml:space="preserve"> </w:t>
      </w:r>
      <w:r w:rsidRPr="004966C3">
        <w:rPr>
          <w:b/>
        </w:rPr>
        <w:t>учили</w:t>
      </w:r>
      <w:r w:rsidRPr="004966C3">
        <w:rPr>
          <w:b/>
          <w:lang w:val="it-IT"/>
        </w:rPr>
        <w:t xml:space="preserve"> </w:t>
      </w:r>
      <w:r w:rsidRPr="004966C3">
        <w:rPr>
          <w:b/>
        </w:rPr>
        <w:t>те</w:t>
      </w:r>
      <w:r w:rsidRPr="004966C3">
        <w:rPr>
          <w:b/>
          <w:lang w:val="it-IT"/>
        </w:rPr>
        <w:t xml:space="preserve"> </w:t>
      </w:r>
      <w:r w:rsidRPr="004966C3">
        <w:rPr>
          <w:b/>
        </w:rPr>
        <w:t>им</w:t>
      </w:r>
      <w:r w:rsidRPr="004966C3">
        <w:rPr>
          <w:b/>
          <w:lang w:val="it-IT"/>
        </w:rPr>
        <w:t xml:space="preserve"> </w:t>
      </w:r>
      <w:r w:rsidRPr="004966C3">
        <w:rPr>
          <w:b/>
        </w:rPr>
        <w:t>говорим</w:t>
      </w:r>
      <w:r w:rsidRPr="004966C3">
        <w:rPr>
          <w:b/>
          <w:lang w:val="it-IT"/>
        </w:rPr>
        <w:t xml:space="preserve"> </w:t>
      </w:r>
      <w:r w:rsidRPr="004966C3">
        <w:rPr>
          <w:b/>
        </w:rPr>
        <w:t>облик</w:t>
      </w:r>
      <w:r w:rsidRPr="004966C3">
        <w:rPr>
          <w:b/>
          <w:lang w:val="it-IT"/>
        </w:rPr>
        <w:t xml:space="preserve"> </w:t>
      </w:r>
      <w:r w:rsidRPr="004966C3">
        <w:rPr>
          <w:b/>
        </w:rPr>
        <w:t>за</w:t>
      </w:r>
      <w:r w:rsidRPr="004966C3">
        <w:rPr>
          <w:b/>
          <w:lang w:val="it-IT"/>
        </w:rPr>
        <w:t xml:space="preserve"> </w:t>
      </w:r>
      <w:r w:rsidRPr="004966C3">
        <w:rPr>
          <w:b/>
        </w:rPr>
        <w:t>множину</w:t>
      </w:r>
      <w:r w:rsidRPr="004966C3">
        <w:rPr>
          <w:b/>
          <w:lang w:val="it-IT"/>
        </w:rPr>
        <w:t xml:space="preserve">. </w:t>
      </w:r>
      <w:r w:rsidRPr="004966C3">
        <w:rPr>
          <w:b/>
        </w:rPr>
        <w:t>Овако</w:t>
      </w:r>
      <w:r w:rsidRPr="004966C3">
        <w:rPr>
          <w:b/>
          <w:lang w:val="it-IT"/>
        </w:rPr>
        <w:t xml:space="preserve"> </w:t>
      </w:r>
      <w:r w:rsidRPr="004966C3">
        <w:rPr>
          <w:b/>
        </w:rPr>
        <w:t>би</w:t>
      </w:r>
      <w:r w:rsidRPr="004966C3">
        <w:rPr>
          <w:b/>
          <w:lang w:val="it-IT"/>
        </w:rPr>
        <w:t xml:space="preserve"> </w:t>
      </w:r>
      <w:r w:rsidRPr="004966C3">
        <w:rPr>
          <w:b/>
        </w:rPr>
        <w:t>требало</w:t>
      </w:r>
      <w:r w:rsidRPr="004966C3">
        <w:rPr>
          <w:b/>
          <w:lang w:val="it-IT"/>
        </w:rPr>
        <w:t xml:space="preserve"> </w:t>
      </w:r>
      <w:r w:rsidRPr="004966C3">
        <w:rPr>
          <w:b/>
        </w:rPr>
        <w:t>да</w:t>
      </w:r>
      <w:r w:rsidRPr="004966C3">
        <w:rPr>
          <w:b/>
          <w:lang w:val="it-IT"/>
        </w:rPr>
        <w:t xml:space="preserve"> </w:t>
      </w:r>
      <w:r w:rsidRPr="004966C3">
        <w:rPr>
          <w:b/>
        </w:rPr>
        <w:t>изгледа</w:t>
      </w:r>
      <w:r w:rsidRPr="004966C3">
        <w:rPr>
          <w:b/>
          <w:lang w:val="it-IT"/>
        </w:rPr>
        <w:t xml:space="preserve"> </w:t>
      </w:r>
      <w:r w:rsidRPr="004966C3">
        <w:rPr>
          <w:b/>
        </w:rPr>
        <w:t>текст</w:t>
      </w:r>
      <w:r w:rsidRPr="004966C3">
        <w:rPr>
          <w:b/>
          <w:lang w:val="it-IT"/>
        </w:rPr>
        <w:t xml:space="preserve"> </w:t>
      </w:r>
      <w:r w:rsidRPr="004966C3">
        <w:rPr>
          <w:b/>
        </w:rPr>
        <w:t>након</w:t>
      </w:r>
      <w:r w:rsidRPr="004966C3">
        <w:rPr>
          <w:b/>
          <w:lang w:val="it-IT"/>
        </w:rPr>
        <w:t xml:space="preserve"> </w:t>
      </w:r>
      <w:r w:rsidRPr="004966C3">
        <w:rPr>
          <w:b/>
        </w:rPr>
        <w:t>што</w:t>
      </w:r>
      <w:r w:rsidRPr="004966C3">
        <w:rPr>
          <w:b/>
          <w:lang w:val="it-IT"/>
        </w:rPr>
        <w:t xml:space="preserve"> </w:t>
      </w:r>
      <w:r w:rsidRPr="004966C3">
        <w:rPr>
          <w:b/>
        </w:rPr>
        <w:t>ученици</w:t>
      </w:r>
      <w:r w:rsidRPr="004966C3">
        <w:rPr>
          <w:b/>
          <w:lang w:val="it-IT"/>
        </w:rPr>
        <w:t xml:space="preserve"> </w:t>
      </w:r>
      <w:r w:rsidRPr="004966C3">
        <w:rPr>
          <w:b/>
        </w:rPr>
        <w:t>ураде</w:t>
      </w:r>
      <w:r w:rsidRPr="004966C3">
        <w:rPr>
          <w:b/>
          <w:lang w:val="it-IT"/>
        </w:rPr>
        <w:t xml:space="preserve"> </w:t>
      </w:r>
      <w:r w:rsidRPr="004966C3">
        <w:rPr>
          <w:b/>
        </w:rPr>
        <w:t>задатак</w:t>
      </w:r>
      <w:r w:rsidRPr="004966C3">
        <w:rPr>
          <w:b/>
          <w:lang w:val="it-IT"/>
        </w:rPr>
        <w:t xml:space="preserve">: </w:t>
      </w:r>
    </w:p>
    <w:p w:rsidR="00F01BE7" w:rsidRPr="004966C3" w:rsidRDefault="00F01BE7" w:rsidP="002E1D9B">
      <w:pPr>
        <w:shd w:val="clear" w:color="auto" w:fill="FFFFFF"/>
        <w:jc w:val="both"/>
        <w:rPr>
          <w:b/>
          <w:i/>
          <w:lang w:val="it-IT"/>
        </w:rPr>
      </w:pPr>
      <w:r w:rsidRPr="004966C3">
        <w:rPr>
          <w:b/>
          <w:i/>
          <w:u w:val="single"/>
          <w:lang w:val="it-IT"/>
        </w:rPr>
        <w:t>Le</w:t>
      </w:r>
      <w:r w:rsidRPr="004966C3">
        <w:rPr>
          <w:b/>
          <w:i/>
          <w:lang w:val="it-IT"/>
        </w:rPr>
        <w:t xml:space="preserve"> </w:t>
      </w:r>
      <w:r w:rsidRPr="004966C3">
        <w:rPr>
          <w:b/>
          <w:i/>
          <w:u w:val="single"/>
          <w:lang w:val="it-IT"/>
        </w:rPr>
        <w:t>amiche</w:t>
      </w:r>
      <w:r w:rsidRPr="004966C3">
        <w:rPr>
          <w:b/>
          <w:i/>
          <w:lang w:val="it-IT"/>
        </w:rPr>
        <w:t xml:space="preserve"> di Anna </w:t>
      </w:r>
      <w:r w:rsidRPr="004966C3">
        <w:rPr>
          <w:b/>
          <w:i/>
          <w:u w:val="single"/>
          <w:lang w:val="it-IT"/>
        </w:rPr>
        <w:t>abitano</w:t>
      </w:r>
      <w:r w:rsidRPr="004966C3">
        <w:rPr>
          <w:b/>
          <w:i/>
          <w:lang w:val="it-IT"/>
        </w:rPr>
        <w:t xml:space="preserve"> vicino a scuola e per questo non </w:t>
      </w:r>
      <w:r w:rsidRPr="004966C3">
        <w:rPr>
          <w:b/>
          <w:i/>
          <w:u w:val="single"/>
          <w:lang w:val="it-IT"/>
        </w:rPr>
        <w:t>prendono</w:t>
      </w:r>
      <w:r w:rsidRPr="004966C3">
        <w:rPr>
          <w:b/>
          <w:i/>
          <w:lang w:val="it-IT"/>
        </w:rPr>
        <w:t xml:space="preserve"> l’autobus, ma </w:t>
      </w:r>
      <w:r w:rsidRPr="004966C3">
        <w:rPr>
          <w:b/>
          <w:i/>
          <w:u w:val="single"/>
          <w:lang w:val="it-IT"/>
        </w:rPr>
        <w:t>vanno</w:t>
      </w:r>
      <w:r w:rsidRPr="004966C3">
        <w:rPr>
          <w:b/>
          <w:i/>
          <w:lang w:val="it-IT"/>
        </w:rPr>
        <w:t xml:space="preserve"> in piedi. Quando </w:t>
      </w:r>
      <w:r w:rsidRPr="004966C3">
        <w:rPr>
          <w:b/>
          <w:i/>
          <w:u w:val="single"/>
          <w:lang w:val="it-IT"/>
        </w:rPr>
        <w:t>sono</w:t>
      </w:r>
      <w:r w:rsidRPr="004966C3">
        <w:rPr>
          <w:b/>
          <w:i/>
          <w:lang w:val="it-IT"/>
        </w:rPr>
        <w:t xml:space="preserve"> in ritardo, </w:t>
      </w:r>
      <w:r w:rsidRPr="004966C3">
        <w:rPr>
          <w:b/>
          <w:i/>
          <w:u w:val="single"/>
          <w:lang w:val="it-IT"/>
        </w:rPr>
        <w:t>corrono</w:t>
      </w:r>
      <w:r w:rsidRPr="004966C3">
        <w:rPr>
          <w:b/>
          <w:i/>
          <w:lang w:val="it-IT"/>
        </w:rPr>
        <w:t xml:space="preserve"> con </w:t>
      </w:r>
      <w:r w:rsidRPr="004966C3">
        <w:rPr>
          <w:b/>
          <w:i/>
          <w:u w:val="single"/>
          <w:lang w:val="it-IT"/>
        </w:rPr>
        <w:t>gli</w:t>
      </w:r>
      <w:r w:rsidRPr="004966C3">
        <w:rPr>
          <w:b/>
          <w:i/>
          <w:lang w:val="it-IT"/>
        </w:rPr>
        <w:t xml:space="preserve"> </w:t>
      </w:r>
      <w:r w:rsidRPr="004966C3">
        <w:rPr>
          <w:b/>
          <w:i/>
          <w:u w:val="single"/>
          <w:lang w:val="it-IT"/>
        </w:rPr>
        <w:t>zaini</w:t>
      </w:r>
      <w:r w:rsidRPr="004966C3">
        <w:rPr>
          <w:b/>
          <w:i/>
          <w:lang w:val="it-IT"/>
        </w:rPr>
        <w:t xml:space="preserve"> </w:t>
      </w:r>
      <w:r w:rsidRPr="004966C3">
        <w:rPr>
          <w:b/>
          <w:i/>
          <w:u w:val="single"/>
          <w:lang w:val="it-IT"/>
        </w:rPr>
        <w:t>pieni</w:t>
      </w:r>
      <w:r w:rsidRPr="004966C3">
        <w:rPr>
          <w:b/>
          <w:i/>
          <w:lang w:val="it-IT"/>
        </w:rPr>
        <w:t xml:space="preserve"> di libri e </w:t>
      </w:r>
      <w:r w:rsidRPr="004966C3">
        <w:rPr>
          <w:b/>
          <w:i/>
          <w:u w:val="single"/>
          <w:lang w:val="it-IT"/>
        </w:rPr>
        <w:t>arrivano</w:t>
      </w:r>
      <w:r w:rsidRPr="004966C3">
        <w:rPr>
          <w:b/>
          <w:i/>
          <w:lang w:val="it-IT"/>
        </w:rPr>
        <w:t xml:space="preserve"> in tempo. </w:t>
      </w:r>
      <w:r w:rsidRPr="004966C3">
        <w:rPr>
          <w:b/>
          <w:i/>
          <w:u w:val="single"/>
          <w:lang w:val="it-IT"/>
        </w:rPr>
        <w:t>Le</w:t>
      </w:r>
      <w:r w:rsidRPr="004966C3">
        <w:rPr>
          <w:b/>
          <w:i/>
          <w:lang w:val="it-IT"/>
        </w:rPr>
        <w:t xml:space="preserve"> </w:t>
      </w:r>
      <w:r w:rsidRPr="004966C3">
        <w:rPr>
          <w:b/>
          <w:i/>
          <w:u w:val="single"/>
          <w:lang w:val="it-IT"/>
        </w:rPr>
        <w:t>lezioni</w:t>
      </w:r>
      <w:r w:rsidRPr="004966C3">
        <w:rPr>
          <w:b/>
          <w:i/>
          <w:lang w:val="it-IT"/>
        </w:rPr>
        <w:t xml:space="preserve"> </w:t>
      </w:r>
      <w:r w:rsidRPr="004966C3">
        <w:rPr>
          <w:b/>
          <w:i/>
          <w:u w:val="single"/>
          <w:lang w:val="it-IT"/>
        </w:rPr>
        <w:t>cominciano</w:t>
      </w:r>
      <w:r w:rsidRPr="004966C3">
        <w:rPr>
          <w:b/>
          <w:i/>
          <w:lang w:val="it-IT"/>
        </w:rPr>
        <w:t xml:space="preserve"> alle otto. Dopo la scuola </w:t>
      </w:r>
      <w:r w:rsidRPr="004966C3">
        <w:rPr>
          <w:b/>
          <w:i/>
          <w:u w:val="single"/>
          <w:lang w:val="it-IT"/>
        </w:rPr>
        <w:t>vanno</w:t>
      </w:r>
      <w:r w:rsidRPr="004966C3">
        <w:rPr>
          <w:b/>
          <w:i/>
          <w:lang w:val="it-IT"/>
        </w:rPr>
        <w:t xml:space="preserve"> subito a casa. </w:t>
      </w:r>
      <w:r w:rsidRPr="004966C3">
        <w:rPr>
          <w:b/>
          <w:i/>
          <w:u w:val="single"/>
          <w:lang w:val="it-IT"/>
        </w:rPr>
        <w:t>Sanno</w:t>
      </w:r>
      <w:r w:rsidRPr="004966C3">
        <w:rPr>
          <w:b/>
          <w:i/>
          <w:lang w:val="it-IT"/>
        </w:rPr>
        <w:t xml:space="preserve"> che i genitori le aspettano a pranzo. Stasera </w:t>
      </w:r>
      <w:r w:rsidRPr="004966C3">
        <w:rPr>
          <w:b/>
          <w:i/>
          <w:u w:val="single"/>
          <w:lang w:val="it-IT"/>
        </w:rPr>
        <w:t>vanno</w:t>
      </w:r>
      <w:r w:rsidRPr="004966C3">
        <w:rPr>
          <w:b/>
          <w:i/>
          <w:lang w:val="it-IT"/>
        </w:rPr>
        <w:t xml:space="preserve"> al cinema. </w:t>
      </w:r>
      <w:r w:rsidRPr="004966C3">
        <w:rPr>
          <w:b/>
          <w:i/>
          <w:u w:val="single"/>
          <w:lang w:val="it-IT"/>
        </w:rPr>
        <w:t>Comprano</w:t>
      </w:r>
      <w:r w:rsidRPr="004966C3">
        <w:rPr>
          <w:b/>
          <w:i/>
          <w:lang w:val="it-IT"/>
        </w:rPr>
        <w:t xml:space="preserve"> </w:t>
      </w:r>
      <w:r w:rsidRPr="004966C3">
        <w:rPr>
          <w:b/>
          <w:i/>
          <w:u w:val="single"/>
          <w:lang w:val="it-IT"/>
        </w:rPr>
        <w:t>i</w:t>
      </w:r>
      <w:r w:rsidRPr="004966C3">
        <w:rPr>
          <w:b/>
          <w:i/>
          <w:lang w:val="it-IT"/>
        </w:rPr>
        <w:t xml:space="preserve"> </w:t>
      </w:r>
      <w:r w:rsidRPr="004966C3">
        <w:rPr>
          <w:b/>
          <w:i/>
          <w:u w:val="single"/>
          <w:lang w:val="it-IT"/>
        </w:rPr>
        <w:t>biglietti</w:t>
      </w:r>
      <w:r w:rsidRPr="004966C3">
        <w:rPr>
          <w:b/>
          <w:i/>
          <w:lang w:val="it-IT"/>
        </w:rPr>
        <w:t xml:space="preserve">, </w:t>
      </w:r>
      <w:r w:rsidRPr="004966C3">
        <w:rPr>
          <w:b/>
          <w:i/>
          <w:u w:val="single"/>
          <w:lang w:val="it-IT"/>
        </w:rPr>
        <w:t>prendono</w:t>
      </w:r>
      <w:r w:rsidRPr="004966C3">
        <w:rPr>
          <w:b/>
          <w:i/>
          <w:lang w:val="it-IT"/>
        </w:rPr>
        <w:t xml:space="preserve"> gli occhiali e </w:t>
      </w:r>
      <w:r w:rsidRPr="004966C3">
        <w:rPr>
          <w:b/>
          <w:i/>
          <w:u w:val="single"/>
          <w:lang w:val="it-IT"/>
        </w:rPr>
        <w:t>sono</w:t>
      </w:r>
      <w:r w:rsidRPr="004966C3">
        <w:rPr>
          <w:b/>
          <w:i/>
          <w:lang w:val="it-IT"/>
        </w:rPr>
        <w:t xml:space="preserve"> </w:t>
      </w:r>
      <w:r w:rsidRPr="004966C3">
        <w:rPr>
          <w:b/>
          <w:i/>
          <w:u w:val="single"/>
          <w:lang w:val="it-IT"/>
        </w:rPr>
        <w:t>pronte</w:t>
      </w:r>
      <w:r w:rsidRPr="004966C3">
        <w:rPr>
          <w:b/>
          <w:i/>
          <w:lang w:val="it-IT"/>
        </w:rPr>
        <w:t xml:space="preserve"> a vedere il film! </w:t>
      </w:r>
      <w:r w:rsidRPr="004966C3">
        <w:rPr>
          <w:b/>
          <w:i/>
          <w:u w:val="single"/>
          <w:lang w:val="it-IT"/>
        </w:rPr>
        <w:t>Tornano</w:t>
      </w:r>
      <w:r w:rsidRPr="004966C3">
        <w:rPr>
          <w:b/>
          <w:i/>
          <w:lang w:val="it-IT"/>
        </w:rPr>
        <w:t xml:space="preserve"> a casa </w:t>
      </w:r>
      <w:r w:rsidRPr="004966C3">
        <w:rPr>
          <w:b/>
          <w:i/>
          <w:u w:val="single"/>
          <w:lang w:val="it-IT"/>
        </w:rPr>
        <w:t>contente</w:t>
      </w:r>
      <w:r w:rsidRPr="004966C3">
        <w:rPr>
          <w:b/>
          <w:i/>
          <w:lang w:val="it-IT"/>
        </w:rPr>
        <w:t xml:space="preserve"> e </w:t>
      </w:r>
      <w:r w:rsidRPr="004966C3">
        <w:rPr>
          <w:b/>
          <w:i/>
          <w:u w:val="single"/>
          <w:lang w:val="it-IT"/>
        </w:rPr>
        <w:t>vanno</w:t>
      </w:r>
      <w:r w:rsidRPr="004966C3">
        <w:rPr>
          <w:b/>
          <w:i/>
          <w:lang w:val="it-IT"/>
        </w:rPr>
        <w:t xml:space="preserve"> a dormire.</w:t>
      </w:r>
    </w:p>
    <w:p w:rsidR="00F01BE7" w:rsidRPr="004966C3" w:rsidRDefault="00F01BE7" w:rsidP="002E1D9B">
      <w:pPr>
        <w:shd w:val="clear" w:color="auto" w:fill="FFFFFF"/>
        <w:jc w:val="both"/>
        <w:rPr>
          <w:b/>
          <w:i/>
          <w:lang w:val="it-IT"/>
        </w:rPr>
      </w:pP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w:t>
      </w:r>
      <w:r w:rsidRPr="004966C3">
        <w:rPr>
          <w:b/>
          <w:lang w:val="it-IT"/>
        </w:rPr>
        <w:t>8</w:t>
      </w:r>
      <w:r w:rsidRPr="004966C3">
        <w:rPr>
          <w:b/>
          <w:lang w:val="sr-Cyrl-CS"/>
        </w:rPr>
        <w:t xml:space="preserve"> минута)</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r w:rsidRPr="004966C3">
        <w:rPr>
          <w:b/>
          <w:lang w:val="sr-Cyrl-CS"/>
        </w:rPr>
        <w:t xml:space="preserve">Након што ученицима најавим тест који ће радити следећег часа, делим им папире са текстом песме </w:t>
      </w:r>
      <w:r w:rsidRPr="004966C3">
        <w:rPr>
          <w:b/>
          <w:i/>
          <w:lang w:val="it-IT"/>
        </w:rPr>
        <w:t>Per</w:t>
      </w:r>
      <w:r w:rsidRPr="004966C3">
        <w:rPr>
          <w:b/>
          <w:i/>
          <w:lang w:val="sr-Cyrl-CS"/>
        </w:rPr>
        <w:t xml:space="preserve"> </w:t>
      </w:r>
      <w:r w:rsidRPr="004966C3">
        <w:rPr>
          <w:b/>
          <w:i/>
          <w:lang w:val="it-IT"/>
        </w:rPr>
        <w:t>te</w:t>
      </w:r>
      <w:r w:rsidRPr="004966C3">
        <w:rPr>
          <w:b/>
          <w:lang w:val="sr-Cyrl-CS"/>
        </w:rPr>
        <w:t xml:space="preserve"> италијанског певача Ђованотија. Једном слушају песму и прате њен текст на папирима, а следећи пут сви заједно певамо песму и тако се опуштамо после граматичких вежбања, а пред тест.</w:t>
      </w:r>
    </w:p>
    <w:p w:rsidR="00F01BE7" w:rsidRPr="004966C3" w:rsidRDefault="00F01BE7" w:rsidP="002E1D9B">
      <w:pPr>
        <w:shd w:val="clear" w:color="auto" w:fill="FFFFFF"/>
        <w:jc w:val="both"/>
        <w:rPr>
          <w:b/>
          <w:lang w:val="sr-Cyrl-CS"/>
        </w:rPr>
      </w:pPr>
    </w:p>
    <w:p w:rsidR="00F01BE7" w:rsidRPr="004966C3" w:rsidRDefault="00F01BE7" w:rsidP="002E1D9B">
      <w:pPr>
        <w:shd w:val="clear" w:color="auto" w:fill="FFFFFF"/>
        <w:jc w:val="both"/>
        <w:rPr>
          <w:b/>
          <w:lang w:val="sr-Cyrl-CS"/>
        </w:rPr>
      </w:pPr>
    </w:p>
    <w:p w:rsidR="00F01BE7" w:rsidRPr="004966C3" w:rsidRDefault="00F01BE7" w:rsidP="002E1D9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4966C3">
        <w:rPr>
          <w:b/>
          <w:sz w:val="32"/>
          <w:szCs w:val="32"/>
          <w:lang w:val="sr-Cyrl-CS"/>
        </w:rPr>
        <w:t>П</w:t>
      </w:r>
      <w:r w:rsidRPr="004966C3">
        <w:rPr>
          <w:b/>
          <w:sz w:val="32"/>
          <w:szCs w:val="32"/>
        </w:rPr>
        <w:t>рипрема</w:t>
      </w:r>
      <w:r w:rsidRPr="004966C3">
        <w:rPr>
          <w:b/>
          <w:sz w:val="32"/>
          <w:szCs w:val="32"/>
          <w:lang w:val="it-IT"/>
        </w:rPr>
        <w:t xml:space="preserve"> </w:t>
      </w:r>
      <w:r w:rsidRPr="004966C3">
        <w:rPr>
          <w:b/>
          <w:sz w:val="32"/>
          <w:szCs w:val="32"/>
          <w:lang w:val="sr-Cyrl-CS"/>
        </w:rPr>
        <w:t xml:space="preserve">за </w:t>
      </w:r>
      <w:r w:rsidRPr="004966C3">
        <w:rPr>
          <w:b/>
          <w:sz w:val="32"/>
          <w:szCs w:val="32"/>
        </w:rPr>
        <w:t>час</w:t>
      </w:r>
      <w:r w:rsidRPr="004966C3">
        <w:rPr>
          <w:b/>
          <w:sz w:val="32"/>
          <w:szCs w:val="32"/>
          <w:lang w:val="it-IT"/>
        </w:rPr>
        <w:t xml:space="preserve"> </w:t>
      </w:r>
      <w:r w:rsidRPr="004966C3">
        <w:rPr>
          <w:b/>
          <w:sz w:val="32"/>
          <w:szCs w:val="32"/>
        </w:rPr>
        <w:t>бр</w:t>
      </w:r>
      <w:r w:rsidRPr="004966C3">
        <w:rPr>
          <w:b/>
          <w:sz w:val="32"/>
          <w:szCs w:val="32"/>
          <w:lang w:val="it-IT"/>
        </w:rPr>
        <w:t>. 1</w:t>
      </w:r>
      <w:r w:rsidRPr="004966C3">
        <w:rPr>
          <w:b/>
          <w:sz w:val="32"/>
          <w:szCs w:val="32"/>
        </w:rPr>
        <w:t>8</w:t>
      </w:r>
    </w:p>
    <w:p w:rsidR="00F01BE7" w:rsidRPr="004966C3" w:rsidRDefault="00F01BE7" w:rsidP="002E1D9B">
      <w:pPr>
        <w:shd w:val="clear" w:color="auto" w:fill="FFFFFF"/>
        <w:jc w:val="center"/>
        <w:rPr>
          <w:b/>
          <w:sz w:val="32"/>
          <w:szCs w:val="32"/>
          <w:lang w:val="it-IT"/>
        </w:rPr>
      </w:pPr>
    </w:p>
    <w:p w:rsidR="00F01BE7" w:rsidRPr="004966C3" w:rsidRDefault="00F01BE7" w:rsidP="002E1D9B">
      <w:pPr>
        <w:numPr>
          <w:ilvl w:val="0"/>
          <w:numId w:val="9"/>
        </w:numPr>
        <w:shd w:val="clear" w:color="auto" w:fill="FFFFFF"/>
        <w:rPr>
          <w:b/>
          <w:lang w:val="sr-Cyrl-CS"/>
        </w:rPr>
      </w:pPr>
      <w:r w:rsidRPr="004966C3">
        <w:rPr>
          <w:b/>
          <w:u w:val="single"/>
          <w:lang w:val="sr-Cyrl-CS"/>
        </w:rPr>
        <w:t>Школа</w:t>
      </w:r>
      <w:r w:rsidRPr="004966C3">
        <w:rPr>
          <w:b/>
          <w:lang w:val="sr-Cyrl-CS"/>
        </w:rPr>
        <w:t>: ......................................................</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Наставни предмет</w:t>
      </w:r>
      <w:r w:rsidRPr="004966C3">
        <w:rPr>
          <w:b/>
          <w:lang w:val="sr-Cyrl-CS"/>
        </w:rPr>
        <w:t xml:space="preserve">: италијански језик </w:t>
      </w:r>
    </w:p>
    <w:p w:rsidR="00F01BE7" w:rsidRPr="004966C3" w:rsidRDefault="00F01BE7" w:rsidP="002E1D9B">
      <w:pPr>
        <w:shd w:val="clear" w:color="auto" w:fill="FFFFFF"/>
        <w:rPr>
          <w:b/>
          <w:lang w:val="sr-Cyrl-CS"/>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Разред и одељење</w:t>
      </w:r>
      <w:r w:rsidRPr="004966C3">
        <w:rPr>
          <w:b/>
          <w:lang w:val="sr-Cyrl-CS"/>
        </w:rPr>
        <w:t xml:space="preserve">: </w:t>
      </w:r>
      <w:r w:rsidRPr="004966C3">
        <w:rPr>
          <w:b/>
        </w:rPr>
        <w:t>6</w:t>
      </w:r>
      <w:r w:rsidRPr="004966C3">
        <w:rPr>
          <w:b/>
          <w:lang w:val="sr-Cyrl-CS"/>
        </w:rPr>
        <w:t>.</w:t>
      </w:r>
    </w:p>
    <w:p w:rsidR="00F01BE7" w:rsidRPr="004966C3" w:rsidRDefault="00F01BE7" w:rsidP="002E1D9B">
      <w:pPr>
        <w:shd w:val="clear" w:color="auto" w:fill="FFFFFF"/>
        <w:rPr>
          <w:b/>
        </w:rPr>
      </w:pPr>
    </w:p>
    <w:p w:rsidR="00F01BE7" w:rsidRPr="004966C3" w:rsidRDefault="00F01BE7" w:rsidP="002E1D9B">
      <w:pPr>
        <w:numPr>
          <w:ilvl w:val="0"/>
          <w:numId w:val="10"/>
        </w:numPr>
        <w:shd w:val="clear" w:color="auto" w:fill="FFFFFF"/>
        <w:ind w:left="284" w:firstLine="0"/>
        <w:rPr>
          <w:b/>
          <w:lang w:val="sr-Cyrl-CS"/>
        </w:rPr>
      </w:pPr>
      <w:r w:rsidRPr="004966C3">
        <w:rPr>
          <w:b/>
          <w:u w:val="single"/>
          <w:lang w:val="sr-Cyrl-CS"/>
        </w:rPr>
        <w:t>Школска година</w:t>
      </w:r>
      <w:r w:rsidRPr="004966C3">
        <w:rPr>
          <w:b/>
          <w:lang w:val="sr-Cyrl-CS"/>
        </w:rPr>
        <w:t>: 2013/2014.</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тема</w:t>
      </w:r>
      <w:r w:rsidRPr="004966C3">
        <w:rPr>
          <w:b/>
          <w:lang w:val="sr-Cyrl-CS"/>
        </w:rPr>
        <w:t xml:space="preserve">: </w:t>
      </w:r>
      <w:r w:rsidRPr="004966C3">
        <w:rPr>
          <w:b/>
          <w:lang w:val="it-IT"/>
        </w:rPr>
        <w:t>II</w:t>
      </w:r>
      <w:r w:rsidRPr="004966C3">
        <w:rPr>
          <w:b/>
          <w:lang w:val="sr-Cyrl-CS"/>
        </w:rPr>
        <w:t xml:space="preserve"> </w:t>
      </w:r>
      <w:r w:rsidRPr="004966C3">
        <w:rPr>
          <w:b/>
          <w:i/>
          <w:lang w:val="it-IT"/>
        </w:rPr>
        <w:t>Andiamo</w:t>
      </w:r>
      <w:r w:rsidRPr="004966C3">
        <w:rPr>
          <w:b/>
          <w:i/>
          <w:lang w:val="sr-Cyrl-CS"/>
        </w:rPr>
        <w:t xml:space="preserve"> </w:t>
      </w:r>
      <w:r w:rsidRPr="004966C3">
        <w:rPr>
          <w:b/>
          <w:i/>
          <w:lang w:val="it-IT"/>
        </w:rPr>
        <w:t>al</w:t>
      </w:r>
      <w:r w:rsidRPr="004966C3">
        <w:rPr>
          <w:b/>
          <w:i/>
          <w:lang w:val="sr-Cyrl-CS"/>
        </w:rPr>
        <w:t xml:space="preserve"> </w:t>
      </w:r>
      <w:r w:rsidRPr="004966C3">
        <w:rPr>
          <w:b/>
          <w:i/>
          <w:lang w:val="it-IT"/>
        </w:rPr>
        <w:t>cinema</w:t>
      </w:r>
      <w:r w:rsidRPr="004966C3">
        <w:rPr>
          <w:b/>
          <w:i/>
          <w:lang w:val="sr-Cyrl-CS"/>
        </w:rPr>
        <w:t xml:space="preserve"> </w:t>
      </w:r>
      <w:r w:rsidRPr="004966C3">
        <w:rPr>
          <w:b/>
          <w:i/>
          <w:lang w:val="it-IT"/>
        </w:rPr>
        <w:t>tridimensionale</w:t>
      </w:r>
      <w:r w:rsidRPr="004966C3">
        <w:rPr>
          <w:b/>
          <w:i/>
          <w:lang w:val="sr-Cyrl-CS"/>
        </w:rPr>
        <w:t>!</w:t>
      </w:r>
      <w:r w:rsidRPr="004966C3">
        <w:rPr>
          <w:b/>
          <w:lang w:val="sr-Cyrl-CS"/>
        </w:rPr>
        <w:t xml:space="preserve">  </w:t>
      </w:r>
    </w:p>
    <w:p w:rsidR="00F01BE7" w:rsidRPr="004966C3" w:rsidRDefault="00F01BE7" w:rsidP="002E1D9B">
      <w:pPr>
        <w:shd w:val="clear" w:color="auto" w:fill="FFFFFF"/>
        <w:ind w:left="644"/>
        <w:rPr>
          <w:b/>
          <w:lang w:val="sr-Cyrl-CS"/>
        </w:rPr>
      </w:pPr>
    </w:p>
    <w:p w:rsidR="00F01BE7" w:rsidRPr="004966C3" w:rsidRDefault="00F01BE7" w:rsidP="002E1D9B">
      <w:pPr>
        <w:numPr>
          <w:ilvl w:val="0"/>
          <w:numId w:val="9"/>
        </w:numPr>
        <w:shd w:val="clear" w:color="auto" w:fill="FFFFFF"/>
        <w:rPr>
          <w:b/>
          <w:i/>
          <w:lang w:val="sr-Cyrl-CS"/>
        </w:rPr>
      </w:pPr>
      <w:r w:rsidRPr="004966C3">
        <w:rPr>
          <w:b/>
          <w:u w:val="single"/>
          <w:lang w:val="sr-Cyrl-CS"/>
        </w:rPr>
        <w:t>Наставна јединица</w:t>
      </w:r>
      <w:r w:rsidRPr="004966C3">
        <w:rPr>
          <w:b/>
          <w:lang w:val="sr-Cyrl-CS"/>
        </w:rPr>
        <w:t xml:space="preserve">: </w:t>
      </w:r>
      <w:r w:rsidRPr="004966C3">
        <w:rPr>
          <w:b/>
          <w:i/>
          <w:lang w:val="it-IT"/>
        </w:rPr>
        <w:t>Test</w:t>
      </w:r>
    </w:p>
    <w:p w:rsidR="00F01BE7" w:rsidRPr="004966C3" w:rsidRDefault="00F01BE7" w:rsidP="002E1D9B">
      <w:pPr>
        <w:shd w:val="clear" w:color="auto" w:fill="FFFFFF"/>
        <w:rPr>
          <w:b/>
          <w:u w:val="single"/>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Тип часа</w:t>
      </w:r>
      <w:r w:rsidRPr="004966C3">
        <w:rPr>
          <w:b/>
          <w:lang w:val="sr-Cyrl-CS"/>
        </w:rPr>
        <w:t xml:space="preserve">: </w:t>
      </w:r>
      <w:r w:rsidRPr="004966C3">
        <w:rPr>
          <w:b/>
        </w:rPr>
        <w:t>провера знања</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Наставне методе</w:t>
      </w:r>
      <w:r w:rsidRPr="004966C3">
        <w:rPr>
          <w:b/>
          <w:lang w:val="sr-Cyrl-CS"/>
        </w:rPr>
        <w:t>: писане вежбе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Облици рада</w:t>
      </w:r>
      <w:r w:rsidRPr="004966C3">
        <w:rPr>
          <w:b/>
          <w:lang w:val="sr-Cyrl-CS"/>
        </w:rPr>
        <w:t>: индивидуални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Наставна средства</w:t>
      </w:r>
      <w:r w:rsidRPr="004966C3">
        <w:rPr>
          <w:b/>
          <w:lang w:val="sr-Cyrl-CS"/>
        </w:rPr>
        <w:t>: штампани тестови</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lang w:val="sr-Cyrl-CS"/>
        </w:rPr>
      </w:pPr>
      <w:r w:rsidRPr="004966C3">
        <w:rPr>
          <w:b/>
          <w:u w:val="single"/>
          <w:lang w:val="sr-Cyrl-CS"/>
        </w:rPr>
        <w:t>Литература</w:t>
      </w:r>
      <w:r w:rsidRPr="004966C3">
        <w:rPr>
          <w:b/>
          <w:lang w:val="sr-Cyrl-CS"/>
        </w:rPr>
        <w:t xml:space="preserve">: </w:t>
      </w:r>
      <w:r w:rsidRPr="004966C3">
        <w:rPr>
          <w:b/>
          <w:i/>
        </w:rPr>
        <w:t>Amici</w:t>
      </w:r>
      <w:r w:rsidRPr="004966C3">
        <w:rPr>
          <w:b/>
          <w:i/>
          <w:lang w:val="sr-Cyrl-CS"/>
        </w:rPr>
        <w:t xml:space="preserve"> 2</w:t>
      </w:r>
      <w:r w:rsidRPr="004966C3">
        <w:rPr>
          <w:b/>
          <w:lang w:val="sr-Cyrl-CS"/>
        </w:rPr>
        <w:t xml:space="preserve"> - Италијански језик за 6. </w:t>
      </w:r>
      <w:r w:rsidRPr="004966C3">
        <w:rPr>
          <w:b/>
        </w:rPr>
        <w:t>p</w:t>
      </w:r>
      <w:r w:rsidRPr="004966C3">
        <w:rPr>
          <w:b/>
          <w:lang w:val="sr-Cyrl-CS"/>
        </w:rPr>
        <w:t xml:space="preserve">азред основне школе; </w:t>
      </w:r>
      <w:r w:rsidRPr="004966C3">
        <w:rPr>
          <w:b/>
          <w:i/>
        </w:rPr>
        <w:t>Amici</w:t>
      </w:r>
      <w:r w:rsidRPr="004966C3">
        <w:rPr>
          <w:b/>
          <w:i/>
          <w:lang w:val="sr-Cyrl-CS"/>
        </w:rPr>
        <w:t xml:space="preserve"> 2</w:t>
      </w:r>
      <w:r w:rsidRPr="004966C3">
        <w:rPr>
          <w:b/>
          <w:lang w:val="sr-Cyrl-CS"/>
        </w:rPr>
        <w:t xml:space="preserve"> - Приручник за наставнике</w:t>
      </w:r>
    </w:p>
    <w:p w:rsidR="00F01BE7" w:rsidRPr="004966C3" w:rsidRDefault="00F01BE7" w:rsidP="002E1D9B">
      <w:pPr>
        <w:shd w:val="clear" w:color="auto" w:fill="FFFFFF"/>
        <w:rPr>
          <w:b/>
          <w:lang w:val="sr-Cyrl-CS"/>
        </w:rPr>
      </w:pPr>
    </w:p>
    <w:p w:rsidR="00F01BE7" w:rsidRPr="004966C3" w:rsidRDefault="00F01BE7" w:rsidP="002E1D9B">
      <w:pPr>
        <w:numPr>
          <w:ilvl w:val="0"/>
          <w:numId w:val="9"/>
        </w:numPr>
        <w:shd w:val="clear" w:color="auto" w:fill="FFFFFF"/>
        <w:rPr>
          <w:b/>
        </w:rPr>
      </w:pPr>
      <w:r w:rsidRPr="004966C3">
        <w:rPr>
          <w:b/>
          <w:u w:val="single"/>
          <w:lang w:val="sr-Cyrl-CS"/>
        </w:rPr>
        <w:t xml:space="preserve">Циљеви </w:t>
      </w:r>
      <w:r w:rsidRPr="004966C3">
        <w:rPr>
          <w:b/>
          <w:u w:val="single"/>
        </w:rPr>
        <w:t xml:space="preserve">и задаци </w:t>
      </w:r>
      <w:r w:rsidRPr="004966C3">
        <w:rPr>
          <w:b/>
          <w:u w:val="single"/>
          <w:lang w:val="sr-Cyrl-CS"/>
        </w:rPr>
        <w:t>часа</w:t>
      </w:r>
      <w:r w:rsidRPr="004966C3">
        <w:rPr>
          <w:b/>
          <w:lang w:val="sr-Cyrl-CS"/>
        </w:rPr>
        <w:t xml:space="preserve">: </w:t>
      </w:r>
    </w:p>
    <w:p w:rsidR="00F01BE7" w:rsidRPr="004966C3" w:rsidRDefault="00F01BE7" w:rsidP="002E1D9B">
      <w:pPr>
        <w:numPr>
          <w:ilvl w:val="0"/>
          <w:numId w:val="11"/>
        </w:numPr>
        <w:shd w:val="clear" w:color="auto" w:fill="FFFFFF"/>
        <w:rPr>
          <w:b/>
          <w:u w:val="dotted"/>
          <w:lang w:val="sr-Cyrl-CS"/>
        </w:rPr>
      </w:pPr>
      <w:r w:rsidRPr="004966C3">
        <w:rPr>
          <w:b/>
        </w:rPr>
        <w:t xml:space="preserve"> провера и утврђивање градива прве и друге наставне јединице (презент глагола I и II конјугације, чланови, лексика и комуникативне функције) </w:t>
      </w:r>
    </w:p>
    <w:p w:rsidR="00F01BE7" w:rsidRPr="004966C3" w:rsidRDefault="00F01BE7" w:rsidP="002E1D9B">
      <w:pPr>
        <w:numPr>
          <w:ilvl w:val="0"/>
          <w:numId w:val="17"/>
        </w:numPr>
        <w:contextualSpacing/>
        <w:rPr>
          <w:b/>
          <w:u w:val="single"/>
        </w:rPr>
      </w:pPr>
      <w:r w:rsidRPr="004966C3">
        <w:rPr>
          <w:b/>
        </w:rPr>
        <w:t xml:space="preserve">  </w:t>
      </w:r>
      <w:r w:rsidRPr="004966C3">
        <w:rPr>
          <w:b/>
          <w:u w:val="single"/>
          <w:lang w:val="sr-Cyrl-CS"/>
        </w:rPr>
        <w:t>Очекивани исходи:</w:t>
      </w:r>
    </w:p>
    <w:p w:rsidR="00F01BE7" w:rsidRPr="004966C3" w:rsidRDefault="00F01BE7" w:rsidP="002E1D9B">
      <w:pPr>
        <w:shd w:val="clear" w:color="auto" w:fill="FFFFFF"/>
        <w:ind w:left="1440"/>
        <w:contextualSpacing/>
        <w:rPr>
          <w:b/>
        </w:rPr>
      </w:pPr>
      <w:r w:rsidRPr="004966C3">
        <w:rPr>
          <w:b/>
        </w:rPr>
        <w:t xml:space="preserve">По завршетку часа ученици ће бити у стању да у усменој и писаној комуникацији: </w:t>
      </w:r>
    </w:p>
    <w:p w:rsidR="00F01BE7" w:rsidRPr="004966C3" w:rsidRDefault="00F01BE7" w:rsidP="002E1D9B">
      <w:pPr>
        <w:pStyle w:val="ListParagraph"/>
        <w:numPr>
          <w:ilvl w:val="0"/>
          <w:numId w:val="38"/>
        </w:numPr>
        <w:shd w:val="clear" w:color="auto" w:fill="FFFFFF"/>
        <w:rPr>
          <w:b/>
          <w:lang w:val="sr-Cyrl-CS"/>
        </w:rPr>
      </w:pPr>
      <w:r w:rsidRPr="004966C3">
        <w:rPr>
          <w:b/>
          <w:lang w:val="sr-Cyrl-CS"/>
        </w:rPr>
        <w:t>самостално процене  које је језичке структуре и у којој мери усвојио</w:t>
      </w:r>
    </w:p>
    <w:p w:rsidR="00F01BE7" w:rsidRPr="004966C3" w:rsidRDefault="00F01BE7" w:rsidP="002E1D9B">
      <w:pPr>
        <w:pStyle w:val="ListParagraph"/>
        <w:numPr>
          <w:ilvl w:val="0"/>
          <w:numId w:val="15"/>
        </w:numPr>
        <w:shd w:val="clear" w:color="auto" w:fill="FFFFFF"/>
        <w:rPr>
          <w:b/>
        </w:rPr>
      </w:pPr>
      <w:r w:rsidRPr="004966C3">
        <w:rPr>
          <w:b/>
          <w:u w:val="single"/>
        </w:rPr>
        <w:t>Активности</w:t>
      </w:r>
      <w:r w:rsidRPr="004966C3">
        <w:rPr>
          <w:b/>
        </w:rPr>
        <w:t>:</w:t>
      </w:r>
    </w:p>
    <w:p w:rsidR="00F01BE7" w:rsidRPr="004966C3" w:rsidRDefault="00F01BE7" w:rsidP="002E1D9B">
      <w:pPr>
        <w:numPr>
          <w:ilvl w:val="0"/>
          <w:numId w:val="12"/>
        </w:numPr>
        <w:shd w:val="clear" w:color="auto" w:fill="FFFFFF"/>
        <w:jc w:val="both"/>
      </w:pPr>
      <w:r w:rsidRPr="004966C3">
        <w:rPr>
          <w:b/>
          <w:u w:val="dotted"/>
        </w:rPr>
        <w:t>Наставника</w:t>
      </w:r>
      <w:r w:rsidRPr="004966C3">
        <w:rPr>
          <w:b/>
        </w:rPr>
        <w:t>: Дели тестове, даје упутства, појашњава уколико ученици нешто нису разумели, обезбеђује дисциплину и тишину током рада, коментарише тежину теста са ученицима</w:t>
      </w:r>
      <w:r w:rsidRPr="004966C3">
        <w:t>.</w:t>
      </w:r>
    </w:p>
    <w:p w:rsidR="00F01BE7" w:rsidRPr="004966C3" w:rsidRDefault="00F01BE7" w:rsidP="002E1D9B">
      <w:pPr>
        <w:numPr>
          <w:ilvl w:val="0"/>
          <w:numId w:val="12"/>
        </w:numPr>
        <w:shd w:val="clear" w:color="auto" w:fill="FFFFFF"/>
        <w:jc w:val="both"/>
      </w:pPr>
      <w:r w:rsidRPr="004966C3">
        <w:rPr>
          <w:b/>
          <w:u w:val="dotted"/>
        </w:rPr>
        <w:t>Ученика</w:t>
      </w:r>
      <w:r w:rsidRPr="004966C3">
        <w:rPr>
          <w:b/>
        </w:rPr>
        <w:t>: Раде задатке, питају наставника да им појасни неко упутство уколико га не разумеју, коментаришу тежину теста са другарима и наставником на крају часа.</w:t>
      </w: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shd w:val="clear" w:color="auto" w:fill="FFFFFF"/>
        <w:jc w:val="both"/>
      </w:pPr>
    </w:p>
    <w:p w:rsidR="00F01BE7" w:rsidRPr="004966C3" w:rsidRDefault="00F01BE7" w:rsidP="002E1D9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4966C3">
        <w:rPr>
          <w:b/>
          <w:lang w:val="sr-Cyrl-CS"/>
        </w:rPr>
        <w:t>Ток часа</w:t>
      </w:r>
    </w:p>
    <w:p w:rsidR="00F01BE7" w:rsidRPr="004966C3" w:rsidRDefault="00F01BE7" w:rsidP="002E1D9B">
      <w:pPr>
        <w:shd w:val="clear" w:color="auto" w:fill="FFFFFF"/>
        <w:rPr>
          <w:b/>
        </w:rPr>
      </w:pPr>
    </w:p>
    <w:p w:rsidR="00F01BE7" w:rsidRPr="004966C3" w:rsidRDefault="00F01BE7" w:rsidP="002E1D9B">
      <w:pPr>
        <w:shd w:val="clear" w:color="auto" w:fill="FFFFFF"/>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Уводни део (5 минута)</w:t>
      </w:r>
    </w:p>
    <w:p w:rsidR="00F01BE7" w:rsidRPr="004966C3" w:rsidRDefault="00F01BE7" w:rsidP="002E1D9B">
      <w:pPr>
        <w:shd w:val="clear" w:color="auto" w:fill="FFFFFF"/>
        <w:jc w:val="both"/>
        <w:rPr>
          <w:b/>
        </w:rPr>
      </w:pPr>
    </w:p>
    <w:p w:rsidR="00F01BE7" w:rsidRPr="004966C3" w:rsidRDefault="00F01BE7" w:rsidP="002E1D9B">
      <w:pPr>
        <w:shd w:val="clear" w:color="auto" w:fill="FFFFFF"/>
        <w:jc w:val="both"/>
        <w:rPr>
          <w:b/>
          <w:i/>
        </w:rPr>
      </w:pPr>
      <w:r w:rsidRPr="004966C3">
        <w:rPr>
          <w:b/>
        </w:rPr>
        <w:t xml:space="preserve">Размештам ученике, делим им тестове, појашњавам упутства и желим срећу реченицом </w:t>
      </w:r>
      <w:r w:rsidRPr="004966C3">
        <w:rPr>
          <w:b/>
          <w:i/>
        </w:rPr>
        <w:t>In bocca al lupo!</w:t>
      </w:r>
    </w:p>
    <w:p w:rsidR="00F01BE7" w:rsidRPr="004966C3" w:rsidRDefault="00F01BE7" w:rsidP="002E1D9B">
      <w:pPr>
        <w:shd w:val="clear" w:color="auto" w:fill="FFFFFF"/>
        <w:jc w:val="both"/>
        <w:rPr>
          <w:b/>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Главни део (35 минута)</w:t>
      </w:r>
    </w:p>
    <w:p w:rsidR="00F01BE7" w:rsidRPr="004966C3" w:rsidRDefault="00F01BE7" w:rsidP="002E1D9B">
      <w:pPr>
        <w:shd w:val="clear" w:color="auto" w:fill="FFFFFF"/>
        <w:jc w:val="both"/>
        <w:rPr>
          <w:b/>
          <w:i/>
          <w:lang w:val="sr-Cyrl-CS"/>
        </w:rPr>
      </w:pPr>
      <w:r w:rsidRPr="004966C3">
        <w:rPr>
          <w:b/>
          <w:i/>
          <w:lang w:val="sr-Cyrl-CS"/>
        </w:rPr>
        <w:t xml:space="preserve"> </w:t>
      </w:r>
    </w:p>
    <w:p w:rsidR="00F01BE7" w:rsidRPr="004966C3" w:rsidRDefault="00F01BE7" w:rsidP="002E1D9B">
      <w:pPr>
        <w:shd w:val="clear" w:color="auto" w:fill="FFFFFF"/>
        <w:jc w:val="both"/>
        <w:rPr>
          <w:b/>
        </w:rPr>
      </w:pPr>
      <w:r w:rsidRPr="004966C3">
        <w:rPr>
          <w:b/>
        </w:rPr>
        <w:t>Ученици раде тест. Задаци могу бити овог типа:</w:t>
      </w:r>
    </w:p>
    <w:p w:rsidR="00F01BE7" w:rsidRPr="004966C3" w:rsidRDefault="00F01BE7" w:rsidP="002E1D9B">
      <w:pPr>
        <w:shd w:val="clear" w:color="auto" w:fill="FFFFFF"/>
        <w:jc w:val="both"/>
        <w:rPr>
          <w:b/>
          <w:i/>
          <w:u w:val="single"/>
          <w:lang w:val="it-IT"/>
        </w:rPr>
      </w:pPr>
      <w:r w:rsidRPr="004966C3">
        <w:rPr>
          <w:b/>
          <w:i/>
          <w:u w:val="single"/>
          <w:lang w:val="it-IT"/>
        </w:rPr>
        <w:t>I Completa con essere o avere!</w:t>
      </w:r>
    </w:p>
    <w:p w:rsidR="00F01BE7" w:rsidRPr="004966C3" w:rsidRDefault="00F01BE7" w:rsidP="002E1D9B">
      <w:pPr>
        <w:shd w:val="clear" w:color="auto" w:fill="FFFFFF"/>
        <w:jc w:val="both"/>
        <w:rPr>
          <w:b/>
          <w:i/>
          <w:lang w:val="it-IT"/>
        </w:rPr>
      </w:pPr>
      <w:r w:rsidRPr="004966C3">
        <w:rPr>
          <w:b/>
          <w:i/>
          <w:lang w:val="it-IT"/>
        </w:rPr>
        <w:t>Noi due non ________ fame.</w:t>
      </w:r>
    </w:p>
    <w:p w:rsidR="00F01BE7" w:rsidRPr="004966C3" w:rsidRDefault="00F01BE7" w:rsidP="002E1D9B">
      <w:pPr>
        <w:shd w:val="clear" w:color="auto" w:fill="FFFFFF"/>
        <w:jc w:val="both"/>
        <w:rPr>
          <w:b/>
          <w:i/>
          <w:lang w:val="it-IT"/>
        </w:rPr>
      </w:pPr>
      <w:r w:rsidRPr="004966C3">
        <w:rPr>
          <w:b/>
          <w:i/>
          <w:lang w:val="it-IT"/>
        </w:rPr>
        <w:t>Luca ________ quindici anni.</w:t>
      </w:r>
    </w:p>
    <w:p w:rsidR="00F01BE7" w:rsidRPr="004966C3" w:rsidRDefault="00F01BE7" w:rsidP="002E1D9B">
      <w:pPr>
        <w:shd w:val="clear" w:color="auto" w:fill="FFFFFF"/>
        <w:jc w:val="both"/>
        <w:rPr>
          <w:b/>
          <w:i/>
          <w:lang w:val="it-IT"/>
        </w:rPr>
      </w:pPr>
      <w:r w:rsidRPr="004966C3">
        <w:rPr>
          <w:b/>
          <w:i/>
          <w:lang w:val="it-IT"/>
        </w:rPr>
        <w:t>Anna ed io ________ molto brave in biologia.</w:t>
      </w:r>
    </w:p>
    <w:p w:rsidR="00F01BE7" w:rsidRPr="004966C3" w:rsidRDefault="00F01BE7" w:rsidP="002E1D9B">
      <w:pPr>
        <w:shd w:val="clear" w:color="auto" w:fill="FFFFFF"/>
        <w:jc w:val="both"/>
        <w:rPr>
          <w:b/>
          <w:i/>
          <w:lang w:val="it-IT"/>
        </w:rPr>
      </w:pPr>
      <w:r w:rsidRPr="004966C3">
        <w:rPr>
          <w:b/>
          <w:i/>
          <w:lang w:val="it-IT"/>
        </w:rPr>
        <w:t>I ragazzi _________ il test oggi.</w:t>
      </w:r>
    </w:p>
    <w:p w:rsidR="00F01BE7" w:rsidRPr="004966C3" w:rsidRDefault="00F01BE7" w:rsidP="002E1D9B">
      <w:pPr>
        <w:shd w:val="clear" w:color="auto" w:fill="FFFFFF"/>
        <w:jc w:val="both"/>
        <w:rPr>
          <w:b/>
          <w:i/>
          <w:lang w:val="it-IT"/>
        </w:rPr>
      </w:pPr>
      <w:r w:rsidRPr="004966C3">
        <w:rPr>
          <w:b/>
          <w:i/>
          <w:lang w:val="it-IT"/>
        </w:rPr>
        <w:t>Fabio ________ un ragazzo molto sportivo.</w:t>
      </w:r>
    </w:p>
    <w:p w:rsidR="00F01BE7" w:rsidRPr="004966C3" w:rsidRDefault="00F01BE7" w:rsidP="002E1D9B">
      <w:pPr>
        <w:shd w:val="clear" w:color="auto" w:fill="FFFFFF"/>
        <w:jc w:val="both"/>
        <w:rPr>
          <w:b/>
          <w:i/>
          <w:u w:val="single"/>
          <w:lang w:val="it-IT"/>
        </w:rPr>
      </w:pPr>
      <w:r w:rsidRPr="004966C3">
        <w:rPr>
          <w:b/>
          <w:i/>
          <w:u w:val="single"/>
          <w:lang w:val="it-IT"/>
        </w:rPr>
        <w:t>II Sottolinea la forma giusta!</w:t>
      </w:r>
    </w:p>
    <w:p w:rsidR="00F01BE7" w:rsidRPr="004966C3" w:rsidRDefault="00F01BE7" w:rsidP="002E1D9B">
      <w:pPr>
        <w:shd w:val="clear" w:color="auto" w:fill="FFFFFF"/>
        <w:jc w:val="both"/>
        <w:rPr>
          <w:b/>
          <w:i/>
          <w:lang w:val="it-IT"/>
        </w:rPr>
      </w:pPr>
      <w:r w:rsidRPr="004966C3">
        <w:rPr>
          <w:b/>
          <w:i/>
          <w:lang w:val="it-IT"/>
        </w:rPr>
        <w:t>Sul banco c’è/ci sono un libro.</w:t>
      </w:r>
    </w:p>
    <w:p w:rsidR="00F01BE7" w:rsidRPr="004966C3" w:rsidRDefault="00F01BE7" w:rsidP="002E1D9B">
      <w:pPr>
        <w:shd w:val="clear" w:color="auto" w:fill="FFFFFF"/>
        <w:jc w:val="both"/>
        <w:rPr>
          <w:b/>
          <w:i/>
          <w:lang w:val="it-IT"/>
        </w:rPr>
      </w:pPr>
      <w:r w:rsidRPr="004966C3">
        <w:rPr>
          <w:b/>
          <w:i/>
          <w:lang w:val="it-IT"/>
        </w:rPr>
        <w:t>Nella mia camera c’è/ci sono due armadi.</w:t>
      </w:r>
    </w:p>
    <w:p w:rsidR="00F01BE7" w:rsidRPr="004966C3" w:rsidRDefault="00F01BE7" w:rsidP="002E1D9B">
      <w:pPr>
        <w:shd w:val="clear" w:color="auto" w:fill="FFFFFF"/>
        <w:jc w:val="both"/>
        <w:rPr>
          <w:b/>
          <w:i/>
          <w:lang w:val="it-IT"/>
        </w:rPr>
      </w:pPr>
      <w:r w:rsidRPr="004966C3">
        <w:rPr>
          <w:b/>
          <w:i/>
          <w:lang w:val="it-IT"/>
        </w:rPr>
        <w:t>Nella mia città c’è/ci sono una piazza grande.</w:t>
      </w:r>
    </w:p>
    <w:p w:rsidR="00F01BE7" w:rsidRPr="004966C3" w:rsidRDefault="00F01BE7" w:rsidP="002E1D9B">
      <w:pPr>
        <w:shd w:val="clear" w:color="auto" w:fill="FFFFFF"/>
        <w:jc w:val="both"/>
        <w:rPr>
          <w:b/>
          <w:i/>
          <w:u w:val="single"/>
          <w:lang w:val="it-IT"/>
        </w:rPr>
      </w:pPr>
      <w:r w:rsidRPr="004966C3">
        <w:rPr>
          <w:b/>
          <w:i/>
          <w:u w:val="single"/>
          <w:lang w:val="it-IT"/>
        </w:rPr>
        <w:t>III Completa le frasi!</w:t>
      </w:r>
    </w:p>
    <w:p w:rsidR="00F01BE7" w:rsidRPr="004966C3" w:rsidRDefault="00F01BE7" w:rsidP="002E1D9B">
      <w:pPr>
        <w:shd w:val="clear" w:color="auto" w:fill="FFFFFF"/>
        <w:jc w:val="both"/>
        <w:rPr>
          <w:b/>
          <w:i/>
          <w:lang w:val="it-IT"/>
        </w:rPr>
      </w:pPr>
      <w:r w:rsidRPr="004966C3">
        <w:rPr>
          <w:b/>
          <w:i/>
          <w:lang w:val="it-IT"/>
        </w:rPr>
        <w:t>Loretta _______ (abitare) in un palazzo vecchio.</w:t>
      </w:r>
    </w:p>
    <w:p w:rsidR="00F01BE7" w:rsidRPr="004966C3" w:rsidRDefault="00F01BE7" w:rsidP="002E1D9B">
      <w:pPr>
        <w:shd w:val="clear" w:color="auto" w:fill="FFFFFF"/>
        <w:jc w:val="both"/>
        <w:rPr>
          <w:b/>
          <w:i/>
          <w:lang w:val="it-IT"/>
        </w:rPr>
      </w:pPr>
      <w:r w:rsidRPr="004966C3">
        <w:rPr>
          <w:b/>
          <w:i/>
          <w:lang w:val="it-IT"/>
        </w:rPr>
        <w:t>Stasera ________ (andare, io) al cinema con gli amici!</w:t>
      </w:r>
    </w:p>
    <w:p w:rsidR="00F01BE7" w:rsidRPr="004966C3" w:rsidRDefault="00F01BE7" w:rsidP="002E1D9B">
      <w:pPr>
        <w:shd w:val="clear" w:color="auto" w:fill="FFFFFF"/>
        <w:jc w:val="both"/>
        <w:rPr>
          <w:b/>
          <w:i/>
          <w:lang w:val="it-IT"/>
        </w:rPr>
      </w:pPr>
      <w:r w:rsidRPr="004966C3">
        <w:rPr>
          <w:b/>
          <w:i/>
          <w:lang w:val="it-IT"/>
        </w:rPr>
        <w:t>Paolo e Fabio ________ (correre) ogni giorno nel parco.</w:t>
      </w:r>
    </w:p>
    <w:p w:rsidR="00F01BE7" w:rsidRPr="004966C3" w:rsidRDefault="00F01BE7" w:rsidP="002E1D9B">
      <w:pPr>
        <w:shd w:val="clear" w:color="auto" w:fill="FFFFFF"/>
        <w:jc w:val="both"/>
        <w:rPr>
          <w:b/>
          <w:i/>
          <w:lang w:val="it-IT"/>
        </w:rPr>
      </w:pPr>
      <w:r w:rsidRPr="004966C3">
        <w:rPr>
          <w:b/>
          <w:i/>
          <w:lang w:val="it-IT"/>
        </w:rPr>
        <w:t>Ragazzi, voi non ________ (sapere) che oggi c’è la partita?</w:t>
      </w:r>
    </w:p>
    <w:p w:rsidR="00F01BE7" w:rsidRPr="004966C3" w:rsidRDefault="00F01BE7" w:rsidP="002E1D9B">
      <w:pPr>
        <w:shd w:val="clear" w:color="auto" w:fill="FFFFFF"/>
        <w:jc w:val="both"/>
        <w:rPr>
          <w:b/>
          <w:i/>
          <w:u w:val="single"/>
          <w:lang w:val="it-IT"/>
        </w:rPr>
      </w:pPr>
      <w:r w:rsidRPr="004966C3">
        <w:rPr>
          <w:b/>
          <w:i/>
          <w:u w:val="single"/>
          <w:lang w:val="it-IT"/>
        </w:rPr>
        <w:t>IV Completa le frasi con il, i, lo, gli, l’, la, le!</w:t>
      </w:r>
    </w:p>
    <w:p w:rsidR="00F01BE7" w:rsidRPr="004966C3" w:rsidRDefault="00F01BE7" w:rsidP="002E1D9B">
      <w:pPr>
        <w:shd w:val="clear" w:color="auto" w:fill="FFFFFF"/>
        <w:jc w:val="both"/>
        <w:rPr>
          <w:b/>
          <w:i/>
          <w:lang w:val="it-IT"/>
        </w:rPr>
      </w:pPr>
      <w:r w:rsidRPr="004966C3">
        <w:rPr>
          <w:b/>
          <w:i/>
          <w:lang w:val="it-IT"/>
        </w:rPr>
        <w:t>___ libri sono nello zaino.</w:t>
      </w:r>
    </w:p>
    <w:p w:rsidR="00F01BE7" w:rsidRPr="004966C3" w:rsidRDefault="00F01BE7" w:rsidP="002E1D9B">
      <w:pPr>
        <w:shd w:val="clear" w:color="auto" w:fill="FFFFFF"/>
        <w:jc w:val="both"/>
        <w:rPr>
          <w:b/>
          <w:i/>
          <w:lang w:val="it-IT"/>
        </w:rPr>
      </w:pPr>
      <w:r w:rsidRPr="004966C3">
        <w:rPr>
          <w:b/>
          <w:i/>
          <w:lang w:val="it-IT"/>
        </w:rPr>
        <w:t>___ amiche di Grazia sono simpatiche.</w:t>
      </w:r>
    </w:p>
    <w:p w:rsidR="00F01BE7" w:rsidRPr="004966C3" w:rsidRDefault="00F01BE7" w:rsidP="002E1D9B">
      <w:pPr>
        <w:shd w:val="clear" w:color="auto" w:fill="FFFFFF"/>
        <w:jc w:val="both"/>
        <w:rPr>
          <w:b/>
          <w:i/>
          <w:lang w:val="it-IT"/>
        </w:rPr>
      </w:pPr>
      <w:r w:rsidRPr="004966C3">
        <w:rPr>
          <w:b/>
          <w:i/>
          <w:lang w:val="it-IT"/>
        </w:rPr>
        <w:t>___ studenti sono molto bravi.</w:t>
      </w:r>
    </w:p>
    <w:p w:rsidR="00F01BE7" w:rsidRPr="004966C3" w:rsidRDefault="00F01BE7" w:rsidP="002E1D9B">
      <w:pPr>
        <w:shd w:val="clear" w:color="auto" w:fill="FFFFFF"/>
        <w:jc w:val="both"/>
        <w:rPr>
          <w:b/>
          <w:i/>
          <w:lang w:val="it-IT"/>
        </w:rPr>
      </w:pPr>
      <w:r w:rsidRPr="004966C3">
        <w:rPr>
          <w:b/>
          <w:i/>
          <w:lang w:val="it-IT"/>
        </w:rPr>
        <w:t>___ aula di serbo è grande.</w:t>
      </w:r>
    </w:p>
    <w:p w:rsidR="00F01BE7" w:rsidRPr="004966C3" w:rsidRDefault="00F01BE7" w:rsidP="002E1D9B">
      <w:pPr>
        <w:shd w:val="clear" w:color="auto" w:fill="FFFFFF"/>
        <w:jc w:val="both"/>
        <w:rPr>
          <w:b/>
          <w:i/>
          <w:lang w:val="it-IT"/>
        </w:rPr>
      </w:pPr>
      <w:r w:rsidRPr="004966C3">
        <w:rPr>
          <w:b/>
          <w:i/>
          <w:lang w:val="it-IT"/>
        </w:rPr>
        <w:t>___ zaino di Luca è verde.</w:t>
      </w:r>
    </w:p>
    <w:p w:rsidR="00F01BE7" w:rsidRPr="004966C3" w:rsidRDefault="00F01BE7" w:rsidP="002E1D9B">
      <w:pPr>
        <w:shd w:val="clear" w:color="auto" w:fill="FFFFFF"/>
        <w:jc w:val="both"/>
        <w:rPr>
          <w:b/>
          <w:i/>
          <w:lang w:val="it-IT"/>
        </w:rPr>
      </w:pPr>
      <w:r w:rsidRPr="004966C3">
        <w:rPr>
          <w:b/>
          <w:i/>
          <w:lang w:val="it-IT"/>
        </w:rPr>
        <w:t>___ finestra è chiusa.</w:t>
      </w:r>
    </w:p>
    <w:p w:rsidR="00F01BE7" w:rsidRPr="004966C3" w:rsidRDefault="00F01BE7" w:rsidP="002E1D9B">
      <w:pPr>
        <w:shd w:val="clear" w:color="auto" w:fill="FFFFFF"/>
        <w:jc w:val="both"/>
        <w:rPr>
          <w:b/>
          <w:i/>
          <w:lang w:val="it-IT"/>
        </w:rPr>
      </w:pPr>
      <w:r w:rsidRPr="004966C3">
        <w:rPr>
          <w:b/>
          <w:i/>
          <w:lang w:val="it-IT"/>
        </w:rPr>
        <w:t>___ quaderno di Anna non mi piace affatto!</w:t>
      </w:r>
    </w:p>
    <w:p w:rsidR="00F01BE7" w:rsidRPr="004966C3" w:rsidRDefault="00F01BE7" w:rsidP="002E1D9B">
      <w:pPr>
        <w:shd w:val="clear" w:color="auto" w:fill="FFFFFF"/>
        <w:jc w:val="both"/>
        <w:rPr>
          <w:b/>
          <w:i/>
          <w:u w:val="single"/>
          <w:lang w:val="it-IT"/>
        </w:rPr>
      </w:pPr>
      <w:r w:rsidRPr="004966C3">
        <w:rPr>
          <w:b/>
          <w:i/>
          <w:u w:val="single"/>
          <w:lang w:val="it-IT"/>
        </w:rPr>
        <w:t>V Collega le frasi!</w:t>
      </w:r>
    </w:p>
    <w:p w:rsidR="00F01BE7" w:rsidRPr="004966C3" w:rsidRDefault="00F01BE7" w:rsidP="002E1D9B">
      <w:pPr>
        <w:shd w:val="clear" w:color="auto" w:fill="FFFFFF"/>
        <w:jc w:val="both"/>
        <w:rPr>
          <w:b/>
          <w:i/>
          <w:lang w:val="it-IT"/>
        </w:rPr>
      </w:pPr>
      <w:r w:rsidRPr="004966C3">
        <w:rPr>
          <w:b/>
          <w:i/>
          <w:lang w:val="it-IT"/>
        </w:rPr>
        <w:t>Tutti presenti?                                                          Crepi il lupo!</w:t>
      </w:r>
    </w:p>
    <w:p w:rsidR="00F01BE7" w:rsidRPr="004966C3" w:rsidRDefault="00F01BE7" w:rsidP="002E1D9B">
      <w:pPr>
        <w:shd w:val="clear" w:color="auto" w:fill="FFFFFF"/>
        <w:jc w:val="both"/>
        <w:rPr>
          <w:b/>
          <w:i/>
          <w:lang w:val="it-IT"/>
        </w:rPr>
      </w:pPr>
      <w:r w:rsidRPr="004966C3">
        <w:rPr>
          <w:b/>
          <w:i/>
          <w:lang w:val="it-IT"/>
        </w:rPr>
        <w:t>A che ora comincia il film?                                     Mi dispiace, non lo so.</w:t>
      </w:r>
    </w:p>
    <w:p w:rsidR="00F01BE7" w:rsidRPr="004966C3" w:rsidRDefault="00F01BE7" w:rsidP="002E1D9B">
      <w:pPr>
        <w:shd w:val="clear" w:color="auto" w:fill="FFFFFF"/>
        <w:jc w:val="both"/>
        <w:rPr>
          <w:b/>
          <w:i/>
          <w:lang w:val="it-IT"/>
        </w:rPr>
      </w:pPr>
      <w:r w:rsidRPr="004966C3">
        <w:rPr>
          <w:b/>
          <w:i/>
          <w:lang w:val="it-IT"/>
        </w:rPr>
        <w:t>Scusi, signora, sa dov’è il cinema STAR?             Oggi no, mi dispiace. Ho altri impegni.</w:t>
      </w:r>
    </w:p>
    <w:p w:rsidR="00F01BE7" w:rsidRPr="004966C3" w:rsidRDefault="00F01BE7" w:rsidP="002E1D9B">
      <w:pPr>
        <w:shd w:val="clear" w:color="auto" w:fill="FFFFFF"/>
        <w:jc w:val="both"/>
        <w:rPr>
          <w:b/>
          <w:i/>
          <w:lang w:val="it-IT"/>
        </w:rPr>
      </w:pPr>
      <w:r w:rsidRPr="004966C3">
        <w:rPr>
          <w:b/>
          <w:i/>
          <w:lang w:val="it-IT"/>
        </w:rPr>
        <w:t>In bocca al lupo!                                                     No, manca Roberto.</w:t>
      </w:r>
    </w:p>
    <w:p w:rsidR="00F01BE7" w:rsidRPr="004966C3" w:rsidRDefault="00F01BE7" w:rsidP="002E1D9B">
      <w:pPr>
        <w:shd w:val="clear" w:color="auto" w:fill="FFFFFF"/>
        <w:jc w:val="both"/>
        <w:rPr>
          <w:b/>
          <w:i/>
          <w:lang w:val="it-IT"/>
        </w:rPr>
      </w:pPr>
      <w:r w:rsidRPr="004966C3">
        <w:rPr>
          <w:b/>
          <w:i/>
          <w:lang w:val="it-IT"/>
        </w:rPr>
        <w:t>Hai voglia di andare in piscina con me?                Alle nove.</w:t>
      </w:r>
    </w:p>
    <w:p w:rsidR="00F01BE7" w:rsidRPr="004966C3" w:rsidRDefault="00F01BE7" w:rsidP="002E1D9B">
      <w:pPr>
        <w:shd w:val="clear" w:color="auto" w:fill="FFFFFF"/>
        <w:jc w:val="both"/>
        <w:rPr>
          <w:b/>
          <w:lang w:val="it-IT"/>
        </w:rPr>
      </w:pPr>
    </w:p>
    <w:p w:rsidR="00F01BE7" w:rsidRPr="004966C3" w:rsidRDefault="00F01BE7" w:rsidP="002E1D9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4966C3">
        <w:rPr>
          <w:b/>
          <w:lang w:val="sr-Cyrl-CS"/>
        </w:rPr>
        <w:t>Завршни део (5 минута)</w:t>
      </w:r>
    </w:p>
    <w:p w:rsidR="00F01BE7" w:rsidRPr="004966C3" w:rsidRDefault="00F01BE7" w:rsidP="002E1D9B">
      <w:pPr>
        <w:shd w:val="clear" w:color="auto" w:fill="FFFFFF"/>
        <w:jc w:val="both"/>
        <w:rPr>
          <w:b/>
          <w:lang w:val="sr-Cyrl-CS"/>
        </w:rPr>
      </w:pPr>
    </w:p>
    <w:p w:rsidR="00F01BE7" w:rsidRPr="00BC3C44" w:rsidRDefault="00F01BE7" w:rsidP="002E1D9B">
      <w:pPr>
        <w:shd w:val="clear" w:color="auto" w:fill="FFFFFF"/>
        <w:jc w:val="both"/>
        <w:rPr>
          <w:b/>
          <w:lang w:val="sr-Cyrl-CS"/>
        </w:rPr>
      </w:pPr>
      <w:r w:rsidRPr="004966C3">
        <w:rPr>
          <w:b/>
          <w:lang w:val="sr-Cyrl-CS"/>
        </w:rPr>
        <w:t>Прикупљам тестове и питам ученике да ли им је било тешко, око чега су се највише помучили и зашто,  јесу ли задовољни оним што су урадили и сл.</w:t>
      </w:r>
    </w:p>
    <w:p w:rsidR="00F01BE7" w:rsidRPr="004966C3" w:rsidRDefault="00F01BE7">
      <w:pPr>
        <w:rPr>
          <w:lang w:val="sr-Cyrl-CS"/>
        </w:rPr>
      </w:pPr>
      <w:bookmarkStart w:id="0" w:name="_GoBack"/>
      <w:bookmarkEnd w:id="0"/>
    </w:p>
    <w:sectPr w:rsidR="00F01BE7" w:rsidRPr="004966C3" w:rsidSect="00632EE8">
      <w:pgSz w:w="12240" w:h="15840"/>
      <w:pgMar w:top="1417" w:right="1260" w:bottom="1417" w:left="1417" w:header="708" w:footer="708" w:gutter="0"/>
      <w:pgBorders w:offsetFrom="page">
        <w:top w:val="thinThickThinMediumGap" w:sz="24" w:space="24" w:color="BFBFBF"/>
        <w:left w:val="thinThickThinMediumGap" w:sz="24" w:space="24" w:color="BFBFBF"/>
        <w:bottom w:val="thinThickThinMediumGap" w:sz="24" w:space="24" w:color="BFBFBF"/>
        <w:right w:val="thinThickThinMediumGap" w:sz="24" w:space="24" w:color="BFBFBF"/>
      </w:pgBorders>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YU L Zapf-Elliptical">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06412053"/>
    <w:multiLevelType w:val="hybridMultilevel"/>
    <w:tmpl w:val="B50E56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C6CC0"/>
    <w:multiLevelType w:val="hybridMultilevel"/>
    <w:tmpl w:val="C204BE24"/>
    <w:lvl w:ilvl="0" w:tplc="54B28BDE">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FC704A"/>
    <w:multiLevelType w:val="hybridMultilevel"/>
    <w:tmpl w:val="0F3A96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0F66867"/>
    <w:multiLevelType w:val="hybridMultilevel"/>
    <w:tmpl w:val="2EFA90C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961C7"/>
    <w:multiLevelType w:val="hybridMultilevel"/>
    <w:tmpl w:val="AD0E927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7">
    <w:nsid w:val="171E20CA"/>
    <w:multiLevelType w:val="hybridMultilevel"/>
    <w:tmpl w:val="46F81FE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18BA3C69"/>
    <w:multiLevelType w:val="hybridMultilevel"/>
    <w:tmpl w:val="6B44677C"/>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F692AE3"/>
    <w:multiLevelType w:val="hybridMultilevel"/>
    <w:tmpl w:val="16E47F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B686627"/>
    <w:multiLevelType w:val="hybridMultilevel"/>
    <w:tmpl w:val="582287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2592FD9"/>
    <w:multiLevelType w:val="hybridMultilevel"/>
    <w:tmpl w:val="8AB6D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4DE6488"/>
    <w:multiLevelType w:val="hybridMultilevel"/>
    <w:tmpl w:val="F0268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850E70"/>
    <w:multiLevelType w:val="hybridMultilevel"/>
    <w:tmpl w:val="01E2B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3C4D1673"/>
    <w:multiLevelType w:val="hybridMultilevel"/>
    <w:tmpl w:val="E766BD9A"/>
    <w:lvl w:ilvl="0" w:tplc="290E5FC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4F13C8"/>
    <w:multiLevelType w:val="hybridMultilevel"/>
    <w:tmpl w:val="0F66244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7">
    <w:nsid w:val="46DA558F"/>
    <w:multiLevelType w:val="hybridMultilevel"/>
    <w:tmpl w:val="3D6E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FD6ED8"/>
    <w:multiLevelType w:val="hybridMultilevel"/>
    <w:tmpl w:val="4F68D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2C47CB"/>
    <w:multiLevelType w:val="hybridMultilevel"/>
    <w:tmpl w:val="CFCAF6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47531D"/>
    <w:multiLevelType w:val="hybridMultilevel"/>
    <w:tmpl w:val="7C7E934C"/>
    <w:lvl w:ilvl="0" w:tplc="54B28BD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6D57FC"/>
    <w:multiLevelType w:val="hybridMultilevel"/>
    <w:tmpl w:val="4B38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23246B"/>
    <w:multiLevelType w:val="hybridMultilevel"/>
    <w:tmpl w:val="B748B392"/>
    <w:lvl w:ilvl="0" w:tplc="04090001">
      <w:start w:val="1"/>
      <w:numFmt w:val="bullet"/>
      <w:lvlText w:val=""/>
      <w:lvlJc w:val="left"/>
      <w:pPr>
        <w:ind w:left="1004" w:hanging="360"/>
      </w:pPr>
      <w:rPr>
        <w:rFonts w:ascii="Symbol" w:hAnsi="Symbol" w:hint="default"/>
      </w:rPr>
    </w:lvl>
    <w:lvl w:ilvl="1" w:tplc="04090001">
      <w:start w:val="1"/>
      <w:numFmt w:val="bullet"/>
      <w:lvlText w:val=""/>
      <w:lvlJc w:val="left"/>
      <w:pPr>
        <w:ind w:left="1724" w:hanging="360"/>
      </w:pPr>
      <w:rPr>
        <w:rFonts w:ascii="Symbol" w:hAnsi="Symbol"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nsid w:val="68BE105D"/>
    <w:multiLevelType w:val="hybridMultilevel"/>
    <w:tmpl w:val="678604D2"/>
    <w:lvl w:ilvl="0" w:tplc="290E5FC8">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6CAC57D3"/>
    <w:multiLevelType w:val="hybridMultilevel"/>
    <w:tmpl w:val="22DA8E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E656918"/>
    <w:multiLevelType w:val="hybridMultilevel"/>
    <w:tmpl w:val="185AA93E"/>
    <w:lvl w:ilvl="0" w:tplc="54B28BDE">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752D0614"/>
    <w:multiLevelType w:val="hybridMultilevel"/>
    <w:tmpl w:val="C57A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5E60FF"/>
    <w:multiLevelType w:val="hybridMultilevel"/>
    <w:tmpl w:val="1102C1EA"/>
    <w:lvl w:ilvl="0" w:tplc="0DB2DFB0">
      <w:numFmt w:val="bullet"/>
      <w:lvlText w:val="-"/>
      <w:lvlJc w:val="left"/>
      <w:pPr>
        <w:ind w:left="720" w:hanging="360"/>
      </w:pPr>
      <w:rPr>
        <w:rFonts w:ascii="Times New Roman" w:eastAsia="Times New Roman" w:hAnsi="Times New Roman"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3"/>
  </w:num>
  <w:num w:numId="15">
    <w:abstractNumId w:val="15"/>
  </w:num>
  <w:num w:numId="16">
    <w:abstractNumId w:val="27"/>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2"/>
  </w:num>
  <w:num w:numId="20">
    <w:abstractNumId w:val="26"/>
  </w:num>
  <w:num w:numId="21">
    <w:abstractNumId w:val="24"/>
  </w:num>
  <w:num w:numId="22">
    <w:abstractNumId w:val="18"/>
  </w:num>
  <w:num w:numId="23">
    <w:abstractNumId w:val="19"/>
  </w:num>
  <w:num w:numId="24">
    <w:abstractNumId w:val="10"/>
  </w:num>
  <w:num w:numId="25">
    <w:abstractNumId w:val="16"/>
  </w:num>
  <w:num w:numId="26">
    <w:abstractNumId w:val="17"/>
  </w:num>
  <w:num w:numId="27">
    <w:abstractNumId w:val="4"/>
  </w:num>
  <w:num w:numId="28">
    <w:abstractNumId w:val="7"/>
  </w:num>
  <w:num w:numId="29">
    <w:abstractNumId w:val="9"/>
  </w:num>
  <w:num w:numId="30">
    <w:abstractNumId w:val="11"/>
  </w:num>
  <w:num w:numId="31">
    <w:abstractNumId w:val="20"/>
  </w:num>
  <w:num w:numId="32">
    <w:abstractNumId w:val="3"/>
  </w:num>
  <w:num w:numId="33">
    <w:abstractNumId w:val="13"/>
  </w:num>
  <w:num w:numId="34">
    <w:abstractNumId w:val="2"/>
  </w:num>
  <w:num w:numId="35">
    <w:abstractNumId w:val="5"/>
  </w:num>
  <w:num w:numId="36">
    <w:abstractNumId w:val="6"/>
  </w:num>
  <w:num w:numId="37">
    <w:abstractNumId w:val="21"/>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07EB"/>
    <w:rsid w:val="00010132"/>
    <w:rsid w:val="00046F56"/>
    <w:rsid w:val="000532DB"/>
    <w:rsid w:val="0007611F"/>
    <w:rsid w:val="00096194"/>
    <w:rsid w:val="000A5F2D"/>
    <w:rsid w:val="000B337E"/>
    <w:rsid w:val="000B63F6"/>
    <w:rsid w:val="000C3643"/>
    <w:rsid w:val="000D0E80"/>
    <w:rsid w:val="000E16B9"/>
    <w:rsid w:val="001108D0"/>
    <w:rsid w:val="00117826"/>
    <w:rsid w:val="00155BAD"/>
    <w:rsid w:val="001B6F42"/>
    <w:rsid w:val="001D1E61"/>
    <w:rsid w:val="001E5C17"/>
    <w:rsid w:val="00201405"/>
    <w:rsid w:val="002172E3"/>
    <w:rsid w:val="0024423A"/>
    <w:rsid w:val="00265255"/>
    <w:rsid w:val="002A57EC"/>
    <w:rsid w:val="002C3D6B"/>
    <w:rsid w:val="002E1D9B"/>
    <w:rsid w:val="0030184B"/>
    <w:rsid w:val="0030469D"/>
    <w:rsid w:val="00304927"/>
    <w:rsid w:val="0030594D"/>
    <w:rsid w:val="00364F30"/>
    <w:rsid w:val="00367A98"/>
    <w:rsid w:val="003764DB"/>
    <w:rsid w:val="00394A68"/>
    <w:rsid w:val="003B0157"/>
    <w:rsid w:val="00403573"/>
    <w:rsid w:val="004307EB"/>
    <w:rsid w:val="00442AF6"/>
    <w:rsid w:val="004430A6"/>
    <w:rsid w:val="00450FEF"/>
    <w:rsid w:val="00462E26"/>
    <w:rsid w:val="00481987"/>
    <w:rsid w:val="00490338"/>
    <w:rsid w:val="004966C3"/>
    <w:rsid w:val="00496E7E"/>
    <w:rsid w:val="004B51AF"/>
    <w:rsid w:val="004C2D2B"/>
    <w:rsid w:val="004C4EAE"/>
    <w:rsid w:val="004D1FA6"/>
    <w:rsid w:val="004E55DA"/>
    <w:rsid w:val="00531512"/>
    <w:rsid w:val="00593A71"/>
    <w:rsid w:val="005B4EAB"/>
    <w:rsid w:val="005D3162"/>
    <w:rsid w:val="005D774A"/>
    <w:rsid w:val="005E60D8"/>
    <w:rsid w:val="005F562E"/>
    <w:rsid w:val="005F6725"/>
    <w:rsid w:val="00632EE8"/>
    <w:rsid w:val="00641021"/>
    <w:rsid w:val="00657093"/>
    <w:rsid w:val="00662C9D"/>
    <w:rsid w:val="00672998"/>
    <w:rsid w:val="006A3467"/>
    <w:rsid w:val="006A64B1"/>
    <w:rsid w:val="006B543A"/>
    <w:rsid w:val="006E1E04"/>
    <w:rsid w:val="00700FC8"/>
    <w:rsid w:val="007554BB"/>
    <w:rsid w:val="00760A96"/>
    <w:rsid w:val="00762003"/>
    <w:rsid w:val="00780B29"/>
    <w:rsid w:val="007D44ED"/>
    <w:rsid w:val="007E1225"/>
    <w:rsid w:val="00803FED"/>
    <w:rsid w:val="00891933"/>
    <w:rsid w:val="008A431F"/>
    <w:rsid w:val="008A6225"/>
    <w:rsid w:val="008E0B4E"/>
    <w:rsid w:val="00962F4B"/>
    <w:rsid w:val="00964815"/>
    <w:rsid w:val="009D0CCA"/>
    <w:rsid w:val="00A03303"/>
    <w:rsid w:val="00A07381"/>
    <w:rsid w:val="00A10FC9"/>
    <w:rsid w:val="00A414F3"/>
    <w:rsid w:val="00A47552"/>
    <w:rsid w:val="00A60B0D"/>
    <w:rsid w:val="00A87C82"/>
    <w:rsid w:val="00AB2A70"/>
    <w:rsid w:val="00AB768E"/>
    <w:rsid w:val="00AC62DC"/>
    <w:rsid w:val="00B10738"/>
    <w:rsid w:val="00B20FC1"/>
    <w:rsid w:val="00B3029C"/>
    <w:rsid w:val="00B33DA5"/>
    <w:rsid w:val="00B3478E"/>
    <w:rsid w:val="00B4430C"/>
    <w:rsid w:val="00B9378A"/>
    <w:rsid w:val="00BB291E"/>
    <w:rsid w:val="00BC3C44"/>
    <w:rsid w:val="00BE50EF"/>
    <w:rsid w:val="00C578BA"/>
    <w:rsid w:val="00C67D56"/>
    <w:rsid w:val="00C93863"/>
    <w:rsid w:val="00CA1081"/>
    <w:rsid w:val="00CD2693"/>
    <w:rsid w:val="00D0013C"/>
    <w:rsid w:val="00D033BD"/>
    <w:rsid w:val="00D06B72"/>
    <w:rsid w:val="00D36F01"/>
    <w:rsid w:val="00D6048B"/>
    <w:rsid w:val="00D72BB0"/>
    <w:rsid w:val="00DD4CFB"/>
    <w:rsid w:val="00E03CFF"/>
    <w:rsid w:val="00E35016"/>
    <w:rsid w:val="00E52423"/>
    <w:rsid w:val="00E7221D"/>
    <w:rsid w:val="00E83E49"/>
    <w:rsid w:val="00E93CC2"/>
    <w:rsid w:val="00EB4FC1"/>
    <w:rsid w:val="00EC0DB0"/>
    <w:rsid w:val="00F01BE7"/>
    <w:rsid w:val="00F06957"/>
    <w:rsid w:val="00F444C2"/>
    <w:rsid w:val="00F64CDA"/>
    <w:rsid w:val="00FD048B"/>
    <w:rsid w:val="00FD1757"/>
    <w:rsid w:val="00FD259B"/>
    <w:rsid w:val="00FE3B5E"/>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E1D9B"/>
    <w:rPr>
      <w:sz w:val="24"/>
      <w:szCs w:val="24"/>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ListParagraph">
    <w:name w:val="List Paragraph"/>
    <w:basedOn w:val="Normal"/>
    <w:uiPriority w:val="99"/>
    <w:qFormat/>
    <w:rsid w:val="002E1D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37</Pages>
  <Words>8516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Versilia</dc:creator>
  <cp:keywords/>
  <dc:description/>
  <cp:lastModifiedBy>Sonja Maksimović</cp:lastModifiedBy>
  <cp:revision>3</cp:revision>
  <dcterms:created xsi:type="dcterms:W3CDTF">2019-10-06T10:16:00Z</dcterms:created>
  <dcterms:modified xsi:type="dcterms:W3CDTF">2019-10-11T09:07:00Z</dcterms:modified>
</cp:coreProperties>
</file>