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72E" w:rsidRPr="00147B30" w:rsidRDefault="0056372E" w:rsidP="00D078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147B30">
        <w:rPr>
          <w:rFonts w:ascii="Times New Roman" w:hAnsi="Times New Roman"/>
          <w:b/>
          <w:sz w:val="24"/>
          <w:szCs w:val="24"/>
          <w:u w:val="single"/>
          <w:lang w:val="sr-Cyrl-CS"/>
        </w:rPr>
        <w:t>ОПЕРАТИВНИ ПЛАН РАДА НАСТАВНИКА</w:t>
      </w:r>
    </w:p>
    <w:p w:rsidR="0056372E" w:rsidRDefault="0056372E" w:rsidP="00D078A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56372E" w:rsidRDefault="0056372E" w:rsidP="00D078A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56372E" w:rsidRDefault="0056372E" w:rsidP="00D078A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56372E" w:rsidRPr="00853308" w:rsidRDefault="0056372E" w:rsidP="00D078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56372E" w:rsidRPr="00792E85" w:rsidRDefault="0056372E" w:rsidP="00D078A9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0"/>
          <w:szCs w:val="20"/>
          <w:lang w:val="sr-Cyrl-CS"/>
        </w:rPr>
      </w:pPr>
      <w:r w:rsidRPr="00792E85">
        <w:rPr>
          <w:rFonts w:ascii="Times New Roman" w:hAnsi="Times New Roman"/>
          <w:b/>
          <w:sz w:val="20"/>
          <w:szCs w:val="20"/>
          <w:lang w:val="sr-Cyrl-CS"/>
        </w:rPr>
        <w:tab/>
        <w:t xml:space="preserve">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ab/>
        <w:t xml:space="preserve">  </w:t>
      </w:r>
    </w:p>
    <w:p w:rsidR="0056372E" w:rsidRPr="00556394" w:rsidRDefault="0056372E" w:rsidP="00D078A9">
      <w:pPr>
        <w:spacing w:after="0" w:line="240" w:lineRule="auto"/>
        <w:rPr>
          <w:rFonts w:ascii="Times New Roman" w:hAnsi="Times New Roman"/>
          <w:sz w:val="20"/>
          <w:szCs w:val="20"/>
          <w:lang w:val="sr-Cyrl-CS"/>
        </w:rPr>
      </w:pPr>
      <w:r w:rsidRPr="00792E85">
        <w:rPr>
          <w:rFonts w:ascii="Times New Roman" w:hAnsi="Times New Roman"/>
          <w:sz w:val="20"/>
          <w:szCs w:val="20"/>
          <w:lang w:val="sr-Cyrl-CS"/>
        </w:rPr>
        <w:t xml:space="preserve">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ЗА МЕСЕЦ</w:t>
      </w:r>
      <w:r w:rsidRPr="00792E85">
        <w:rPr>
          <w:rFonts w:ascii="Times New Roman" w:hAnsi="Times New Roman"/>
          <w:b/>
          <w:sz w:val="20"/>
          <w:szCs w:val="20"/>
        </w:rPr>
        <w:t>:</w:t>
      </w:r>
      <w:r>
        <w:rPr>
          <w:rFonts w:ascii="Times New Roman" w:hAnsi="Times New Roman"/>
          <w:b/>
          <w:sz w:val="20"/>
          <w:szCs w:val="20"/>
        </w:rPr>
        <w:t xml:space="preserve"> април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                                                              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                                      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 w:rsidRPr="0086573D">
        <w:rPr>
          <w:rFonts w:ascii="Times New Roman" w:hAnsi="Times New Roman"/>
          <w:b/>
          <w:sz w:val="20"/>
          <w:szCs w:val="20"/>
          <w:lang w:val="ru-RU"/>
        </w:rPr>
        <w:t xml:space="preserve">             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Школска</w:t>
      </w:r>
      <w:r w:rsidRPr="00792E85">
        <w:rPr>
          <w:rFonts w:ascii="Times New Roman" w:hAnsi="Times New Roman"/>
          <w:b/>
          <w:sz w:val="20"/>
          <w:szCs w:val="20"/>
        </w:rPr>
        <w:t>: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201</w:t>
      </w:r>
      <w:r>
        <w:rPr>
          <w:rFonts w:ascii="Times New Roman" w:hAnsi="Times New Roman"/>
          <w:b/>
          <w:sz w:val="20"/>
          <w:szCs w:val="20"/>
          <w:lang w:val="ru-RU"/>
        </w:rPr>
        <w:t>9</w:t>
      </w:r>
      <w:r>
        <w:rPr>
          <w:rFonts w:ascii="Times New Roman" w:hAnsi="Times New Roman"/>
          <w:b/>
          <w:sz w:val="20"/>
          <w:szCs w:val="20"/>
          <w:lang w:val="sr-Cyrl-CS"/>
        </w:rPr>
        <w:t>/2020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.</w:t>
      </w:r>
      <w:r w:rsidRPr="00FA4765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 w:rsidRPr="00792E85">
        <w:rPr>
          <w:rFonts w:ascii="Times New Roman" w:hAnsi="Times New Roman"/>
          <w:b/>
          <w:sz w:val="20"/>
          <w:szCs w:val="20"/>
        </w:rPr>
        <w:t>година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</w:t>
      </w:r>
    </w:p>
    <w:p w:rsidR="0056372E" w:rsidRPr="00792E85" w:rsidRDefault="0056372E" w:rsidP="00D078A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                                              </w:t>
      </w:r>
    </w:p>
    <w:p w:rsidR="0056372E" w:rsidRPr="00792E85" w:rsidRDefault="0056372E" w:rsidP="00D078A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CS"/>
        </w:rPr>
      </w:pP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Назив предмета: </w:t>
      </w:r>
      <w:r>
        <w:rPr>
          <w:rFonts w:ascii="Times New Roman" w:hAnsi="Times New Roman"/>
          <w:b/>
          <w:sz w:val="20"/>
          <w:szCs w:val="20"/>
          <w:lang w:val="sr-Cyrl-CS"/>
        </w:rPr>
        <w:t>г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еографија                 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Разред:</w:t>
      </w:r>
      <w:r w:rsidRPr="00792E85">
        <w:rPr>
          <w:rFonts w:ascii="Times New Roman" w:hAnsi="Times New Roman"/>
          <w:b/>
          <w:sz w:val="20"/>
          <w:szCs w:val="20"/>
        </w:rPr>
        <w:t xml:space="preserve">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пети              </w:t>
      </w:r>
      <w:r w:rsidRPr="00792E85">
        <w:rPr>
          <w:rFonts w:ascii="Times New Roman" w:hAnsi="Times New Roman"/>
          <w:b/>
          <w:sz w:val="20"/>
          <w:szCs w:val="20"/>
        </w:rPr>
        <w:t xml:space="preserve">    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        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                 </w:t>
      </w:r>
      <w:r w:rsidRPr="0086573D">
        <w:rPr>
          <w:rFonts w:ascii="Times New Roman" w:hAnsi="Times New Roman"/>
          <w:b/>
          <w:sz w:val="20"/>
          <w:szCs w:val="20"/>
          <w:lang w:val="ru-RU"/>
        </w:rPr>
        <w:t xml:space="preserve">                </w:t>
      </w:r>
      <w:r w:rsidRPr="00792E85">
        <w:rPr>
          <w:rFonts w:ascii="Times New Roman" w:hAnsi="Times New Roman"/>
          <w:b/>
          <w:sz w:val="20"/>
          <w:szCs w:val="20"/>
          <w:lang w:val="ru-RU"/>
        </w:rPr>
        <w:t xml:space="preserve">   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>Недељни фонд часова</w:t>
      </w:r>
      <w:r w:rsidRPr="00792E85">
        <w:rPr>
          <w:rFonts w:ascii="Times New Roman" w:hAnsi="Times New Roman"/>
          <w:b/>
          <w:sz w:val="20"/>
          <w:szCs w:val="20"/>
        </w:rPr>
        <w:t>:</w:t>
      </w:r>
      <w:r w:rsidRPr="00792E85"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ru-RU"/>
        </w:rPr>
        <w:t>2</w:t>
      </w:r>
    </w:p>
    <w:tbl>
      <w:tblPr>
        <w:tblW w:w="1509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1702"/>
        <w:gridCol w:w="567"/>
        <w:gridCol w:w="2126"/>
        <w:gridCol w:w="1019"/>
        <w:gridCol w:w="1260"/>
        <w:gridCol w:w="1170"/>
        <w:gridCol w:w="1260"/>
        <w:gridCol w:w="1300"/>
        <w:gridCol w:w="4128"/>
      </w:tblGrid>
      <w:tr w:rsidR="0056372E" w:rsidRPr="004F0E24" w:rsidTr="00D176DA">
        <w:trPr>
          <w:cantSplit/>
          <w:trHeight w:val="10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EEECE1"/>
            <w:textDirection w:val="btLr"/>
          </w:tcPr>
          <w:p w:rsidR="0056372E" w:rsidRPr="00320424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Ред.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број наст.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теме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EEECE1"/>
            <w:vAlign w:val="bottom"/>
          </w:tcPr>
          <w:p w:rsidR="0056372E" w:rsidRPr="00320424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56372E" w:rsidRPr="00320424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теме</w:t>
            </w:r>
          </w:p>
        </w:tc>
        <w:tc>
          <w:tcPr>
            <w:tcW w:w="567" w:type="dxa"/>
            <w:shd w:val="clear" w:color="auto" w:fill="EEECE1"/>
            <w:textDirection w:val="btLr"/>
          </w:tcPr>
          <w:p w:rsidR="0056372E" w:rsidRPr="00320424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Ред.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број </w:t>
            </w:r>
            <w:r w:rsidRPr="00320424">
              <w:rPr>
                <w:rFonts w:ascii="Times New Roman" w:hAnsi="Times New Roman"/>
                <w:b/>
                <w:sz w:val="20"/>
                <w:szCs w:val="20"/>
              </w:rPr>
              <w:t xml:space="preserve">наст.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0424">
              <w:rPr>
                <w:rFonts w:ascii="Times New Roman" w:hAnsi="Times New Roman"/>
                <w:b/>
                <w:sz w:val="20"/>
                <w:szCs w:val="20"/>
              </w:rPr>
              <w:t>јед.</w:t>
            </w:r>
          </w:p>
        </w:tc>
        <w:tc>
          <w:tcPr>
            <w:tcW w:w="2126" w:type="dxa"/>
            <w:shd w:val="clear" w:color="auto" w:fill="EEECE1"/>
          </w:tcPr>
          <w:p w:rsidR="0056372E" w:rsidRPr="00320424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6372E" w:rsidRPr="00320424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6372E" w:rsidRPr="00320424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6372E" w:rsidRPr="00320424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јединице</w:t>
            </w:r>
          </w:p>
        </w:tc>
        <w:tc>
          <w:tcPr>
            <w:tcW w:w="1019" w:type="dxa"/>
            <w:shd w:val="clear" w:color="auto" w:fill="EEECE1"/>
            <w:vAlign w:val="bottom"/>
          </w:tcPr>
          <w:p w:rsidR="0056372E" w:rsidRPr="00320424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1260" w:type="dxa"/>
            <w:shd w:val="clear" w:color="auto" w:fill="EEECE1"/>
            <w:vAlign w:val="bottom"/>
          </w:tcPr>
          <w:p w:rsidR="0056372E" w:rsidRPr="00320424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56372E" w:rsidRPr="00320424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Облик рада</w:t>
            </w:r>
          </w:p>
        </w:tc>
        <w:tc>
          <w:tcPr>
            <w:tcW w:w="1170" w:type="dxa"/>
            <w:shd w:val="clear" w:color="auto" w:fill="EEECE1"/>
            <w:vAlign w:val="bottom"/>
          </w:tcPr>
          <w:p w:rsidR="0056372E" w:rsidRPr="00320424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56372E" w:rsidRPr="00320424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Наставне методе</w:t>
            </w:r>
          </w:p>
        </w:tc>
        <w:tc>
          <w:tcPr>
            <w:tcW w:w="1260" w:type="dxa"/>
            <w:shd w:val="clear" w:color="auto" w:fill="EEECE1"/>
            <w:vAlign w:val="bottom"/>
          </w:tcPr>
          <w:p w:rsidR="0056372E" w:rsidRPr="00320424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56372E" w:rsidRPr="00320424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Наставна средства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EEECE1"/>
          </w:tcPr>
          <w:p w:rsidR="0056372E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6372E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6372E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6372E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6372E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6372E" w:rsidRPr="00DA2F25" w:rsidRDefault="0056372E" w:rsidP="00DA2F25">
            <w:pP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Међупред. Ко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релација</w:t>
            </w:r>
          </w:p>
        </w:tc>
        <w:tc>
          <w:tcPr>
            <w:tcW w:w="4128" w:type="dxa"/>
            <w:tcBorders>
              <w:bottom w:val="single" w:sz="4" w:space="0" w:color="auto"/>
            </w:tcBorders>
            <w:shd w:val="clear" w:color="auto" w:fill="EEECE1"/>
          </w:tcPr>
          <w:p w:rsidR="0056372E" w:rsidRPr="00320424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6372E" w:rsidRPr="00320424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6372E" w:rsidRPr="00320424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6372E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6372E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6372E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6372E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6372E" w:rsidRPr="00320424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04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Исходи</w:t>
            </w:r>
          </w:p>
        </w:tc>
      </w:tr>
      <w:tr w:rsidR="0056372E" w:rsidRPr="004F0E24" w:rsidTr="00D176DA">
        <w:trPr>
          <w:cantSplit/>
          <w:trHeight w:val="102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56372E" w:rsidRPr="00C355F9" w:rsidRDefault="0056372E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56372E" w:rsidRPr="00C355F9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3B09">
              <w:rPr>
                <w:rFonts w:ascii="Times New Roman" w:hAnsi="Times New Roman"/>
                <w:b/>
                <w:bCs/>
              </w:rPr>
              <w:t>ДРЖАВА И ИНТЕГРАЦИОНИ ПРОЦЕСИ</w:t>
            </w:r>
          </w:p>
        </w:tc>
        <w:tc>
          <w:tcPr>
            <w:tcW w:w="567" w:type="dxa"/>
          </w:tcPr>
          <w:p w:rsidR="0056372E" w:rsidRPr="003B3592" w:rsidRDefault="0056372E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6372E" w:rsidRPr="00C355F9" w:rsidRDefault="0056372E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</w:t>
            </w:r>
          </w:p>
        </w:tc>
        <w:tc>
          <w:tcPr>
            <w:tcW w:w="2126" w:type="dxa"/>
          </w:tcPr>
          <w:p w:rsidR="0056372E" w:rsidRPr="00EA6DF2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Географски положај одређене земље   </w:t>
            </w:r>
          </w:p>
        </w:tc>
        <w:tc>
          <w:tcPr>
            <w:tcW w:w="1019" w:type="dxa"/>
          </w:tcPr>
          <w:p w:rsidR="0056372E" w:rsidRPr="003B3592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6372E" w:rsidRPr="003B3592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o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</w:tcPr>
          <w:p w:rsidR="0056372E" w:rsidRPr="003B3592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</w:tc>
        <w:tc>
          <w:tcPr>
            <w:tcW w:w="1170" w:type="dxa"/>
          </w:tcPr>
          <w:p w:rsidR="0056372E" w:rsidRPr="00517C67" w:rsidRDefault="0056372E" w:rsidP="00EE23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7C67">
              <w:rPr>
                <w:rFonts w:ascii="Times New Roman" w:hAnsi="Times New Roman"/>
                <w:sz w:val="20"/>
                <w:szCs w:val="20"/>
                <w:lang w:val="ru-RU"/>
              </w:rPr>
              <w:t>Илустративно-демонстрациона</w:t>
            </w:r>
            <w:r w:rsidRPr="00517C6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17C67">
              <w:rPr>
                <w:rFonts w:ascii="Times New Roman" w:hAnsi="Times New Roman"/>
                <w:sz w:val="20"/>
                <w:szCs w:val="20"/>
                <w:lang w:val="ru-RU"/>
              </w:rPr>
              <w:t>дијалошка, монолошка,  рада на тексту</w:t>
            </w:r>
          </w:p>
          <w:p w:rsidR="0056372E" w:rsidRPr="000E374E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56372E" w:rsidRPr="000E374E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76D4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 света</w:t>
            </w:r>
          </w:p>
        </w:tc>
        <w:tc>
          <w:tcPr>
            <w:tcW w:w="1300" w:type="dxa"/>
          </w:tcPr>
          <w:p w:rsidR="0056372E" w:rsidRPr="00826F69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пски језик,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атематика,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56372E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F2D03">
              <w:rPr>
                <w:rFonts w:ascii="Times New Roman" w:hAnsi="Times New Roman"/>
                <w:b/>
                <w:sz w:val="20"/>
                <w:szCs w:val="20"/>
              </w:rPr>
              <w:t>По завршетку часа ученик ће бити у стању да:</w:t>
            </w:r>
          </w:p>
          <w:p w:rsidR="0056372E" w:rsidRPr="0044524D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</w:t>
            </w:r>
            <w:r w:rsidRPr="0044524D">
              <w:rPr>
                <w:rFonts w:ascii="Times New Roman" w:hAnsi="Times New Roman"/>
                <w:sz w:val="20"/>
                <w:szCs w:val="20"/>
              </w:rPr>
              <w:t>бјасни како се одређује географски положај државе</w:t>
            </w:r>
          </w:p>
          <w:p w:rsidR="0056372E" w:rsidRPr="0044524D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-н</w:t>
            </w:r>
            <w:r w:rsidRPr="0044524D">
              <w:rPr>
                <w:rFonts w:ascii="Times New Roman" w:hAnsi="Times New Roman"/>
                <w:sz w:val="20"/>
                <w:szCs w:val="20"/>
              </w:rPr>
              <w:t>аведе и објасни врсте географских положаја</w:t>
            </w:r>
          </w:p>
          <w:p w:rsidR="0056372E" w:rsidRPr="0044524D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-у</w:t>
            </w:r>
            <w:r w:rsidRPr="0044524D">
              <w:rPr>
                <w:rFonts w:ascii="Times New Roman" w:hAnsi="Times New Roman"/>
                <w:sz w:val="20"/>
                <w:szCs w:val="20"/>
              </w:rPr>
              <w:t>пореди и анализира различите географске положаје земаља на географској карти</w:t>
            </w:r>
          </w:p>
          <w:p w:rsidR="0056372E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-упореди географски положај Србије у односу на неке друге земље света(у Европи и ван ње)</w:t>
            </w:r>
          </w:p>
          <w:p w:rsidR="0056372E" w:rsidRPr="0044524D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372E" w:rsidRPr="004F0E24" w:rsidTr="00D176DA">
        <w:trPr>
          <w:cantSplit/>
          <w:trHeight w:val="1020"/>
        </w:trPr>
        <w:tc>
          <w:tcPr>
            <w:tcW w:w="567" w:type="dxa"/>
            <w:vMerge/>
          </w:tcPr>
          <w:p w:rsidR="0056372E" w:rsidRPr="00C355F9" w:rsidRDefault="0056372E" w:rsidP="00EE237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FFFFFF"/>
          </w:tcPr>
          <w:p w:rsidR="0056372E" w:rsidRPr="00C355F9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6372E" w:rsidRPr="003B3592" w:rsidRDefault="0056372E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6372E" w:rsidRPr="00C355F9" w:rsidRDefault="0056372E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55.</w:t>
            </w:r>
          </w:p>
        </w:tc>
        <w:tc>
          <w:tcPr>
            <w:tcW w:w="2126" w:type="dxa"/>
          </w:tcPr>
          <w:p w:rsidR="0056372E" w:rsidRPr="00EA6DF2" w:rsidRDefault="0056372E" w:rsidP="00EE237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Формирање политичке карте света    </w:t>
            </w:r>
          </w:p>
        </w:tc>
        <w:tc>
          <w:tcPr>
            <w:tcW w:w="1019" w:type="dxa"/>
          </w:tcPr>
          <w:p w:rsidR="0056372E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56372E" w:rsidRPr="003B3592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</w:tcPr>
          <w:p w:rsidR="0056372E" w:rsidRPr="003B3592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C5AB7">
              <w:rPr>
                <w:rFonts w:ascii="Times New Roman" w:hAnsi="Times New Roman"/>
                <w:sz w:val="20"/>
                <w:szCs w:val="20"/>
                <w:lang w:val="ru-RU"/>
              </w:rPr>
              <w:t>фронтални,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индивидуални</w:t>
            </w:r>
          </w:p>
        </w:tc>
        <w:tc>
          <w:tcPr>
            <w:tcW w:w="1170" w:type="dxa"/>
          </w:tcPr>
          <w:p w:rsidR="0056372E" w:rsidRPr="00517C67" w:rsidRDefault="0056372E" w:rsidP="00EE23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7C67">
              <w:rPr>
                <w:rFonts w:ascii="Times New Roman" w:hAnsi="Times New Roman"/>
                <w:sz w:val="20"/>
                <w:szCs w:val="20"/>
                <w:lang w:val="ru-RU"/>
              </w:rPr>
              <w:t>Илустративно-демонстрациона</w:t>
            </w:r>
            <w:r w:rsidRPr="00517C6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17C67">
              <w:rPr>
                <w:rFonts w:ascii="Times New Roman" w:hAnsi="Times New Roman"/>
                <w:sz w:val="20"/>
                <w:szCs w:val="20"/>
                <w:lang w:val="ru-RU"/>
              </w:rPr>
              <w:t>дијалошка, монолошка,  рада на тексту</w:t>
            </w:r>
          </w:p>
          <w:p w:rsidR="0056372E" w:rsidRPr="00D66A0A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56372E" w:rsidRPr="003B3592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76D4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 света</w:t>
            </w:r>
          </w:p>
        </w:tc>
        <w:tc>
          <w:tcPr>
            <w:tcW w:w="1300" w:type="dxa"/>
          </w:tcPr>
          <w:p w:rsidR="0056372E" w:rsidRPr="00F97816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56372E" w:rsidRPr="003B3592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tcBorders>
              <w:top w:val="single" w:sz="4" w:space="0" w:color="auto"/>
            </w:tcBorders>
          </w:tcPr>
          <w:p w:rsidR="0056372E" w:rsidRDefault="0056372E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-о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бјасни настанак држава до Првог светског рата и после Првог светског рата</w:t>
            </w:r>
          </w:p>
          <w:p w:rsidR="0056372E" w:rsidRDefault="0056372E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-на карти покаже територије држава које су настале до Првог светског рата и после Првог светског рата</w:t>
            </w:r>
          </w:p>
          <w:p w:rsidR="0056372E" w:rsidRDefault="0056372E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-објасни настанак држава у савремено доба</w:t>
            </w:r>
          </w:p>
          <w:p w:rsidR="0056372E" w:rsidRDefault="0056372E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-објасни појмове НАТО, Уједињене нације, Европска Унија</w:t>
            </w:r>
          </w:p>
          <w:p w:rsidR="0056372E" w:rsidRDefault="0056372E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EF2D03">
              <w:rPr>
                <w:rFonts w:ascii="Times New Roman" w:hAnsi="Times New Roman"/>
                <w:sz w:val="20"/>
                <w:szCs w:val="20"/>
                <w:lang w:val="ru-RU"/>
              </w:rPr>
              <w:t>представи процесе који су довели до формирања савремене политичко-географске карте света</w:t>
            </w:r>
          </w:p>
          <w:p w:rsidR="0056372E" w:rsidRPr="00EF2D03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372E" w:rsidRPr="004F0E24" w:rsidTr="00D176DA">
        <w:trPr>
          <w:cantSplit/>
          <w:trHeight w:val="1020"/>
        </w:trPr>
        <w:tc>
          <w:tcPr>
            <w:tcW w:w="567" w:type="dxa"/>
            <w:vMerge/>
          </w:tcPr>
          <w:p w:rsidR="0056372E" w:rsidRPr="001E4499" w:rsidRDefault="0056372E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FFFFFF"/>
          </w:tcPr>
          <w:p w:rsidR="0056372E" w:rsidRPr="00C355F9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6372E" w:rsidRPr="003B3592" w:rsidRDefault="0056372E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6372E" w:rsidRPr="00743976" w:rsidRDefault="0056372E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56.</w:t>
            </w:r>
          </w:p>
        </w:tc>
        <w:tc>
          <w:tcPr>
            <w:tcW w:w="2126" w:type="dxa"/>
          </w:tcPr>
          <w:p w:rsidR="0056372E" w:rsidRPr="00EA6DF2" w:rsidRDefault="0056372E" w:rsidP="00EE2370">
            <w:pPr>
              <w:tabs>
                <w:tab w:val="left" w:pos="7797"/>
              </w:tabs>
              <w:ind w:right="-142"/>
              <w:rPr>
                <w:rFonts w:ascii="Times New Roman" w:hAnsi="Times New Roman"/>
                <w:i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Географски положај одређене земље и формирање политичке карте света    </w:t>
            </w:r>
          </w:p>
        </w:tc>
        <w:tc>
          <w:tcPr>
            <w:tcW w:w="1019" w:type="dxa"/>
          </w:tcPr>
          <w:p w:rsidR="0056372E" w:rsidRPr="003B3592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6372E" w:rsidRPr="003B3592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тврђивање</w:t>
            </w:r>
          </w:p>
        </w:tc>
        <w:tc>
          <w:tcPr>
            <w:tcW w:w="1260" w:type="dxa"/>
          </w:tcPr>
          <w:p w:rsidR="0056372E" w:rsidRPr="003B3592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170" w:type="dxa"/>
          </w:tcPr>
          <w:p w:rsidR="0056372E" w:rsidRPr="00517C67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7C67">
              <w:rPr>
                <w:rFonts w:ascii="Times New Roman" w:hAnsi="Times New Roman"/>
                <w:sz w:val="20"/>
                <w:szCs w:val="20"/>
                <w:lang w:val="ru-RU"/>
              </w:rPr>
              <w:t>Илустративно-демонстрациона</w:t>
            </w:r>
            <w:r w:rsidRPr="00517C6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17C67">
              <w:rPr>
                <w:rFonts w:ascii="Times New Roman" w:hAnsi="Times New Roman"/>
                <w:sz w:val="20"/>
                <w:szCs w:val="20"/>
                <w:lang w:val="ru-RU"/>
              </w:rPr>
              <w:t>дијалошка, монолошка,  рада на тексту</w:t>
            </w:r>
          </w:p>
        </w:tc>
        <w:tc>
          <w:tcPr>
            <w:tcW w:w="1260" w:type="dxa"/>
          </w:tcPr>
          <w:p w:rsidR="0056372E" w:rsidRPr="006C63A9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63A9">
              <w:rPr>
                <w:rFonts w:ascii="Times New Roman" w:hAnsi="Times New Roman"/>
                <w:sz w:val="20"/>
                <w:szCs w:val="20"/>
                <w:lang w:val="ru-RU"/>
              </w:rPr>
              <w:t>наставни листићи, географска карта света</w:t>
            </w:r>
          </w:p>
        </w:tc>
        <w:tc>
          <w:tcPr>
            <w:tcW w:w="1300" w:type="dxa"/>
          </w:tcPr>
          <w:p w:rsidR="0056372E" w:rsidRPr="00F97816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56372E" w:rsidRPr="003B3592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56372E" w:rsidRPr="0044524D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</w:t>
            </w:r>
            <w:r w:rsidRPr="0044524D">
              <w:rPr>
                <w:rFonts w:ascii="Times New Roman" w:hAnsi="Times New Roman"/>
                <w:sz w:val="20"/>
                <w:szCs w:val="20"/>
              </w:rPr>
              <w:t>бјасни како се одређује географски положај државе</w:t>
            </w:r>
          </w:p>
          <w:p w:rsidR="0056372E" w:rsidRPr="0044524D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-н</w:t>
            </w:r>
            <w:r w:rsidRPr="0044524D">
              <w:rPr>
                <w:rFonts w:ascii="Times New Roman" w:hAnsi="Times New Roman"/>
                <w:sz w:val="20"/>
                <w:szCs w:val="20"/>
              </w:rPr>
              <w:t>аведе и објасни врсте географских положаја</w:t>
            </w:r>
          </w:p>
          <w:p w:rsidR="0056372E" w:rsidRPr="0044524D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-у</w:t>
            </w:r>
            <w:r w:rsidRPr="0044524D">
              <w:rPr>
                <w:rFonts w:ascii="Times New Roman" w:hAnsi="Times New Roman"/>
                <w:sz w:val="20"/>
                <w:szCs w:val="20"/>
              </w:rPr>
              <w:t>пореди и анализира различите географске положаје земаља на географској карти</w:t>
            </w:r>
          </w:p>
          <w:p w:rsidR="0056372E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-упореди географски положај Србије у односу на неке друге земље света(у Европи и ван ње)</w:t>
            </w:r>
          </w:p>
          <w:p w:rsidR="0056372E" w:rsidRPr="0044524D" w:rsidRDefault="0056372E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објасни појмове НАТО, Уједињене нације, Европска Унија                                                                -</w:t>
            </w:r>
            <w:r w:rsidRPr="00EF2D03">
              <w:rPr>
                <w:rFonts w:ascii="Times New Roman" w:hAnsi="Times New Roman"/>
                <w:sz w:val="20"/>
                <w:szCs w:val="20"/>
                <w:lang w:val="ru-RU"/>
              </w:rPr>
              <w:t>представи процесе који су довели до формирања савремене политичко-географске карте света</w:t>
            </w:r>
          </w:p>
          <w:p w:rsidR="0056372E" w:rsidRPr="0044524D" w:rsidRDefault="0056372E" w:rsidP="00EE23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372E" w:rsidRPr="004F0E24" w:rsidTr="00D176DA">
        <w:trPr>
          <w:cantSplit/>
          <w:trHeight w:val="1020"/>
        </w:trPr>
        <w:tc>
          <w:tcPr>
            <w:tcW w:w="567" w:type="dxa"/>
            <w:vMerge/>
          </w:tcPr>
          <w:p w:rsidR="0056372E" w:rsidRPr="00C355F9" w:rsidRDefault="0056372E" w:rsidP="00EE237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FFFFFF"/>
          </w:tcPr>
          <w:p w:rsidR="0056372E" w:rsidRPr="003B3592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6372E" w:rsidRPr="003B3592" w:rsidRDefault="0056372E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56372E" w:rsidRPr="003B3592" w:rsidRDefault="0056372E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57.</w:t>
            </w:r>
          </w:p>
        </w:tc>
        <w:tc>
          <w:tcPr>
            <w:tcW w:w="2126" w:type="dxa"/>
          </w:tcPr>
          <w:p w:rsidR="0056372E" w:rsidRPr="00EA6DF2" w:rsidRDefault="0056372E" w:rsidP="00EE2370">
            <w:pPr>
              <w:tabs>
                <w:tab w:val="left" w:pos="7797"/>
              </w:tabs>
              <w:ind w:right="-142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Неповредивост државних граница и оружани сукоби  </w:t>
            </w:r>
          </w:p>
        </w:tc>
        <w:tc>
          <w:tcPr>
            <w:tcW w:w="1019" w:type="dxa"/>
          </w:tcPr>
          <w:p w:rsidR="0056372E" w:rsidRPr="000D276C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6372E" w:rsidRPr="000D276C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276C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0" w:type="dxa"/>
          </w:tcPr>
          <w:p w:rsidR="0056372E" w:rsidRPr="000D276C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276C">
              <w:rPr>
                <w:rFonts w:ascii="Times New Roman" w:hAnsi="Times New Roman"/>
                <w:sz w:val="20"/>
                <w:szCs w:val="20"/>
                <w:lang w:val="ru-RU"/>
              </w:rPr>
              <w:t>фронтални, у пару</w:t>
            </w:r>
          </w:p>
        </w:tc>
        <w:tc>
          <w:tcPr>
            <w:tcW w:w="1170" w:type="dxa"/>
          </w:tcPr>
          <w:p w:rsidR="0056372E" w:rsidRPr="00517C67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7C67">
              <w:rPr>
                <w:rFonts w:ascii="Times New Roman" w:hAnsi="Times New Roman"/>
                <w:sz w:val="20"/>
                <w:szCs w:val="20"/>
                <w:lang w:val="ru-RU"/>
              </w:rPr>
              <w:t>Илустративно-демонстрациона</w:t>
            </w:r>
            <w:r w:rsidRPr="00517C6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17C67">
              <w:rPr>
                <w:rFonts w:ascii="Times New Roman" w:hAnsi="Times New Roman"/>
                <w:sz w:val="20"/>
                <w:szCs w:val="20"/>
                <w:lang w:val="ru-RU"/>
              </w:rPr>
              <w:t>дијалошка, монолошка,  рада на тексту</w:t>
            </w:r>
          </w:p>
        </w:tc>
        <w:tc>
          <w:tcPr>
            <w:tcW w:w="1260" w:type="dxa"/>
          </w:tcPr>
          <w:p w:rsidR="0056372E" w:rsidRPr="000D276C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276C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 света, филм</w:t>
            </w:r>
          </w:p>
        </w:tc>
        <w:tc>
          <w:tcPr>
            <w:tcW w:w="1300" w:type="dxa"/>
          </w:tcPr>
          <w:p w:rsidR="0056372E" w:rsidRPr="00F97816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56372E" w:rsidRPr="003B3592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vMerge w:val="restart"/>
            <w:tcBorders>
              <w:top w:val="single" w:sz="4" w:space="0" w:color="auto"/>
            </w:tcBorders>
          </w:tcPr>
          <w:p w:rsidR="0056372E" w:rsidRPr="00FD2DAA" w:rsidRDefault="0056372E" w:rsidP="00EE23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-анализира и дискутује на тему неповредивости државних граница                                                    -објашњава и анализира узроке који доводе до оружаних сукоба у свету                                                 -наводи примере конкретних оружаних сукоба између држава                                                             -наводи примере конкретних оружаних сукоба у Србији                                                                 -објашњава улогу УН у разрешавању оружаних сукоба између земаљаОбјашњава улогу ОЕБС-а у разрешавању оружаних сукоба између земаља</w:t>
            </w:r>
          </w:p>
        </w:tc>
      </w:tr>
      <w:tr w:rsidR="0056372E" w:rsidRPr="004F0E24" w:rsidTr="00D176DA">
        <w:trPr>
          <w:cantSplit/>
          <w:trHeight w:val="937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6372E" w:rsidRPr="001E4499" w:rsidRDefault="0056372E" w:rsidP="00EE2370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56372E" w:rsidRPr="00C355F9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372E" w:rsidRPr="003B3592" w:rsidRDefault="0056372E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56372E" w:rsidRPr="003B3592" w:rsidRDefault="0056372E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58.</w:t>
            </w:r>
          </w:p>
        </w:tc>
        <w:tc>
          <w:tcPr>
            <w:tcW w:w="2126" w:type="dxa"/>
          </w:tcPr>
          <w:p w:rsidR="0056372E" w:rsidRPr="00EA6DF2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 xml:space="preserve">Неповредивост државних граница и оружани сукоби  </w:t>
            </w:r>
          </w:p>
        </w:tc>
        <w:tc>
          <w:tcPr>
            <w:tcW w:w="1019" w:type="dxa"/>
          </w:tcPr>
          <w:p w:rsidR="0056372E" w:rsidRPr="003B3592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6372E" w:rsidRPr="003B3592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тврђивање</w:t>
            </w:r>
          </w:p>
        </w:tc>
        <w:tc>
          <w:tcPr>
            <w:tcW w:w="1260" w:type="dxa"/>
          </w:tcPr>
          <w:p w:rsidR="0056372E" w:rsidRPr="003B3592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170" w:type="dxa"/>
          </w:tcPr>
          <w:p w:rsidR="0056372E" w:rsidRPr="003B3592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лустративно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C3248C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демонстрациона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 монолошка</w:t>
            </w:r>
          </w:p>
        </w:tc>
        <w:tc>
          <w:tcPr>
            <w:tcW w:w="1260" w:type="dxa"/>
          </w:tcPr>
          <w:p w:rsidR="0056372E" w:rsidRPr="003B3592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панои ученика, карта света</w:t>
            </w:r>
          </w:p>
        </w:tc>
        <w:tc>
          <w:tcPr>
            <w:tcW w:w="1300" w:type="dxa"/>
          </w:tcPr>
          <w:p w:rsidR="0056372E" w:rsidRPr="00F97816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56372E" w:rsidRPr="003B3592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vMerge/>
            <w:tcBorders>
              <w:bottom w:val="single" w:sz="4" w:space="0" w:color="auto"/>
            </w:tcBorders>
          </w:tcPr>
          <w:p w:rsidR="0056372E" w:rsidRPr="00154FF2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372E" w:rsidRPr="004F0E24" w:rsidTr="00D176DA">
        <w:trPr>
          <w:cantSplit/>
          <w:trHeight w:val="975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56372E" w:rsidRPr="001E4499" w:rsidRDefault="0056372E" w:rsidP="00EE2370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56372E" w:rsidRPr="00C355F9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3B09">
              <w:rPr>
                <w:rFonts w:ascii="Times New Roman" w:hAnsi="Times New Roman"/>
                <w:b/>
                <w:bCs/>
              </w:rPr>
              <w:t>ГЕОГРАФИЈА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B13B09">
              <w:rPr>
                <w:rFonts w:ascii="Times New Roman" w:hAnsi="Times New Roman"/>
                <w:b/>
                <w:bCs/>
              </w:rPr>
              <w:t xml:space="preserve"> ЕВРОПЕ</w:t>
            </w:r>
            <w:r w:rsidRPr="00B13B09">
              <w:rPr>
                <w:rFonts w:cs="Calibri"/>
                <w:b/>
                <w:lang w:val="ru-RU"/>
              </w:rPr>
              <w:t xml:space="preserve"> </w:t>
            </w:r>
            <w:r w:rsidRPr="00B13B09">
              <w:rPr>
                <w:rFonts w:ascii="Times New Roman" w:hAnsi="Times New Roman"/>
                <w:b/>
                <w:bCs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6372E" w:rsidRDefault="0056372E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56372E" w:rsidRPr="003B3592" w:rsidRDefault="0056372E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59.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6372E" w:rsidRPr="00EA6DF2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>Европа: географски положај, границе и величина</w:t>
            </w: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:rsidR="0056372E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56372E" w:rsidRPr="003B3592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56372E" w:rsidRPr="00E25887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C5AB7">
              <w:rPr>
                <w:rFonts w:ascii="Times New Roman" w:hAnsi="Times New Roman"/>
                <w:sz w:val="20"/>
                <w:szCs w:val="20"/>
                <w:lang w:val="ru-RU"/>
              </w:rPr>
              <w:t>фронтални,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индивидуални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56372E" w:rsidRPr="00517C67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7C67">
              <w:rPr>
                <w:rFonts w:ascii="Times New Roman" w:hAnsi="Times New Roman"/>
                <w:sz w:val="20"/>
                <w:szCs w:val="20"/>
                <w:lang w:val="ru-RU"/>
              </w:rPr>
              <w:t>Илустративно-демонстрациона</w:t>
            </w:r>
            <w:r w:rsidRPr="00517C6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17C67">
              <w:rPr>
                <w:rFonts w:ascii="Times New Roman" w:hAnsi="Times New Roman"/>
                <w:sz w:val="20"/>
                <w:szCs w:val="20"/>
                <w:lang w:val="ru-RU"/>
              </w:rPr>
              <w:t>дијалошка, монолошка,  рада на тексту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56372E" w:rsidRPr="003B3592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276C">
              <w:rPr>
                <w:rFonts w:ascii="Times New Roman" w:hAnsi="Times New Roman"/>
                <w:sz w:val="20"/>
                <w:szCs w:val="20"/>
                <w:lang w:val="ru-RU"/>
              </w:rPr>
              <w:t>уџбеник, географска карта света</w:t>
            </w: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:rsidR="0056372E" w:rsidRPr="00F97816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56372E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vMerge w:val="restart"/>
            <w:tcBorders>
              <w:top w:val="single" w:sz="4" w:space="0" w:color="auto"/>
            </w:tcBorders>
          </w:tcPr>
          <w:p w:rsidR="0056372E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и на карти покаже геогрфски положај Европе</w:t>
            </w:r>
          </w:p>
          <w:p w:rsidR="0056372E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-покаже на керти границе Европе са суседним континентима</w:t>
            </w:r>
          </w:p>
          <w:p w:rsidR="0056372E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-упореди величину Европе са величином других континената</w:t>
            </w:r>
          </w:p>
          <w:p w:rsidR="0056372E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-објасни појмове Стари и Нови свет</w:t>
            </w:r>
          </w:p>
          <w:p w:rsidR="0056372E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покаже на карти мора и океане на које излази Европа</w:t>
            </w:r>
          </w:p>
          <w:p w:rsidR="0056372E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-покаже на карти крајње тачке Европе</w:t>
            </w:r>
          </w:p>
          <w:p w:rsidR="0056372E" w:rsidRPr="00E20893" w:rsidRDefault="0056372E" w:rsidP="00EE2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20893">
              <w:rPr>
                <w:rFonts w:ascii="Times New Roman" w:hAnsi="Times New Roman"/>
                <w:sz w:val="20"/>
                <w:szCs w:val="20"/>
                <w:lang w:val="ru-RU"/>
              </w:rPr>
              <w:t>илуструје уз помоћ карте најважније географске објекте на простору Европе</w:t>
            </w:r>
          </w:p>
        </w:tc>
      </w:tr>
      <w:tr w:rsidR="0056372E" w:rsidRPr="004F0E24" w:rsidTr="00D176DA">
        <w:trPr>
          <w:cantSplit/>
          <w:trHeight w:val="937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6372E" w:rsidRPr="001E4499" w:rsidRDefault="0056372E" w:rsidP="00EE23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56372E" w:rsidRPr="00C355F9" w:rsidRDefault="0056372E" w:rsidP="00EE23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6372E" w:rsidRDefault="0056372E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56372E" w:rsidRPr="003B3592" w:rsidRDefault="0056372E" w:rsidP="00EE2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60.</w:t>
            </w:r>
          </w:p>
        </w:tc>
        <w:tc>
          <w:tcPr>
            <w:tcW w:w="2126" w:type="dxa"/>
          </w:tcPr>
          <w:p w:rsidR="0056372E" w:rsidRPr="00EA6DF2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DF2">
              <w:rPr>
                <w:rFonts w:ascii="Times New Roman" w:hAnsi="Times New Roman"/>
                <w:lang w:val="ru-RU"/>
              </w:rPr>
              <w:t>Европа: географски положај, границе и величина</w:t>
            </w:r>
          </w:p>
        </w:tc>
        <w:tc>
          <w:tcPr>
            <w:tcW w:w="1019" w:type="dxa"/>
          </w:tcPr>
          <w:p w:rsidR="0056372E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56372E" w:rsidRPr="003B3592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Pr="003B3592">
              <w:rPr>
                <w:rFonts w:ascii="Times New Roman" w:hAnsi="Times New Roman"/>
                <w:sz w:val="20"/>
                <w:szCs w:val="20"/>
                <w:lang w:val="sr-Cyrl-CS"/>
              </w:rPr>
              <w:t>тврђивање</w:t>
            </w:r>
          </w:p>
        </w:tc>
        <w:tc>
          <w:tcPr>
            <w:tcW w:w="1260" w:type="dxa"/>
          </w:tcPr>
          <w:p w:rsidR="0056372E" w:rsidRPr="003B3592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170" w:type="dxa"/>
          </w:tcPr>
          <w:p w:rsidR="0056372E" w:rsidRPr="00517C67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7C67">
              <w:rPr>
                <w:rFonts w:ascii="Times New Roman" w:hAnsi="Times New Roman"/>
                <w:sz w:val="20"/>
                <w:szCs w:val="20"/>
                <w:lang w:val="ru-RU"/>
              </w:rPr>
              <w:t>Илустративно-демонстрациона</w:t>
            </w:r>
            <w:r w:rsidRPr="00517C6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17C67">
              <w:rPr>
                <w:rFonts w:ascii="Times New Roman" w:hAnsi="Times New Roman"/>
                <w:sz w:val="20"/>
                <w:szCs w:val="20"/>
                <w:lang w:val="ru-RU"/>
              </w:rPr>
              <w:t>дијалошка, монолошка,  рада на тексту</w:t>
            </w:r>
          </w:p>
        </w:tc>
        <w:tc>
          <w:tcPr>
            <w:tcW w:w="1260" w:type="dxa"/>
          </w:tcPr>
          <w:p w:rsidR="0056372E" w:rsidRPr="003B3592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63A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наставни листићи, географска карта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Европе, света, нема карта Европе</w:t>
            </w:r>
          </w:p>
        </w:tc>
        <w:tc>
          <w:tcPr>
            <w:tcW w:w="1300" w:type="dxa"/>
          </w:tcPr>
          <w:p w:rsidR="0056372E" w:rsidRPr="00F97816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>рпски језик,</w:t>
            </w:r>
          </w:p>
          <w:p w:rsidR="0056372E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нфор.</w:t>
            </w:r>
            <w:r w:rsidRPr="00F97816">
              <w:rPr>
                <w:rFonts w:ascii="Times New Roman" w:hAnsi="Times New Roman"/>
                <w:sz w:val="20"/>
                <w:szCs w:val="20"/>
              </w:rPr>
              <w:t xml:space="preserve"> и рачунарство</w:t>
            </w:r>
          </w:p>
        </w:tc>
        <w:tc>
          <w:tcPr>
            <w:tcW w:w="4128" w:type="dxa"/>
            <w:vMerge/>
            <w:tcBorders>
              <w:bottom w:val="single" w:sz="4" w:space="0" w:color="auto"/>
            </w:tcBorders>
          </w:tcPr>
          <w:p w:rsidR="0056372E" w:rsidRPr="00154FF2" w:rsidRDefault="0056372E" w:rsidP="00EE2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6372E" w:rsidRDefault="0056372E" w:rsidP="00D078A9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sr-Cyrl-CS"/>
        </w:rPr>
      </w:pPr>
    </w:p>
    <w:p w:rsidR="0056372E" w:rsidRDefault="0056372E" w:rsidP="00D078A9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ru-RU"/>
        </w:rPr>
      </w:pPr>
      <w:r w:rsidRPr="000F4678">
        <w:rPr>
          <w:rFonts w:ascii="Times New Roman" w:hAnsi="Times New Roman"/>
          <w:sz w:val="18"/>
          <w:szCs w:val="18"/>
          <w:lang w:val="sr-Cyrl-CS"/>
        </w:rPr>
        <w:t>Оцена остварености плана и разлози одступања за протекли месец: 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18"/>
          <w:szCs w:val="18"/>
          <w:lang w:val="sr-Cyrl-CS"/>
        </w:rPr>
        <w:t>..................................................................</w:t>
      </w:r>
      <w:r w:rsidRPr="000F4678">
        <w:rPr>
          <w:rFonts w:ascii="Times New Roman" w:hAnsi="Times New Roman"/>
          <w:sz w:val="18"/>
          <w:szCs w:val="18"/>
          <w:lang w:val="sr-Cyrl-CS"/>
        </w:rPr>
        <w:t xml:space="preserve">. </w:t>
      </w:r>
      <w:r w:rsidRPr="000F4678">
        <w:rPr>
          <w:rFonts w:ascii="Times New Roman" w:hAnsi="Times New Roman"/>
          <w:sz w:val="18"/>
          <w:szCs w:val="18"/>
          <w:lang w:val="ru-RU"/>
        </w:rPr>
        <w:t xml:space="preserve"> </w:t>
      </w:r>
    </w:p>
    <w:p w:rsidR="0056372E" w:rsidRDefault="0056372E" w:rsidP="00D078A9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lang w:val="ru-RU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6372E" w:rsidRPr="00556394" w:rsidRDefault="0056372E" w:rsidP="00D078A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lang w:val="ru-RU"/>
        </w:rPr>
        <w:t xml:space="preserve">             </w:t>
      </w:r>
      <w:r w:rsidRPr="00792E85">
        <w:rPr>
          <w:rFonts w:ascii="Times New Roman" w:hAnsi="Times New Roman"/>
          <w:sz w:val="18"/>
          <w:szCs w:val="18"/>
        </w:rPr>
        <w:t xml:space="preserve">Датум предаје оперативног плана: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</w:t>
      </w:r>
      <w:r w:rsidRPr="00792E85">
        <w:rPr>
          <w:rFonts w:ascii="Times New Roman" w:hAnsi="Times New Roman"/>
          <w:sz w:val="18"/>
          <w:szCs w:val="18"/>
        </w:rPr>
        <w:t xml:space="preserve"> Наставник: </w:t>
      </w:r>
    </w:p>
    <w:p w:rsidR="0056372E" w:rsidRDefault="0056372E"/>
    <w:sectPr w:rsidR="0056372E" w:rsidSect="00D078A9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8A9"/>
    <w:rsid w:val="000876D4"/>
    <w:rsid w:val="000D276C"/>
    <w:rsid w:val="000E374E"/>
    <w:rsid w:val="000F4678"/>
    <w:rsid w:val="00147B30"/>
    <w:rsid w:val="00154FF2"/>
    <w:rsid w:val="001E4499"/>
    <w:rsid w:val="002A4516"/>
    <w:rsid w:val="00320424"/>
    <w:rsid w:val="003B3592"/>
    <w:rsid w:val="0044524D"/>
    <w:rsid w:val="004B1FDE"/>
    <w:rsid w:val="004F0E24"/>
    <w:rsid w:val="00517C67"/>
    <w:rsid w:val="00556394"/>
    <w:rsid w:val="0056372E"/>
    <w:rsid w:val="00566AEF"/>
    <w:rsid w:val="00636BFB"/>
    <w:rsid w:val="006C63A9"/>
    <w:rsid w:val="00743976"/>
    <w:rsid w:val="00792E85"/>
    <w:rsid w:val="00796FC8"/>
    <w:rsid w:val="007E12FF"/>
    <w:rsid w:val="007F4404"/>
    <w:rsid w:val="00826F69"/>
    <w:rsid w:val="00853308"/>
    <w:rsid w:val="00857D71"/>
    <w:rsid w:val="0086573D"/>
    <w:rsid w:val="008C5AB7"/>
    <w:rsid w:val="00B13B09"/>
    <w:rsid w:val="00C3248C"/>
    <w:rsid w:val="00C355F9"/>
    <w:rsid w:val="00C61C2B"/>
    <w:rsid w:val="00D078A9"/>
    <w:rsid w:val="00D176DA"/>
    <w:rsid w:val="00D66A0A"/>
    <w:rsid w:val="00DA2F25"/>
    <w:rsid w:val="00E20893"/>
    <w:rsid w:val="00E25887"/>
    <w:rsid w:val="00EA6DF2"/>
    <w:rsid w:val="00EE2370"/>
    <w:rsid w:val="00EF2D03"/>
    <w:rsid w:val="00F97816"/>
    <w:rsid w:val="00FA4765"/>
    <w:rsid w:val="00FD2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8A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853</Words>
  <Characters>4864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salea</cp:lastModifiedBy>
  <cp:revision>5</cp:revision>
  <dcterms:created xsi:type="dcterms:W3CDTF">2019-08-11T21:37:00Z</dcterms:created>
  <dcterms:modified xsi:type="dcterms:W3CDTF">2019-09-24T07:56:00Z</dcterms:modified>
</cp:coreProperties>
</file>