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3BE" w:rsidRDefault="00F703BE" w:rsidP="00151F50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ОПЕРАТИВНИ ПЛАН РАДА</w:t>
      </w:r>
    </w:p>
    <w:p w:rsidR="00F703BE" w:rsidRDefault="00F703BE" w:rsidP="00151F50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септембар</w:t>
      </w:r>
    </w:p>
    <w:p w:rsidR="00F703BE" w:rsidRDefault="00F703BE" w:rsidP="00151F50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Школа: 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ФРАНЦУСКИ ЈЕЗИК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F703BE" w:rsidRDefault="00F703BE" w:rsidP="00151F50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пети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900"/>
        <w:gridCol w:w="2118"/>
        <w:gridCol w:w="1662"/>
        <w:gridCol w:w="1800"/>
        <w:gridCol w:w="1260"/>
        <w:gridCol w:w="2790"/>
      </w:tblGrid>
      <w:tr w:rsidR="00F703BE" w:rsidRPr="00151F50" w:rsidTr="00122222">
        <w:tc>
          <w:tcPr>
            <w:tcW w:w="1320" w:type="dxa"/>
            <w:gridSpan w:val="2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9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2118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</w:p>
        </w:tc>
        <w:tc>
          <w:tcPr>
            <w:tcW w:w="126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</w:p>
        </w:tc>
        <w:tc>
          <w:tcPr>
            <w:tcW w:w="279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</w:p>
          <w:p w:rsidR="00F703BE" w:rsidRPr="00151F50" w:rsidRDefault="00F703B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0"/>
              </w:rPr>
              <w:t>по завршеној лекцији ученик ће бити у стању 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</w:tr>
      <w:tr w:rsidR="00F703BE" w:rsidRPr="00151F50" w:rsidTr="00122222">
        <w:tc>
          <w:tcPr>
            <w:tcW w:w="648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3BE" w:rsidRPr="005F16C0" w:rsidTr="00122222">
        <w:trPr>
          <w:trHeight w:val="606"/>
        </w:trPr>
        <w:tc>
          <w:tcPr>
            <w:tcW w:w="648" w:type="dxa"/>
            <w:tcBorders>
              <w:top w:val="dashDotStroked" w:sz="24" w:space="0" w:color="FF0000"/>
            </w:tcBorders>
            <w:vAlign w:val="center"/>
          </w:tcPr>
          <w:p w:rsidR="00F703BE" w:rsidRPr="002F42B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top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1.</w:t>
            </w:r>
          </w:p>
        </w:tc>
        <w:tc>
          <w:tcPr>
            <w:tcW w:w="2340" w:type="dxa"/>
            <w:tcBorders>
              <w:top w:val="dashDotStroked" w:sz="24" w:space="0" w:color="FF0000"/>
            </w:tcBorders>
            <w:vAlign w:val="center"/>
          </w:tcPr>
          <w:p w:rsidR="00F703BE" w:rsidRPr="00E55505" w:rsidRDefault="00F703BE" w:rsidP="00E12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Un nouvel appartement</w:t>
            </w:r>
          </w:p>
        </w:tc>
        <w:tc>
          <w:tcPr>
            <w:tcW w:w="900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</w:rPr>
              <w:t>обрада</w:t>
            </w:r>
          </w:p>
        </w:tc>
        <w:tc>
          <w:tcPr>
            <w:tcW w:w="2118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951AE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Pr="00151F50">
              <w:rPr>
                <w:rFonts w:ascii="Times New Roman" w:hAnsi="Times New Roman"/>
                <w:lang w:val="sr-Cyrl-CS"/>
              </w:rPr>
              <w:t xml:space="preserve"> CD</w:t>
            </w:r>
          </w:p>
        </w:tc>
        <w:tc>
          <w:tcPr>
            <w:tcW w:w="1662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A32D17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3E3A71">
              <w:rPr>
                <w:rFonts w:ascii="Times New Roman" w:hAnsi="Times New Roman"/>
                <w:lang w:val="es-E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3E3A71">
              <w:rPr>
                <w:rFonts w:ascii="Times New Roman" w:hAnsi="Times New Roman"/>
                <w:lang w:val="es-ES"/>
              </w:rPr>
              <w:t xml:space="preserve"> </w:t>
            </w:r>
          </w:p>
        </w:tc>
        <w:tc>
          <w:tcPr>
            <w:tcW w:w="1800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дијалошка</w:t>
            </w:r>
            <w:r w:rsidRPr="003E3A71">
              <w:rPr>
                <w:rFonts w:ascii="Times New Roman" w:hAnsi="Times New Roman"/>
                <w:lang w:val="es-ES"/>
              </w:rPr>
              <w:t xml:space="preserve">, </w:t>
            </w:r>
            <w:r>
              <w:rPr>
                <w:rFonts w:ascii="Times New Roman" w:hAnsi="Times New Roman"/>
              </w:rPr>
              <w:t>монолошка</w:t>
            </w:r>
          </w:p>
        </w:tc>
        <w:tc>
          <w:tcPr>
            <w:tcW w:w="1260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унутар</w:t>
            </w:r>
            <w:r w:rsidRPr="003E3A71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</w:rPr>
              <w:t>предмета</w:t>
            </w:r>
            <w:r>
              <w:rPr>
                <w:rFonts w:ascii="Times New Roman" w:hAnsi="Times New Roman"/>
                <w:lang w:val="sr-Cyrl-CS"/>
              </w:rPr>
              <w:t xml:space="preserve"> географија</w:t>
            </w:r>
          </w:p>
        </w:tc>
        <w:tc>
          <w:tcPr>
            <w:tcW w:w="2790" w:type="dxa"/>
            <w:tcBorders>
              <w:top w:val="dashDotStroked" w:sz="24" w:space="0" w:color="FF0000"/>
            </w:tcBorders>
            <w:vAlign w:val="center"/>
          </w:tcPr>
          <w:p w:rsidR="00F703BE" w:rsidRPr="00845B45" w:rsidRDefault="00F703BE" w:rsidP="00A47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 xml:space="preserve">–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>р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азуме краће текстове који се  односе на поздрављање, представљање и тражење/давање информација личне природе;</w:t>
            </w:r>
          </w:p>
          <w:p w:rsidR="00F703BE" w:rsidRPr="00845B45" w:rsidRDefault="00F703BE" w:rsidP="00BA4A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F703BE" w:rsidRPr="00A47E5B" w:rsidTr="00122222">
        <w:trPr>
          <w:trHeight w:val="620"/>
        </w:trPr>
        <w:tc>
          <w:tcPr>
            <w:tcW w:w="648" w:type="dxa"/>
            <w:vAlign w:val="center"/>
          </w:tcPr>
          <w:p w:rsidR="00F703BE" w:rsidRPr="002F42B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340" w:type="dxa"/>
            <w:vAlign w:val="center"/>
          </w:tcPr>
          <w:p w:rsidR="00F703BE" w:rsidRPr="00E125C1" w:rsidRDefault="00F703B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L’appartement des Sabatier</w:t>
            </w:r>
          </w:p>
        </w:tc>
        <w:tc>
          <w:tcPr>
            <w:tcW w:w="900" w:type="dxa"/>
            <w:vAlign w:val="center"/>
          </w:tcPr>
          <w:p w:rsidR="00F703BE" w:rsidRPr="003978E7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F703BE" w:rsidRPr="003978E7" w:rsidRDefault="00F703BE" w:rsidP="00397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2D0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Pr="003978E7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</w:t>
            </w:r>
          </w:p>
          <w:p w:rsidR="00F703BE" w:rsidRPr="00BA4ACC" w:rsidRDefault="00F703BE" w:rsidP="00951AE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790" w:type="dxa"/>
            <w:vAlign w:val="center"/>
          </w:tcPr>
          <w:p w:rsidR="00F703BE" w:rsidRPr="00845B45" w:rsidRDefault="00F703BE" w:rsidP="00A47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опише специфичније просторне односе и величине једноставним,</w:t>
            </w:r>
          </w:p>
          <w:p w:rsidR="00F703BE" w:rsidRPr="00845B45" w:rsidRDefault="00F703BE" w:rsidP="00A47E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везаним исказима;</w:t>
            </w:r>
          </w:p>
        </w:tc>
      </w:tr>
      <w:tr w:rsidR="00F703BE" w:rsidRPr="00A47E5B" w:rsidTr="00122222">
        <w:tc>
          <w:tcPr>
            <w:tcW w:w="648" w:type="dxa"/>
            <w:vAlign w:val="center"/>
          </w:tcPr>
          <w:p w:rsidR="00F703BE" w:rsidRPr="002F42B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3.</w:t>
            </w:r>
          </w:p>
        </w:tc>
        <w:tc>
          <w:tcPr>
            <w:tcW w:w="2340" w:type="dxa"/>
            <w:vAlign w:val="center"/>
          </w:tcPr>
          <w:p w:rsidR="00F703BE" w:rsidRPr="00151F50" w:rsidRDefault="00F703B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Décrire son appartement</w:t>
            </w:r>
          </w:p>
        </w:tc>
        <w:tc>
          <w:tcPr>
            <w:tcW w:w="900" w:type="dxa"/>
            <w:vAlign w:val="center"/>
          </w:tcPr>
          <w:p w:rsidR="00F703BE" w:rsidRPr="003978E7" w:rsidRDefault="00F703BE" w:rsidP="002D6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увежб.</w:t>
            </w:r>
          </w:p>
        </w:tc>
        <w:tc>
          <w:tcPr>
            <w:tcW w:w="2118" w:type="dxa"/>
            <w:vAlign w:val="center"/>
          </w:tcPr>
          <w:p w:rsidR="00F703BE" w:rsidRPr="00E5550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F703BE" w:rsidRPr="00E5550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рад</w:t>
            </w:r>
            <w:r w:rsidRPr="00E55505">
              <w:rPr>
                <w:rFonts w:ascii="Times New Roman" w:hAnsi="Times New Roman"/>
                <w:lang w:val="sr-Latn-CS"/>
              </w:rPr>
              <w:t xml:space="preserve"> </w:t>
            </w:r>
            <w:r w:rsidRPr="00151F50">
              <w:rPr>
                <w:rFonts w:ascii="Times New Roman" w:hAnsi="Times New Roman"/>
              </w:rPr>
              <w:t>у</w:t>
            </w:r>
            <w:r w:rsidRPr="00E55505">
              <w:rPr>
                <w:rFonts w:ascii="Times New Roman" w:hAnsi="Times New Roman"/>
                <w:lang w:val="sr-Latn-CS"/>
              </w:rPr>
              <w:t xml:space="preserve"> </w:t>
            </w:r>
            <w:r w:rsidRPr="00151F50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Pr="003978E7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</w:t>
            </w:r>
          </w:p>
        </w:tc>
        <w:tc>
          <w:tcPr>
            <w:tcW w:w="2790" w:type="dxa"/>
            <w:vAlign w:val="center"/>
          </w:tcPr>
          <w:p w:rsidR="00F703BE" w:rsidRPr="00845B45" w:rsidRDefault="00F703BE" w:rsidP="00A47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разуме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једноставнији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опис особа,</w:t>
            </w:r>
          </w:p>
          <w:p w:rsidR="00F703BE" w:rsidRPr="00845B45" w:rsidRDefault="00F703BE" w:rsidP="00A47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биљака,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животиња,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предмета,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појaва или места;</w:t>
            </w:r>
          </w:p>
        </w:tc>
      </w:tr>
      <w:tr w:rsidR="00F703BE" w:rsidRPr="005F16C0" w:rsidTr="00122222">
        <w:tc>
          <w:tcPr>
            <w:tcW w:w="648" w:type="dxa"/>
            <w:vAlign w:val="center"/>
          </w:tcPr>
          <w:p w:rsidR="00F703BE" w:rsidRPr="002F42B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4.</w:t>
            </w:r>
          </w:p>
        </w:tc>
        <w:tc>
          <w:tcPr>
            <w:tcW w:w="2340" w:type="dxa"/>
            <w:vAlign w:val="center"/>
          </w:tcPr>
          <w:p w:rsidR="00F703BE" w:rsidRPr="00BA4ACC" w:rsidRDefault="00F703B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Improvisations</w:t>
            </w:r>
          </w:p>
        </w:tc>
        <w:tc>
          <w:tcPr>
            <w:tcW w:w="900" w:type="dxa"/>
            <w:vAlign w:val="center"/>
          </w:tcPr>
          <w:p w:rsidR="00F703BE" w:rsidRPr="003978E7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 увежб.</w:t>
            </w:r>
          </w:p>
        </w:tc>
        <w:tc>
          <w:tcPr>
            <w:tcW w:w="2118" w:type="dxa"/>
            <w:vAlign w:val="center"/>
          </w:tcPr>
          <w:p w:rsidR="00F703BE" w:rsidRPr="00E5550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,</w:t>
            </w:r>
          </w:p>
        </w:tc>
        <w:tc>
          <w:tcPr>
            <w:tcW w:w="1662" w:type="dxa"/>
            <w:vAlign w:val="center"/>
          </w:tcPr>
          <w:p w:rsidR="00F703BE" w:rsidRPr="00E5550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рад</w:t>
            </w:r>
            <w:r w:rsidRPr="00E55505">
              <w:rPr>
                <w:rFonts w:ascii="Times New Roman" w:hAnsi="Times New Roman"/>
                <w:lang w:val="sr-Latn-CS"/>
              </w:rPr>
              <w:t xml:space="preserve"> </w:t>
            </w:r>
            <w:r w:rsidRPr="00151F50">
              <w:rPr>
                <w:rFonts w:ascii="Times New Roman" w:hAnsi="Times New Roman"/>
              </w:rPr>
              <w:t>у</w:t>
            </w:r>
            <w:r w:rsidRPr="00E55505">
              <w:rPr>
                <w:rFonts w:ascii="Times New Roman" w:hAnsi="Times New Roman"/>
                <w:lang w:val="sr-Latn-CS"/>
              </w:rPr>
              <w:t xml:space="preserve"> </w:t>
            </w:r>
            <w:r w:rsidRPr="00151F50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Pr="00E55505" w:rsidRDefault="00F703BE" w:rsidP="003978E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 w:rsidRPr="00E55505">
              <w:rPr>
                <w:rFonts w:ascii="Times New Roman" w:hAnsi="Times New Roman"/>
                <w:lang w:val="sr-Cyrl-CS"/>
              </w:rPr>
              <w:t xml:space="preserve">, </w:t>
            </w:r>
          </w:p>
        </w:tc>
        <w:tc>
          <w:tcPr>
            <w:tcW w:w="2790" w:type="dxa"/>
            <w:vAlign w:val="center"/>
          </w:tcPr>
          <w:p w:rsidR="00F703BE" w:rsidRPr="00845B45" w:rsidRDefault="00F703BE" w:rsidP="00845B45">
            <w:pPr>
              <w:tabs>
                <w:tab w:val="left" w:pos="3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разуме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једноставнији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опис особа,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ab/>
            </w:r>
          </w:p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биљака,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животиња,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предмета,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појaва или места;</w:t>
            </w:r>
          </w:p>
        </w:tc>
      </w:tr>
      <w:tr w:rsidR="00F703BE" w:rsidRPr="00845B45" w:rsidTr="00122222">
        <w:trPr>
          <w:trHeight w:val="674"/>
        </w:trPr>
        <w:tc>
          <w:tcPr>
            <w:tcW w:w="648" w:type="dxa"/>
            <w:vAlign w:val="center"/>
          </w:tcPr>
          <w:p w:rsidR="00F703BE" w:rsidRPr="002F42B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340" w:type="dxa"/>
            <w:vAlign w:val="center"/>
          </w:tcPr>
          <w:p w:rsidR="00F703BE" w:rsidRPr="00E5550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Nombres ordinaux</w:t>
            </w:r>
          </w:p>
        </w:tc>
        <w:tc>
          <w:tcPr>
            <w:tcW w:w="900" w:type="dxa"/>
            <w:vAlign w:val="center"/>
          </w:tcPr>
          <w:p w:rsidR="00F703BE" w:rsidRPr="003978E7" w:rsidRDefault="00F703BE" w:rsidP="002D6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F703BE" w:rsidRPr="00E5550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уџбеник </w:t>
            </w:r>
            <w:r w:rsidRPr="00151F50">
              <w:rPr>
                <w:rFonts w:ascii="Times New Roman" w:hAnsi="Times New Roman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lang w:val="sr-Cyrl-CS"/>
              </w:rPr>
              <w:t>,</w:t>
            </w:r>
          </w:p>
        </w:tc>
        <w:tc>
          <w:tcPr>
            <w:tcW w:w="1662" w:type="dxa"/>
            <w:vAlign w:val="center"/>
          </w:tcPr>
          <w:p w:rsidR="00F703BE" w:rsidRPr="00E5550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:rsidR="00F703BE" w:rsidRPr="00845B45" w:rsidRDefault="00F703BE" w:rsidP="00845B45">
            <w:pPr>
              <w:tabs>
                <w:tab w:val="left" w:pos="3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разуме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једноставнији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опис особа,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ab/>
            </w:r>
          </w:p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биљака,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животиња,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предмета,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појaва или места;</w:t>
            </w:r>
          </w:p>
        </w:tc>
      </w:tr>
      <w:tr w:rsidR="00F703BE" w:rsidRPr="005F16C0" w:rsidTr="00122222">
        <w:trPr>
          <w:trHeight w:val="674"/>
        </w:trPr>
        <w:tc>
          <w:tcPr>
            <w:tcW w:w="648" w:type="dxa"/>
            <w:vAlign w:val="center"/>
          </w:tcPr>
          <w:p w:rsidR="00F703BE" w:rsidRPr="002F42B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340" w:type="dxa"/>
            <w:vAlign w:val="center"/>
          </w:tcPr>
          <w:p w:rsidR="00F703BE" w:rsidRPr="00E5550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Présent (révision)</w:t>
            </w:r>
          </w:p>
        </w:tc>
        <w:tc>
          <w:tcPr>
            <w:tcW w:w="900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Pr="00151F50">
              <w:rPr>
                <w:rFonts w:ascii="Times New Roman" w:hAnsi="Times New Roman"/>
                <w:lang w:val="sr-Cyrl-CS"/>
              </w:rPr>
              <w:t xml:space="preserve"> CD</w:t>
            </w:r>
          </w:p>
        </w:tc>
        <w:tc>
          <w:tcPr>
            <w:tcW w:w="1662" w:type="dxa"/>
            <w:vAlign w:val="center"/>
          </w:tcPr>
          <w:p w:rsidR="00F703BE" w:rsidRPr="00A47E5B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51F50">
              <w:rPr>
                <w:rFonts w:ascii="Times New Roman" w:hAnsi="Times New Roman"/>
              </w:rPr>
              <w:t>фронтални, индивидуални</w:t>
            </w:r>
            <w:r>
              <w:rPr>
                <w:rFonts w:ascii="Times New Roman" w:hAnsi="Times New Roman"/>
                <w:lang w:val="sr-Cyrl-CS"/>
              </w:rPr>
              <w:t xml:space="preserve">, 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Pr="00151F50" w:rsidRDefault="00F703BE" w:rsidP="00397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постави и одговори на једноставнија питања личне природе;</w:t>
            </w:r>
          </w:p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– у неколико везаних исказа саопшти информације о себи и другима;</w:t>
            </w:r>
          </w:p>
          <w:p w:rsidR="00F703BE" w:rsidRPr="00845B45" w:rsidRDefault="00F703BE" w:rsidP="00AB4F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703BE" w:rsidRPr="005F16C0" w:rsidTr="003978E7">
        <w:trPr>
          <w:trHeight w:val="422"/>
        </w:trPr>
        <w:tc>
          <w:tcPr>
            <w:tcW w:w="648" w:type="dxa"/>
            <w:vAlign w:val="center"/>
          </w:tcPr>
          <w:p w:rsidR="00F703BE" w:rsidRPr="002F42B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7.</w:t>
            </w:r>
          </w:p>
        </w:tc>
        <w:tc>
          <w:tcPr>
            <w:tcW w:w="2340" w:type="dxa"/>
            <w:vAlign w:val="center"/>
          </w:tcPr>
          <w:p w:rsidR="00F703BE" w:rsidRPr="00A14E81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Langage SMS </w:t>
            </w:r>
          </w:p>
        </w:tc>
        <w:tc>
          <w:tcPr>
            <w:tcW w:w="900" w:type="dxa"/>
            <w:vAlign w:val="center"/>
          </w:tcPr>
          <w:p w:rsidR="00F703BE" w:rsidRPr="00A47E5B" w:rsidRDefault="00F703BE" w:rsidP="002D60F0">
            <w:pPr>
              <w:spacing w:after="0" w:line="24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F703BE" w:rsidRPr="00E5550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F703BE" w:rsidRPr="00A47E5B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A47E5B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>
              <w:rPr>
                <w:rFonts w:ascii="Times New Roman" w:hAnsi="Times New Roman"/>
                <w:lang w:val="sr-Cyrl-CS"/>
              </w:rPr>
              <w:t>, рад у пару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унутар предмета, </w:t>
            </w:r>
          </w:p>
          <w:p w:rsidR="00F703BE" w:rsidRPr="003978E7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грађанско васпитање</w:t>
            </w:r>
          </w:p>
        </w:tc>
        <w:tc>
          <w:tcPr>
            <w:tcW w:w="2790" w:type="dxa"/>
            <w:vAlign w:val="center"/>
          </w:tcPr>
          <w:p w:rsidR="00F703BE" w:rsidRPr="00845B45" w:rsidRDefault="00F703BE" w:rsidP="00A47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саопшти кратку поруку (телефонски разговор, дијалог уживо, СМС,</w:t>
            </w:r>
          </w:p>
          <w:p w:rsidR="00F703BE" w:rsidRPr="00845B45" w:rsidRDefault="00F703BE" w:rsidP="00A47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писмо, имејл) којом се захваљује;</w:t>
            </w:r>
          </w:p>
        </w:tc>
      </w:tr>
      <w:tr w:rsidR="00F703BE" w:rsidRPr="00151F50" w:rsidTr="00122222">
        <w:trPr>
          <w:trHeight w:val="620"/>
        </w:trPr>
        <w:tc>
          <w:tcPr>
            <w:tcW w:w="648" w:type="dxa"/>
            <w:tcBorders>
              <w:bottom w:val="dashDotStroked" w:sz="24" w:space="0" w:color="FF0000"/>
            </w:tcBorders>
            <w:vAlign w:val="center"/>
          </w:tcPr>
          <w:p w:rsidR="00F703BE" w:rsidRPr="002F42B5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bottom w:val="dashDotStroked" w:sz="24" w:space="0" w:color="FF0000"/>
            </w:tcBorders>
            <w:vAlign w:val="center"/>
          </w:tcPr>
          <w:p w:rsidR="00F703BE" w:rsidRPr="00E55505" w:rsidRDefault="00F703BE" w:rsidP="00A14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Passe composé</w:t>
            </w:r>
          </w:p>
        </w:tc>
        <w:tc>
          <w:tcPr>
            <w:tcW w:w="900" w:type="dxa"/>
            <w:tcBorders>
              <w:bottom w:val="dashDotStroked" w:sz="24" w:space="0" w:color="FF0000"/>
            </w:tcBorders>
            <w:vAlign w:val="center"/>
          </w:tcPr>
          <w:p w:rsidR="00F703BE" w:rsidRPr="00A47E5B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обрада</w:t>
            </w:r>
          </w:p>
        </w:tc>
        <w:tc>
          <w:tcPr>
            <w:tcW w:w="2118" w:type="dxa"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уџбеник, </w:t>
            </w:r>
            <w:r w:rsidRPr="00151F50">
              <w:rPr>
                <w:rFonts w:ascii="Times New Roman" w:hAnsi="Times New Roman"/>
                <w:lang w:val="sr-Cyrl-CS"/>
              </w:rPr>
              <w:t>радна свеска</w:t>
            </w:r>
          </w:p>
        </w:tc>
        <w:tc>
          <w:tcPr>
            <w:tcW w:w="1662" w:type="dxa"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индивидуални,</w:t>
            </w:r>
            <w:r w:rsidRPr="00151F50">
              <w:rPr>
                <w:rFonts w:ascii="Times New Roman" w:hAnsi="Times New Roman"/>
              </w:rPr>
              <w:t xml:space="preserve"> групни рад</w:t>
            </w:r>
          </w:p>
        </w:tc>
        <w:tc>
          <w:tcPr>
            <w:tcW w:w="1800" w:type="dxa"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bookmarkStart w:id="0" w:name="_GoBack"/>
            <w:bookmarkEnd w:id="0"/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tcBorders>
              <w:bottom w:val="dashDotStroked" w:sz="24" w:space="0" w:color="FF0000"/>
            </w:tcBorders>
            <w:vAlign w:val="center"/>
          </w:tcPr>
          <w:p w:rsidR="00F703BE" w:rsidRPr="003978E7" w:rsidRDefault="00F703B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</w:t>
            </w:r>
          </w:p>
        </w:tc>
        <w:tc>
          <w:tcPr>
            <w:tcW w:w="2790" w:type="dxa"/>
            <w:tcBorders>
              <w:bottom w:val="dashDotStroked" w:sz="24" w:space="0" w:color="FF0000"/>
            </w:tcBorders>
            <w:vAlign w:val="center"/>
          </w:tcPr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– разуме краће текстове у којима се описују догађаји и способности у</w:t>
            </w:r>
          </w:p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прошлости;</w:t>
            </w:r>
          </w:p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– размени информације у вези са догађајима и способностима у</w:t>
            </w:r>
          </w:p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прошлости;</w:t>
            </w:r>
          </w:p>
        </w:tc>
      </w:tr>
    </w:tbl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F703BE" w:rsidRPr="00845B45" w:rsidRDefault="00F703BE" w:rsidP="00845B45">
      <w:pPr>
        <w:spacing w:after="60" w:line="276" w:lineRule="auto"/>
        <w:rPr>
          <w:rFonts w:ascii="Times New Roman" w:hAnsi="Times New Roman"/>
          <w:b/>
          <w:sz w:val="36"/>
          <w:lang w:val="sr-Cyrl-CS"/>
        </w:rPr>
      </w:pPr>
    </w:p>
    <w:p w:rsidR="00F703B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ОПЕРАТИВНИ ПЛАН РАДА</w:t>
      </w:r>
    </w:p>
    <w:p w:rsidR="00F703BE" w:rsidRPr="0058261E" w:rsidRDefault="00F703BE" w:rsidP="006C07EF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  <w:r>
        <w:rPr>
          <w:rFonts w:ascii="Times New Roman" w:hAnsi="Times New Roman"/>
          <w:b/>
          <w:sz w:val="36"/>
          <w:lang w:val="sr-Cyrl-CS"/>
        </w:rPr>
        <w:t>октобар</w:t>
      </w:r>
    </w:p>
    <w:p w:rsidR="00F703BE" w:rsidRDefault="00F703BE" w:rsidP="006C07EF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Школа: 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ФРАНЦУСКИ ЈЕЗИК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F703BE" w:rsidRDefault="00F703BE" w:rsidP="006C07EF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пети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900"/>
        <w:gridCol w:w="2118"/>
        <w:gridCol w:w="1662"/>
        <w:gridCol w:w="1800"/>
        <w:gridCol w:w="1260"/>
        <w:gridCol w:w="2790"/>
      </w:tblGrid>
      <w:tr w:rsidR="00F703BE" w:rsidRPr="00151F50" w:rsidTr="004828C5">
        <w:tc>
          <w:tcPr>
            <w:tcW w:w="1320" w:type="dxa"/>
            <w:gridSpan w:val="2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9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2118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</w:p>
        </w:tc>
        <w:tc>
          <w:tcPr>
            <w:tcW w:w="126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</w:p>
        </w:tc>
        <w:tc>
          <w:tcPr>
            <w:tcW w:w="279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</w:p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0"/>
              </w:rPr>
              <w:t>по завршеној лекцији ученик ће бити у стању 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</w:tr>
      <w:tr w:rsidR="00F703BE" w:rsidRPr="00151F50" w:rsidTr="004828C5">
        <w:tc>
          <w:tcPr>
            <w:tcW w:w="648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3BE" w:rsidRPr="006C07EF" w:rsidTr="004828C5">
        <w:trPr>
          <w:trHeight w:val="606"/>
        </w:trPr>
        <w:tc>
          <w:tcPr>
            <w:tcW w:w="648" w:type="dxa"/>
            <w:tcBorders>
              <w:top w:val="dashDotStroked" w:sz="24" w:space="0" w:color="FF0000"/>
            </w:tcBorders>
            <w:vAlign w:val="center"/>
          </w:tcPr>
          <w:p w:rsidR="00F703BE" w:rsidRPr="002F42B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top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9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top w:val="dashDotStroked" w:sz="24" w:space="0" w:color="FF0000"/>
            </w:tcBorders>
            <w:vAlign w:val="center"/>
          </w:tcPr>
          <w:p w:rsidR="00F703BE" w:rsidRPr="0058261E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Passe composé </w:t>
            </w:r>
          </w:p>
        </w:tc>
        <w:tc>
          <w:tcPr>
            <w:tcW w:w="900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</w:rPr>
              <w:t>обрада</w:t>
            </w:r>
            <w:r>
              <w:rPr>
                <w:rFonts w:ascii="Times New Roman" w:hAnsi="Times New Roman"/>
              </w:rPr>
              <w:t>/увежб</w:t>
            </w:r>
          </w:p>
        </w:tc>
        <w:tc>
          <w:tcPr>
            <w:tcW w:w="2118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Pr="00151F50">
              <w:rPr>
                <w:rFonts w:ascii="Times New Roman" w:hAnsi="Times New Roman"/>
                <w:lang w:val="sr-Cyrl-CS"/>
              </w:rPr>
              <w:t>џбеник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Pr="00151F50">
              <w:rPr>
                <w:rFonts w:ascii="Times New Roman" w:hAnsi="Times New Roman"/>
                <w:lang w:val="sr-Cyrl-CS"/>
              </w:rPr>
              <w:t xml:space="preserve"> радна свеска</w:t>
            </w:r>
          </w:p>
        </w:tc>
        <w:tc>
          <w:tcPr>
            <w:tcW w:w="1662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3E3A71">
              <w:rPr>
                <w:rFonts w:ascii="Times New Roman" w:hAnsi="Times New Roman"/>
                <w:lang w:val="es-E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3E3A71">
              <w:rPr>
                <w:rFonts w:ascii="Times New Roman" w:hAnsi="Times New Roman"/>
                <w:lang w:val="es-ES"/>
              </w:rPr>
              <w:t xml:space="preserve"> </w:t>
            </w:r>
          </w:p>
        </w:tc>
        <w:tc>
          <w:tcPr>
            <w:tcW w:w="1800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дијалошка</w:t>
            </w:r>
            <w:r w:rsidRPr="003E3A71">
              <w:rPr>
                <w:rFonts w:ascii="Times New Roman" w:hAnsi="Times New Roman"/>
                <w:lang w:val="es-ES"/>
              </w:rPr>
              <w:t xml:space="preserve">, </w:t>
            </w:r>
            <w:r>
              <w:rPr>
                <w:rFonts w:ascii="Times New Roman" w:hAnsi="Times New Roman"/>
              </w:rPr>
              <w:t>монолошка</w:t>
            </w:r>
          </w:p>
        </w:tc>
        <w:tc>
          <w:tcPr>
            <w:tcW w:w="1260" w:type="dxa"/>
            <w:tcBorders>
              <w:top w:val="dashDotStroked" w:sz="24" w:space="0" w:color="FF0000"/>
            </w:tcBorders>
            <w:vAlign w:val="center"/>
          </w:tcPr>
          <w:p w:rsidR="00F703BE" w:rsidRPr="003E3A71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унутар</w:t>
            </w:r>
            <w:r w:rsidRPr="003E3A71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</w:rPr>
              <w:t>предмета</w:t>
            </w:r>
          </w:p>
        </w:tc>
        <w:tc>
          <w:tcPr>
            <w:tcW w:w="2790" w:type="dxa"/>
            <w:tcBorders>
              <w:top w:val="dashDotStroked" w:sz="24" w:space="0" w:color="FF0000"/>
            </w:tcBorders>
            <w:vAlign w:val="center"/>
          </w:tcPr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– разуме краће текстове у којима се описују догађаји и способности у</w:t>
            </w:r>
          </w:p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прошлости;</w:t>
            </w:r>
          </w:p>
          <w:p w:rsidR="00F703BE" w:rsidRPr="00845B45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–информације у вези са размени догађајима и способностима у</w:t>
            </w:r>
          </w:p>
          <w:p w:rsidR="00F703BE" w:rsidRPr="00BA4ACC" w:rsidRDefault="00F703BE" w:rsidP="00845B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45B45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прошлости;</w:t>
            </w:r>
          </w:p>
        </w:tc>
      </w:tr>
      <w:tr w:rsidR="00F703BE" w:rsidRPr="005F16C0" w:rsidTr="004828C5">
        <w:trPr>
          <w:trHeight w:val="620"/>
        </w:trPr>
        <w:tc>
          <w:tcPr>
            <w:tcW w:w="648" w:type="dxa"/>
            <w:vAlign w:val="center"/>
          </w:tcPr>
          <w:p w:rsidR="00F703BE" w:rsidRPr="002F42B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10</w:t>
            </w: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  <w:vAlign w:val="center"/>
          </w:tcPr>
          <w:p w:rsidR="00F703BE" w:rsidRPr="0058261E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Mémo et suite </w:t>
            </w:r>
          </w:p>
        </w:tc>
        <w:tc>
          <w:tcPr>
            <w:tcW w:w="900" w:type="dxa"/>
            <w:vAlign w:val="center"/>
          </w:tcPr>
          <w:p w:rsidR="00F703BE" w:rsidRPr="00A47E5B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обрада. /увеж</w:t>
            </w:r>
          </w:p>
        </w:tc>
        <w:tc>
          <w:tcPr>
            <w:tcW w:w="2118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F703BE" w:rsidRPr="003978E7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Pr="003978E7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</w:t>
            </w:r>
          </w:p>
          <w:p w:rsidR="00F703BE" w:rsidRPr="00BA4ACC" w:rsidRDefault="00F703BE" w:rsidP="004828C5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грађанско васпитање</w:t>
            </w:r>
          </w:p>
        </w:tc>
        <w:tc>
          <w:tcPr>
            <w:tcW w:w="2790" w:type="dxa"/>
            <w:vAlign w:val="center"/>
          </w:tcPr>
          <w:p w:rsidR="00F703BE" w:rsidRPr="0053126B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разуме једноставније текстове у којима се описују сталне, уобичајене</w:t>
            </w:r>
          </w:p>
          <w:p w:rsidR="00F703BE" w:rsidRPr="0053126B" w:rsidRDefault="00F703BE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 тренутне радње и способности;</w:t>
            </w:r>
          </w:p>
          <w:p w:rsidR="00F703BE" w:rsidRPr="0053126B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703BE" w:rsidRPr="00151F50" w:rsidTr="004828C5">
        <w:tc>
          <w:tcPr>
            <w:tcW w:w="648" w:type="dxa"/>
            <w:vAlign w:val="center"/>
          </w:tcPr>
          <w:p w:rsidR="00F703BE" w:rsidRPr="002F42B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11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vAlign w:val="center"/>
          </w:tcPr>
          <w:p w:rsidR="00F703BE" w:rsidRPr="00845B4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La ville lumière</w:t>
            </w:r>
          </w:p>
        </w:tc>
        <w:tc>
          <w:tcPr>
            <w:tcW w:w="900" w:type="dxa"/>
            <w:vAlign w:val="center"/>
          </w:tcPr>
          <w:p w:rsidR="00F703BE" w:rsidRPr="003978E7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</w:t>
            </w:r>
          </w:p>
        </w:tc>
        <w:tc>
          <w:tcPr>
            <w:tcW w:w="1662" w:type="dxa"/>
            <w:vAlign w:val="center"/>
          </w:tcPr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Pr="003978E7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</w:t>
            </w:r>
          </w:p>
        </w:tc>
        <w:tc>
          <w:tcPr>
            <w:tcW w:w="2790" w:type="dxa"/>
            <w:vAlign w:val="center"/>
          </w:tcPr>
          <w:p w:rsidR="00F703BE" w:rsidRPr="0053126B" w:rsidRDefault="00F703BE" w:rsidP="0041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>- р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азуме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једноставније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текстове у којима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се описују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сталне,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уобичајене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 тренутне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радње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 способности;</w:t>
            </w:r>
          </w:p>
          <w:p w:rsidR="00F703BE" w:rsidRPr="0053126B" w:rsidRDefault="00F703BE" w:rsidP="0041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;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</w:p>
          <w:p w:rsidR="00F703BE" w:rsidRPr="0053126B" w:rsidRDefault="00F703BE" w:rsidP="004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</w:pPr>
          </w:p>
        </w:tc>
      </w:tr>
      <w:tr w:rsidR="00F703BE" w:rsidRPr="00E55505" w:rsidTr="004828C5">
        <w:tc>
          <w:tcPr>
            <w:tcW w:w="648" w:type="dxa"/>
            <w:vAlign w:val="center"/>
          </w:tcPr>
          <w:p w:rsidR="00F703BE" w:rsidRPr="002F42B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12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vAlign w:val="center"/>
          </w:tcPr>
          <w:p w:rsidR="00F703BE" w:rsidRPr="00BA4ACC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La ville lumière</w:t>
            </w:r>
          </w:p>
        </w:tc>
        <w:tc>
          <w:tcPr>
            <w:tcW w:w="900" w:type="dxa"/>
            <w:vAlign w:val="center"/>
          </w:tcPr>
          <w:p w:rsidR="00F703BE" w:rsidRPr="003978E7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 увежб.</w:t>
            </w:r>
          </w:p>
        </w:tc>
        <w:tc>
          <w:tcPr>
            <w:tcW w:w="2118" w:type="dxa"/>
            <w:vAlign w:val="center"/>
          </w:tcPr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</w:t>
            </w:r>
          </w:p>
        </w:tc>
        <w:tc>
          <w:tcPr>
            <w:tcW w:w="1662" w:type="dxa"/>
            <w:vAlign w:val="center"/>
          </w:tcPr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рад</w:t>
            </w:r>
            <w:r w:rsidRPr="00E55505">
              <w:rPr>
                <w:rFonts w:ascii="Times New Roman" w:hAnsi="Times New Roman"/>
                <w:lang w:val="sr-Latn-CS"/>
              </w:rPr>
              <w:t xml:space="preserve"> </w:t>
            </w:r>
            <w:r w:rsidRPr="00151F50">
              <w:rPr>
                <w:rFonts w:ascii="Times New Roman" w:hAnsi="Times New Roman"/>
              </w:rPr>
              <w:t>у</w:t>
            </w:r>
            <w:r w:rsidRPr="00E55505">
              <w:rPr>
                <w:rFonts w:ascii="Times New Roman" w:hAnsi="Times New Roman"/>
                <w:lang w:val="sr-Latn-CS"/>
              </w:rPr>
              <w:t xml:space="preserve"> </w:t>
            </w:r>
            <w:r w:rsidRPr="00151F50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 w:rsidRPr="00E55505">
              <w:rPr>
                <w:rFonts w:ascii="Times New Roman" w:hAnsi="Times New Roman"/>
                <w:lang w:val="sr-Cyrl-CS"/>
              </w:rPr>
              <w:t xml:space="preserve">, </w:t>
            </w:r>
          </w:p>
        </w:tc>
        <w:tc>
          <w:tcPr>
            <w:tcW w:w="2790" w:type="dxa"/>
            <w:vAlign w:val="center"/>
          </w:tcPr>
          <w:p w:rsidR="00F703BE" w:rsidRPr="0053126B" w:rsidRDefault="00F703BE" w:rsidP="0041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– размени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информације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које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се односе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на дату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комуникативну</w:t>
            </w:r>
          </w:p>
          <w:p w:rsidR="00F703BE" w:rsidRPr="0053126B" w:rsidRDefault="00F703BE" w:rsidP="004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 xml:space="preserve">ситуацију </w:t>
            </w:r>
          </w:p>
        </w:tc>
      </w:tr>
      <w:tr w:rsidR="00F703BE" w:rsidRPr="00151F50" w:rsidTr="004828C5">
        <w:trPr>
          <w:trHeight w:val="674"/>
        </w:trPr>
        <w:tc>
          <w:tcPr>
            <w:tcW w:w="648" w:type="dxa"/>
            <w:vAlign w:val="center"/>
          </w:tcPr>
          <w:p w:rsidR="00F703BE" w:rsidRPr="002F42B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13</w:t>
            </w: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  <w:vAlign w:val="center"/>
          </w:tcPr>
          <w:p w:rsidR="00F703BE" w:rsidRDefault="00F703BE" w:rsidP="004169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Moyens de transport à Paris/</w:t>
            </w:r>
          </w:p>
          <w:p w:rsidR="00F703BE" w:rsidRPr="00E55505" w:rsidRDefault="00F703BE" w:rsidP="004169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Improvisations</w:t>
            </w:r>
          </w:p>
        </w:tc>
        <w:tc>
          <w:tcPr>
            <w:tcW w:w="900" w:type="dxa"/>
            <w:vAlign w:val="center"/>
          </w:tcPr>
          <w:p w:rsidR="00F703BE" w:rsidRPr="003978E7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</w:t>
            </w:r>
          </w:p>
        </w:tc>
        <w:tc>
          <w:tcPr>
            <w:tcW w:w="1662" w:type="dxa"/>
            <w:vAlign w:val="center"/>
          </w:tcPr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E55505">
              <w:rPr>
                <w:rFonts w:ascii="Times New Roman" w:hAnsi="Times New Roman"/>
                <w:lang w:val="sr-Latn-CS"/>
              </w:rPr>
              <w:t xml:space="preserve">, 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 xml:space="preserve">дијалошка, </w:t>
            </w:r>
            <w:r>
              <w:rPr>
                <w:rFonts w:ascii="Times New Roman" w:hAnsi="Times New Roman"/>
                <w:szCs w:val="18"/>
                <w:lang w:val="sr-Cyrl-CS"/>
              </w:rPr>
              <w:t>практични рад</w:t>
            </w:r>
            <w:r w:rsidRPr="002D0EFD">
              <w:rPr>
                <w:rFonts w:ascii="Times New Roman" w:hAnsi="Times New Roman"/>
                <w:szCs w:val="18"/>
                <w:lang w:val="sr-Cyrl-CS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F703BE" w:rsidRPr="004169AD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>географија</w:t>
            </w:r>
          </w:p>
        </w:tc>
        <w:tc>
          <w:tcPr>
            <w:tcW w:w="2790" w:type="dxa"/>
            <w:vAlign w:val="center"/>
          </w:tcPr>
          <w:p w:rsidR="00F703BE" w:rsidRPr="0053126B" w:rsidRDefault="00F703BE" w:rsidP="004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разуме општи смисао и главне информације из текстова који</w:t>
            </w:r>
          </w:p>
          <w:p w:rsidR="00F703BE" w:rsidRPr="0053126B" w:rsidRDefault="00F703BE" w:rsidP="004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се односе на описивање искустава, догађаја и способности у</w:t>
            </w:r>
          </w:p>
          <w:p w:rsidR="00F703BE" w:rsidRPr="0053126B" w:rsidRDefault="00F703BE" w:rsidP="004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прошлости</w:t>
            </w:r>
          </w:p>
        </w:tc>
      </w:tr>
      <w:tr w:rsidR="00F703BE" w:rsidRPr="00151F50" w:rsidTr="004828C5">
        <w:trPr>
          <w:trHeight w:val="674"/>
        </w:trPr>
        <w:tc>
          <w:tcPr>
            <w:tcW w:w="648" w:type="dxa"/>
            <w:vAlign w:val="center"/>
          </w:tcPr>
          <w:p w:rsidR="00F703BE" w:rsidRPr="002F42B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14</w:t>
            </w: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  <w:vAlign w:val="center"/>
          </w:tcPr>
          <w:p w:rsidR="00F703BE" w:rsidRDefault="00F703BE" w:rsidP="004169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Imparfait</w:t>
            </w:r>
          </w:p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00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</w:t>
            </w:r>
          </w:p>
        </w:tc>
        <w:tc>
          <w:tcPr>
            <w:tcW w:w="1662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  <w:r w:rsidRPr="002D0EFD">
              <w:rPr>
                <w:rFonts w:ascii="Times New Roman" w:hAnsi="Times New Roman"/>
                <w:szCs w:val="18"/>
                <w:lang w:val="sr-Cyrl-CS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:rsidR="00F703BE" w:rsidRPr="0053126B" w:rsidRDefault="00F703BE" w:rsidP="004828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опише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сталне,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уобичајене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 тренутне догађаје/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активности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способности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користећи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неколико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везаних исказа; разуме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краће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текстове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у којима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се описују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догађаји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 способности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у прошлости</w:t>
            </w:r>
          </w:p>
        </w:tc>
      </w:tr>
      <w:tr w:rsidR="00F703BE" w:rsidRPr="00151F50" w:rsidTr="004828C5">
        <w:trPr>
          <w:trHeight w:val="422"/>
        </w:trPr>
        <w:tc>
          <w:tcPr>
            <w:tcW w:w="648" w:type="dxa"/>
            <w:vAlign w:val="center"/>
          </w:tcPr>
          <w:p w:rsidR="00F703BE" w:rsidRPr="002F42B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15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vAlign w:val="center"/>
          </w:tcPr>
          <w:p w:rsidR="00F703BE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Imparfait</w:t>
            </w:r>
          </w:p>
          <w:p w:rsidR="00F703BE" w:rsidRPr="00A14E81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(révision)</w:t>
            </w:r>
          </w:p>
        </w:tc>
        <w:tc>
          <w:tcPr>
            <w:tcW w:w="900" w:type="dxa"/>
            <w:vAlign w:val="center"/>
          </w:tcPr>
          <w:p w:rsidR="00F703BE" w:rsidRPr="003978E7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F703BE" w:rsidRPr="003978E7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унутар предмета, </w:t>
            </w:r>
          </w:p>
        </w:tc>
        <w:tc>
          <w:tcPr>
            <w:tcW w:w="2790" w:type="dxa"/>
            <w:vAlign w:val="center"/>
          </w:tcPr>
          <w:p w:rsidR="00F703BE" w:rsidRPr="0053126B" w:rsidRDefault="00F703BE" w:rsidP="004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опише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сталне,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уобичајене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 тренутне догађаје/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активности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способности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користећи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неколико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везаних исказа; разуме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краће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текстове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у којима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се описују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догађаји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и способности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у прошлости</w:t>
            </w:r>
          </w:p>
        </w:tc>
      </w:tr>
      <w:tr w:rsidR="00F703BE" w:rsidRPr="005F16C0" w:rsidTr="004828C5">
        <w:trPr>
          <w:trHeight w:val="620"/>
        </w:trPr>
        <w:tc>
          <w:tcPr>
            <w:tcW w:w="648" w:type="dxa"/>
            <w:tcBorders>
              <w:bottom w:val="dashDotStroked" w:sz="24" w:space="0" w:color="FF0000"/>
            </w:tcBorders>
            <w:vAlign w:val="center"/>
          </w:tcPr>
          <w:p w:rsidR="00F703BE" w:rsidRPr="002F42B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16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bottom w:val="dashDotStroked" w:sz="24" w:space="0" w:color="FF0000"/>
            </w:tcBorders>
            <w:vAlign w:val="center"/>
          </w:tcPr>
          <w:p w:rsidR="00F703BE" w:rsidRPr="004169AD" w:rsidRDefault="00F703BE" w:rsidP="004169A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4169AD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Nombres cardinaux</w:t>
            </w:r>
          </w:p>
          <w:p w:rsidR="00F703BE" w:rsidRPr="00E55505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fr-FR"/>
              </w:rPr>
            </w:pPr>
          </w:p>
        </w:tc>
        <w:tc>
          <w:tcPr>
            <w:tcW w:w="900" w:type="dxa"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Pr="00151F50">
              <w:rPr>
                <w:rFonts w:ascii="Times New Roman" w:hAnsi="Times New Roman"/>
                <w:lang w:val="sr-Cyrl-CS"/>
              </w:rPr>
              <w:t>џбеник</w:t>
            </w:r>
            <w:r>
              <w:rPr>
                <w:rFonts w:ascii="Times New Roman" w:hAnsi="Times New Roman"/>
                <w:lang w:val="sr-Latn-CS"/>
              </w:rPr>
              <w:t xml:space="preserve">, </w:t>
            </w:r>
            <w:r w:rsidRPr="00151F50">
              <w:rPr>
                <w:rFonts w:ascii="Times New Roman" w:hAnsi="Times New Roman"/>
                <w:lang w:val="sr-Cyrl-CS"/>
              </w:rPr>
              <w:t>радна свеска</w:t>
            </w:r>
          </w:p>
        </w:tc>
        <w:tc>
          <w:tcPr>
            <w:tcW w:w="1662" w:type="dxa"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индивидуални,</w:t>
            </w:r>
            <w:r w:rsidRPr="00151F50">
              <w:rPr>
                <w:rFonts w:ascii="Times New Roman" w:hAnsi="Times New Roman"/>
              </w:rPr>
              <w:t xml:space="preserve"> групни рад</w:t>
            </w:r>
          </w:p>
        </w:tc>
        <w:tc>
          <w:tcPr>
            <w:tcW w:w="1800" w:type="dxa"/>
            <w:tcBorders>
              <w:bottom w:val="dashDotStroked" w:sz="24" w:space="0" w:color="FF0000"/>
            </w:tcBorders>
            <w:vAlign w:val="center"/>
          </w:tcPr>
          <w:p w:rsidR="00F703BE" w:rsidRPr="00151F50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 xml:space="preserve">монолошка, </w:t>
            </w:r>
          </w:p>
        </w:tc>
        <w:tc>
          <w:tcPr>
            <w:tcW w:w="1260" w:type="dxa"/>
            <w:tcBorders>
              <w:bottom w:val="dashDotStroked" w:sz="24" w:space="0" w:color="FF0000"/>
            </w:tcBorders>
            <w:vAlign w:val="center"/>
          </w:tcPr>
          <w:p w:rsidR="00F703BE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унутар предмета</w:t>
            </w:r>
            <w:r>
              <w:rPr>
                <w:rFonts w:ascii="Times New Roman" w:hAnsi="Times New Roman"/>
                <w:lang w:val="sr-Cyrl-CS"/>
              </w:rPr>
              <w:t>,</w:t>
            </w:r>
          </w:p>
          <w:p w:rsidR="00F703BE" w:rsidRPr="004169AD" w:rsidRDefault="00F703BE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4169AD">
              <w:rPr>
                <w:rFonts w:ascii="Times New Roman" w:hAnsi="Times New Roman"/>
                <w:lang w:val="sr-Cyrl-CS"/>
              </w:rPr>
              <w:t>историја,</w:t>
            </w:r>
          </w:p>
        </w:tc>
        <w:tc>
          <w:tcPr>
            <w:tcW w:w="2790" w:type="dxa"/>
            <w:tcBorders>
              <w:bottom w:val="dashDotStroked" w:sz="24" w:space="0" w:color="FF0000"/>
            </w:tcBorders>
            <w:vAlign w:val="center"/>
          </w:tcPr>
          <w:p w:rsidR="00F703BE" w:rsidRPr="0053126B" w:rsidRDefault="00F703BE" w:rsidP="0053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53126B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затражи и пружи кратко обавештење;</w:t>
            </w:r>
          </w:p>
          <w:p w:rsidR="00F703BE" w:rsidRPr="0053126B" w:rsidRDefault="00F703BE" w:rsidP="0053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Cyrl-CS" w:eastAsia="sr-Latn-CS"/>
              </w:rPr>
            </w:pPr>
          </w:p>
        </w:tc>
      </w:tr>
    </w:tbl>
    <w:p w:rsidR="00F703BE" w:rsidRPr="0053126B" w:rsidRDefault="00F703BE" w:rsidP="006C07EF">
      <w:pPr>
        <w:rPr>
          <w:lang w:val="sr-Latn-CS"/>
        </w:rPr>
      </w:pPr>
    </w:p>
    <w:p w:rsidR="00F703BE" w:rsidRPr="0053126B" w:rsidRDefault="00F703BE">
      <w:pPr>
        <w:rPr>
          <w:lang w:val="sr-Latn-CS"/>
        </w:rPr>
      </w:pPr>
    </w:p>
    <w:sectPr w:rsidR="00F703BE" w:rsidRPr="0053126B" w:rsidSect="00151F50">
      <w:pgSz w:w="15840" w:h="12240" w:orient="landscape"/>
      <w:pgMar w:top="540" w:right="72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4541C"/>
    <w:multiLevelType w:val="hybridMultilevel"/>
    <w:tmpl w:val="1D161ED0"/>
    <w:lvl w:ilvl="0" w:tplc="31F04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F50"/>
    <w:rsid w:val="00122222"/>
    <w:rsid w:val="00151F50"/>
    <w:rsid w:val="001569DC"/>
    <w:rsid w:val="001810C2"/>
    <w:rsid w:val="002D0EFD"/>
    <w:rsid w:val="002D60F0"/>
    <w:rsid w:val="002D794F"/>
    <w:rsid w:val="002F42B5"/>
    <w:rsid w:val="003978E7"/>
    <w:rsid w:val="003B2194"/>
    <w:rsid w:val="003B6235"/>
    <w:rsid w:val="003E3A71"/>
    <w:rsid w:val="004169AD"/>
    <w:rsid w:val="004306AD"/>
    <w:rsid w:val="004828C5"/>
    <w:rsid w:val="0053126B"/>
    <w:rsid w:val="0058261E"/>
    <w:rsid w:val="005F16C0"/>
    <w:rsid w:val="006255F9"/>
    <w:rsid w:val="006C07EF"/>
    <w:rsid w:val="0071120C"/>
    <w:rsid w:val="00712477"/>
    <w:rsid w:val="007201DD"/>
    <w:rsid w:val="00753E8F"/>
    <w:rsid w:val="007C1C45"/>
    <w:rsid w:val="007D39BF"/>
    <w:rsid w:val="007E12B2"/>
    <w:rsid w:val="00845B45"/>
    <w:rsid w:val="008E4924"/>
    <w:rsid w:val="00951AEB"/>
    <w:rsid w:val="009C1FDE"/>
    <w:rsid w:val="009E01C5"/>
    <w:rsid w:val="00A14E81"/>
    <w:rsid w:val="00A32D17"/>
    <w:rsid w:val="00A47E5B"/>
    <w:rsid w:val="00A61481"/>
    <w:rsid w:val="00AB4FEA"/>
    <w:rsid w:val="00B704AC"/>
    <w:rsid w:val="00B92B24"/>
    <w:rsid w:val="00BA4ACC"/>
    <w:rsid w:val="00BE269F"/>
    <w:rsid w:val="00C410E3"/>
    <w:rsid w:val="00C9375A"/>
    <w:rsid w:val="00D66466"/>
    <w:rsid w:val="00D67514"/>
    <w:rsid w:val="00E06986"/>
    <w:rsid w:val="00E125C1"/>
    <w:rsid w:val="00E55505"/>
    <w:rsid w:val="00EB2437"/>
    <w:rsid w:val="00F703BE"/>
    <w:rsid w:val="00FF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F50"/>
    <w:pPr>
      <w:spacing w:after="160" w:line="256" w:lineRule="auto"/>
    </w:pPr>
    <w:rPr>
      <w:rFonts w:ascii="Calibri" w:hAnsi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A4ACC"/>
    <w:rPr>
      <w:rFonts w:ascii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683</Words>
  <Characters>3898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ОПЕРАТИВНИ ПЛАН РАДА</dc:title>
  <dc:subject/>
  <dc:creator>danijela nela</dc:creator>
  <cp:keywords/>
  <dc:description/>
  <cp:lastModifiedBy>Sonja Maksimović</cp:lastModifiedBy>
  <cp:revision>3</cp:revision>
  <dcterms:created xsi:type="dcterms:W3CDTF">2019-10-09T13:16:00Z</dcterms:created>
  <dcterms:modified xsi:type="dcterms:W3CDTF">2019-10-10T08:40:00Z</dcterms:modified>
</cp:coreProperties>
</file>