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0459" w:rsidRDefault="00DA0459" w:rsidP="00151F50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ОПЕРАТИВНИ ПЛАН РАДА</w:t>
      </w:r>
    </w:p>
    <w:p w:rsidR="00DA0459" w:rsidRDefault="00DA0459" w:rsidP="00151F50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септембар</w:t>
      </w:r>
    </w:p>
    <w:p w:rsidR="00DA0459" w:rsidRDefault="00DA0459" w:rsidP="00151F50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Школа: 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ФРАНЦУСКИ ЈЕЗИК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DA0459" w:rsidRDefault="00DA0459" w:rsidP="00151F50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други</w:t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900"/>
        <w:gridCol w:w="2118"/>
        <w:gridCol w:w="1662"/>
        <w:gridCol w:w="1800"/>
        <w:gridCol w:w="1260"/>
        <w:gridCol w:w="2790"/>
      </w:tblGrid>
      <w:tr w:rsidR="00DA0459" w:rsidRPr="00151F50" w:rsidTr="00122222">
        <w:tc>
          <w:tcPr>
            <w:tcW w:w="1320" w:type="dxa"/>
            <w:gridSpan w:val="2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9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2118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</w:p>
        </w:tc>
        <w:tc>
          <w:tcPr>
            <w:tcW w:w="126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</w:p>
        </w:tc>
        <w:tc>
          <w:tcPr>
            <w:tcW w:w="279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Исходи</w:t>
            </w:r>
          </w:p>
          <w:p w:rsidR="00DA0459" w:rsidRPr="00151F50" w:rsidRDefault="00DA0459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0"/>
              </w:rPr>
              <w:t>по завршеној лекцији ученик ће бити у стању 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</w:tr>
      <w:tr w:rsidR="00DA0459" w:rsidRPr="00151F50" w:rsidTr="00122222">
        <w:tc>
          <w:tcPr>
            <w:tcW w:w="648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459" w:rsidRPr="00AB178F" w:rsidTr="00122222">
        <w:trPr>
          <w:trHeight w:val="606"/>
        </w:trPr>
        <w:tc>
          <w:tcPr>
            <w:tcW w:w="648" w:type="dxa"/>
            <w:tcBorders>
              <w:top w:val="dashDotStroked" w:sz="24" w:space="0" w:color="FF0000"/>
            </w:tcBorders>
            <w:vAlign w:val="center"/>
          </w:tcPr>
          <w:p w:rsidR="00DA0459" w:rsidRPr="002F42B5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top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1.</w:t>
            </w:r>
          </w:p>
        </w:tc>
        <w:tc>
          <w:tcPr>
            <w:tcW w:w="2340" w:type="dxa"/>
            <w:tcBorders>
              <w:top w:val="dashDotStroked" w:sz="24" w:space="0" w:color="FF0000"/>
            </w:tcBorders>
            <w:vAlign w:val="center"/>
          </w:tcPr>
          <w:p w:rsidR="00DA0459" w:rsidRPr="004F36B3" w:rsidRDefault="00DA0459" w:rsidP="004F3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DA0459" w:rsidRPr="004F36B3" w:rsidRDefault="00DA0459" w:rsidP="004F3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4F36B3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Tu t’appelle comment ?</w:t>
            </w:r>
          </w:p>
          <w:p w:rsidR="00DA0459" w:rsidRPr="004F36B3" w:rsidRDefault="00DA0459" w:rsidP="004F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</w:p>
        </w:tc>
        <w:tc>
          <w:tcPr>
            <w:tcW w:w="900" w:type="dxa"/>
            <w:tcBorders>
              <w:top w:val="dashDotStroked" w:sz="24" w:space="0" w:color="FF0000"/>
            </w:tcBorders>
            <w:vAlign w:val="center"/>
          </w:tcPr>
          <w:p w:rsidR="00DA0459" w:rsidRPr="003E3A71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</w:rPr>
              <w:t>обрада</w:t>
            </w:r>
          </w:p>
        </w:tc>
        <w:tc>
          <w:tcPr>
            <w:tcW w:w="2118" w:type="dxa"/>
            <w:tcBorders>
              <w:top w:val="dashDotStroked" w:sz="24" w:space="0" w:color="FF0000"/>
            </w:tcBorders>
            <w:vAlign w:val="center"/>
          </w:tcPr>
          <w:p w:rsidR="00DA0459" w:rsidRPr="003E3A71" w:rsidRDefault="00DA0459" w:rsidP="00951AE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</w:t>
            </w:r>
          </w:p>
        </w:tc>
        <w:tc>
          <w:tcPr>
            <w:tcW w:w="1662" w:type="dxa"/>
            <w:tcBorders>
              <w:top w:val="dashDotStroked" w:sz="24" w:space="0" w:color="FF0000"/>
            </w:tcBorders>
            <w:vAlign w:val="center"/>
          </w:tcPr>
          <w:p w:rsidR="00DA0459" w:rsidRPr="003E3A71" w:rsidRDefault="00DA0459" w:rsidP="00A32D17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3E3A71">
              <w:rPr>
                <w:rFonts w:ascii="Times New Roman" w:hAnsi="Times New Roman"/>
                <w:lang w:val="es-E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3E3A71">
              <w:rPr>
                <w:rFonts w:ascii="Times New Roman" w:hAnsi="Times New Roman"/>
                <w:lang w:val="es-ES"/>
              </w:rPr>
              <w:t xml:space="preserve"> </w:t>
            </w:r>
          </w:p>
        </w:tc>
        <w:tc>
          <w:tcPr>
            <w:tcW w:w="1800" w:type="dxa"/>
            <w:tcBorders>
              <w:top w:val="dashDotStroked" w:sz="24" w:space="0" w:color="FF0000"/>
            </w:tcBorders>
            <w:vAlign w:val="center"/>
          </w:tcPr>
          <w:p w:rsidR="00DA0459" w:rsidRPr="003E3A71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</w:rPr>
              <w:t>дијалошка</w:t>
            </w:r>
            <w:r w:rsidRPr="003E3A71">
              <w:rPr>
                <w:rFonts w:ascii="Times New Roman" w:hAnsi="Times New Roman"/>
                <w:lang w:val="es-ES"/>
              </w:rPr>
              <w:t xml:space="preserve">, </w:t>
            </w:r>
            <w:r>
              <w:rPr>
                <w:rFonts w:ascii="Times New Roman" w:hAnsi="Times New Roman"/>
              </w:rPr>
              <w:t>монолошка</w:t>
            </w:r>
          </w:p>
        </w:tc>
        <w:tc>
          <w:tcPr>
            <w:tcW w:w="1260" w:type="dxa"/>
            <w:tcBorders>
              <w:top w:val="dashDotStroked" w:sz="24" w:space="0" w:color="FF0000"/>
            </w:tcBorders>
            <w:vAlign w:val="center"/>
          </w:tcPr>
          <w:p w:rsidR="00DA0459" w:rsidRPr="003E3A71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</w:rPr>
              <w:t>унутар</w:t>
            </w:r>
            <w:r w:rsidRPr="003E3A71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</w:rPr>
              <w:t>предмета</w:t>
            </w:r>
          </w:p>
        </w:tc>
        <w:tc>
          <w:tcPr>
            <w:tcW w:w="2790" w:type="dxa"/>
            <w:tcBorders>
              <w:top w:val="dashDotStroked" w:sz="24" w:space="0" w:color="FF0000"/>
            </w:tcBorders>
            <w:vAlign w:val="center"/>
          </w:tcPr>
          <w:p w:rsidR="00DA0459" w:rsidRPr="00AB178F" w:rsidRDefault="00DA0459" w:rsidP="00AB178F">
            <w:pPr>
              <w:spacing w:after="200" w:line="276" w:lineRule="auto"/>
              <w:rPr>
                <w:rFonts w:ascii="Times New Roman" w:hAnsi="Times New Roman"/>
                <w:lang w:val="sr-Cyrl-CS"/>
              </w:rPr>
            </w:pPr>
            <w:r w:rsidRPr="00AB178F">
              <w:rPr>
                <w:rFonts w:ascii="Times New Roman" w:hAnsi="Times New Roman"/>
                <w:lang w:val="sr-Cyrl-CS"/>
              </w:rPr>
              <w:t>саопштава основне информације о себи;</w:t>
            </w:r>
          </w:p>
          <w:p w:rsidR="00DA0459" w:rsidRPr="00AB178F" w:rsidRDefault="00DA0459" w:rsidP="00AB178F">
            <w:pPr>
              <w:spacing w:after="200" w:line="276" w:lineRule="auto"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 w:val="sr-Cyrl-CS"/>
              </w:rPr>
              <w:t>формулише поздраве</w:t>
            </w:r>
          </w:p>
        </w:tc>
      </w:tr>
      <w:tr w:rsidR="00DA0459" w:rsidRPr="00151F50" w:rsidTr="00122222">
        <w:trPr>
          <w:trHeight w:val="620"/>
        </w:trPr>
        <w:tc>
          <w:tcPr>
            <w:tcW w:w="648" w:type="dxa"/>
            <w:vAlign w:val="center"/>
          </w:tcPr>
          <w:p w:rsidR="00DA0459" w:rsidRPr="002F42B5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2340" w:type="dxa"/>
            <w:vAlign w:val="center"/>
          </w:tcPr>
          <w:p w:rsidR="00DA0459" w:rsidRPr="004F36B3" w:rsidRDefault="00DA0459" w:rsidP="004F3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</w:p>
          <w:p w:rsidR="00DA0459" w:rsidRPr="004F36B3" w:rsidRDefault="00DA0459" w:rsidP="004F36B3">
            <w:pPr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 w:rsidRPr="004F36B3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Tu t’appelle comment ?</w:t>
            </w:r>
          </w:p>
          <w:p w:rsidR="00DA0459" w:rsidRPr="004F36B3" w:rsidRDefault="00DA0459" w:rsidP="004F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00" w:type="dxa"/>
            <w:vAlign w:val="center"/>
          </w:tcPr>
          <w:p w:rsidR="00DA0459" w:rsidRPr="003978E7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DA0459" w:rsidRPr="003978E7" w:rsidRDefault="00DA0459" w:rsidP="00397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A0459" w:rsidRPr="00151F50" w:rsidRDefault="00DA0459" w:rsidP="002D0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A0459" w:rsidRPr="003978E7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</w:t>
            </w:r>
          </w:p>
          <w:p w:rsidR="00DA0459" w:rsidRPr="00151F50" w:rsidRDefault="00DA0459" w:rsidP="00951AE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90" w:type="dxa"/>
            <w:vAlign w:val="center"/>
          </w:tcPr>
          <w:p w:rsidR="00DA0459" w:rsidRPr="00AB178F" w:rsidRDefault="00DA0459" w:rsidP="00AB178F">
            <w:pPr>
              <w:spacing w:after="200" w:line="276" w:lineRule="auto"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 w:val="sr-Cyrl-CS"/>
              </w:rPr>
              <w:t>поставља и одговара на кратка питања питања у вези са учионицом и предметима у учионици</w:t>
            </w:r>
          </w:p>
        </w:tc>
      </w:tr>
      <w:tr w:rsidR="00DA0459" w:rsidRPr="00AB178F" w:rsidTr="00122222">
        <w:tc>
          <w:tcPr>
            <w:tcW w:w="648" w:type="dxa"/>
            <w:vAlign w:val="center"/>
          </w:tcPr>
          <w:p w:rsidR="00DA0459" w:rsidRPr="002F42B5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3.</w:t>
            </w:r>
          </w:p>
        </w:tc>
        <w:tc>
          <w:tcPr>
            <w:tcW w:w="2340" w:type="dxa"/>
            <w:vAlign w:val="center"/>
          </w:tcPr>
          <w:p w:rsidR="00DA0459" w:rsidRPr="00AB178F" w:rsidRDefault="00DA0459" w:rsidP="004F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Qui est-ce</w:t>
            </w:r>
            <w:r w:rsidRPr="00AB178F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 ?</w:t>
            </w: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Qu’est-ce que c’est ? </w:t>
            </w:r>
          </w:p>
          <w:p w:rsidR="00DA0459" w:rsidRPr="004F36B3" w:rsidRDefault="00DA0459" w:rsidP="004F36B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 w:rsidRPr="00AB178F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C’est …</w:t>
            </w:r>
          </w:p>
        </w:tc>
        <w:tc>
          <w:tcPr>
            <w:tcW w:w="900" w:type="dxa"/>
            <w:vAlign w:val="center"/>
          </w:tcPr>
          <w:p w:rsidR="00DA0459" w:rsidRPr="00AB178F" w:rsidRDefault="00DA0459" w:rsidP="002D60F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</w:rPr>
              <w:t>обрада</w:t>
            </w:r>
            <w:r w:rsidRPr="00AB178F">
              <w:rPr>
                <w:rFonts w:ascii="Times New Roman" w:hAnsi="Times New Roman"/>
                <w:lang w:val="es-ES"/>
              </w:rPr>
              <w:t>/</w:t>
            </w:r>
            <w:r>
              <w:rPr>
                <w:rFonts w:ascii="Times New Roman" w:hAnsi="Times New Roman"/>
              </w:rPr>
              <w:t>увежб</w:t>
            </w:r>
            <w:r w:rsidRPr="00AB178F">
              <w:rPr>
                <w:rFonts w:ascii="Times New Roman" w:hAnsi="Times New Roman"/>
                <w:lang w:val="es-ES"/>
              </w:rPr>
              <w:t>.</w:t>
            </w:r>
          </w:p>
        </w:tc>
        <w:tc>
          <w:tcPr>
            <w:tcW w:w="2118" w:type="dxa"/>
            <w:vAlign w:val="center"/>
          </w:tcPr>
          <w:p w:rsidR="00DA0459" w:rsidRPr="00AB178F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, стикери</w:t>
            </w:r>
          </w:p>
        </w:tc>
        <w:tc>
          <w:tcPr>
            <w:tcW w:w="1662" w:type="dxa"/>
            <w:vAlign w:val="center"/>
          </w:tcPr>
          <w:p w:rsidR="00DA0459" w:rsidRPr="00AB178F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51F50">
              <w:rPr>
                <w:rFonts w:ascii="Times New Roman" w:hAnsi="Times New Roman"/>
              </w:rPr>
              <w:t>фронтални</w:t>
            </w:r>
            <w:r w:rsidRPr="00AB178F">
              <w:rPr>
                <w:rFonts w:ascii="Times New Roman" w:hAnsi="Times New Roman"/>
                <w:lang w:val="es-ES"/>
              </w:rPr>
              <w:t xml:space="preserve">, </w:t>
            </w:r>
            <w:r w:rsidRPr="00151F50">
              <w:rPr>
                <w:rFonts w:ascii="Times New Roman" w:hAnsi="Times New Roman"/>
              </w:rPr>
              <w:t>индивидуални</w:t>
            </w:r>
            <w:r w:rsidRPr="00AB178F">
              <w:rPr>
                <w:rFonts w:ascii="Times New Roman" w:hAnsi="Times New Roman"/>
                <w:lang w:val="es-ES"/>
              </w:rPr>
              <w:t xml:space="preserve">, </w:t>
            </w:r>
            <w:r w:rsidRPr="00151F50">
              <w:rPr>
                <w:rFonts w:ascii="Times New Roman" w:hAnsi="Times New Roman"/>
              </w:rPr>
              <w:t>рад</w:t>
            </w:r>
            <w:r w:rsidRPr="00AB178F">
              <w:rPr>
                <w:rFonts w:ascii="Times New Roman" w:hAnsi="Times New Roman"/>
                <w:lang w:val="es-ES"/>
              </w:rPr>
              <w:t xml:space="preserve"> </w:t>
            </w:r>
            <w:r w:rsidRPr="00151F50">
              <w:rPr>
                <w:rFonts w:ascii="Times New Roman" w:hAnsi="Times New Roman"/>
              </w:rPr>
              <w:t>у</w:t>
            </w:r>
            <w:r w:rsidRPr="00AB178F">
              <w:rPr>
                <w:rFonts w:ascii="Times New Roman" w:hAnsi="Times New Roman"/>
                <w:lang w:val="es-ES"/>
              </w:rPr>
              <w:t xml:space="preserve"> </w:t>
            </w:r>
            <w:r w:rsidRPr="00151F50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DA0459" w:rsidRPr="00AB178F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A0459" w:rsidRPr="003978E7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</w:t>
            </w:r>
            <w:r w:rsidRPr="00AB178F">
              <w:rPr>
                <w:rFonts w:ascii="Times New Roman" w:hAnsi="Times New Roman"/>
                <w:lang w:val="es-ES"/>
              </w:rPr>
              <w:t xml:space="preserve"> </w:t>
            </w:r>
            <w:r>
              <w:rPr>
                <w:rFonts w:ascii="Times New Roman" w:hAnsi="Times New Roman"/>
              </w:rPr>
              <w:t>предмета</w:t>
            </w:r>
            <w:r w:rsidRPr="00AB178F">
              <w:rPr>
                <w:rFonts w:ascii="Times New Roman" w:hAnsi="Times New Roman"/>
                <w:lang w:val="es-ES"/>
              </w:rPr>
              <w:t xml:space="preserve">, </w:t>
            </w:r>
            <w:r>
              <w:rPr>
                <w:rFonts w:ascii="Times New Roman" w:hAnsi="Times New Roman"/>
              </w:rPr>
              <w:t>физичко и здравстве-но васпитање</w:t>
            </w:r>
          </w:p>
        </w:tc>
        <w:tc>
          <w:tcPr>
            <w:tcW w:w="2790" w:type="dxa"/>
            <w:vAlign w:val="center"/>
          </w:tcPr>
          <w:p w:rsidR="00DA0459" w:rsidRPr="00AB178F" w:rsidRDefault="00DA0459" w:rsidP="00AB178F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 w:val="sr-Cyrl-CS"/>
              </w:rPr>
              <w:t>разуме поруке и питања која се односе на једноставне информације;</w:t>
            </w:r>
            <w:r w:rsidRPr="00AB178F">
              <w:rPr>
                <w:rFonts w:ascii="Times New Roman" w:hAnsi="Times New Roman"/>
                <w:lang w:val="sr-Latn-CS"/>
              </w:rPr>
              <w:t xml:space="preserve"> </w:t>
            </w:r>
            <w:r w:rsidRPr="00AB178F">
              <w:rPr>
                <w:rFonts w:ascii="Times New Roman" w:hAnsi="Times New Roman"/>
                <w:lang/>
              </w:rPr>
              <w:t>опише бића предмете и места користећи најједноставнија језичка средства</w:t>
            </w:r>
          </w:p>
        </w:tc>
      </w:tr>
      <w:tr w:rsidR="00DA0459" w:rsidRPr="004F36B3" w:rsidTr="00122222">
        <w:tc>
          <w:tcPr>
            <w:tcW w:w="648" w:type="dxa"/>
            <w:vAlign w:val="center"/>
          </w:tcPr>
          <w:p w:rsidR="00DA0459" w:rsidRPr="002F42B5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4.</w:t>
            </w:r>
          </w:p>
        </w:tc>
        <w:tc>
          <w:tcPr>
            <w:tcW w:w="2340" w:type="dxa"/>
            <w:vAlign w:val="center"/>
          </w:tcPr>
          <w:p w:rsidR="00DA0459" w:rsidRPr="004F36B3" w:rsidRDefault="00DA0459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Présenter</w:t>
            </w:r>
            <w:r w:rsidRPr="004F36B3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son</w:t>
            </w:r>
            <w:r w:rsidRPr="004F36B3"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/>
                <w:b/>
                <w:noProof/>
                <w:sz w:val="24"/>
                <w:szCs w:val="24"/>
                <w:lang w:val="sr-Latn-CS"/>
              </w:rPr>
              <w:t>copai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n</w:t>
            </w:r>
          </w:p>
        </w:tc>
        <w:tc>
          <w:tcPr>
            <w:tcW w:w="900" w:type="dxa"/>
            <w:vAlign w:val="center"/>
          </w:tcPr>
          <w:p w:rsidR="00DA0459" w:rsidRPr="003978E7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увежб.</w:t>
            </w:r>
          </w:p>
        </w:tc>
        <w:tc>
          <w:tcPr>
            <w:tcW w:w="2118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, стикери</w:t>
            </w:r>
          </w:p>
        </w:tc>
        <w:tc>
          <w:tcPr>
            <w:tcW w:w="1662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A0459" w:rsidRPr="00014B15" w:rsidRDefault="00DA0459" w:rsidP="003978E7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 w:rsidRPr="00014B15">
              <w:rPr>
                <w:rFonts w:ascii="Times New Roman" w:hAnsi="Times New Roman"/>
                <w:lang w:val="sr-Cyrl-CS"/>
              </w:rPr>
              <w:t>, свет око нас</w:t>
            </w:r>
          </w:p>
        </w:tc>
        <w:tc>
          <w:tcPr>
            <w:tcW w:w="2790" w:type="dxa"/>
            <w:vAlign w:val="center"/>
          </w:tcPr>
          <w:p w:rsidR="00DA0459" w:rsidRPr="00AB178F" w:rsidRDefault="00DA0459" w:rsidP="00AB178F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/>
              </w:rPr>
              <w:t>препозна и именује бића, предмете и места из непосредног окружења</w:t>
            </w:r>
            <w:r w:rsidRPr="00AB178F">
              <w:rPr>
                <w:rFonts w:ascii="Times New Roman" w:hAnsi="Times New Roman"/>
                <w:lang w:val="sr-Latn-CS"/>
              </w:rPr>
              <w:t>;</w:t>
            </w:r>
          </w:p>
          <w:p w:rsidR="00DA0459" w:rsidRPr="00AB178F" w:rsidRDefault="00DA0459" w:rsidP="00AB178F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/>
              </w:rPr>
              <w:t>разуме једноставне описе бића, предмета и места</w:t>
            </w:r>
          </w:p>
          <w:p w:rsidR="00DA0459" w:rsidRPr="00AB178F" w:rsidRDefault="00DA0459" w:rsidP="00951AEB">
            <w:pPr>
              <w:tabs>
                <w:tab w:val="left" w:pos="284"/>
              </w:tabs>
              <w:spacing w:after="0" w:line="240" w:lineRule="auto"/>
              <w:ind w:left="284"/>
              <w:contextualSpacing/>
              <w:rPr>
                <w:rFonts w:ascii="Times New Roman" w:hAnsi="Times New Roman"/>
                <w:lang w:val="sr-Latn-CS"/>
              </w:rPr>
            </w:pPr>
          </w:p>
        </w:tc>
      </w:tr>
      <w:tr w:rsidR="00DA0459" w:rsidRPr="00AB178F" w:rsidTr="00122222">
        <w:trPr>
          <w:trHeight w:val="674"/>
        </w:trPr>
        <w:tc>
          <w:tcPr>
            <w:tcW w:w="648" w:type="dxa"/>
            <w:vAlign w:val="center"/>
          </w:tcPr>
          <w:p w:rsidR="00DA0459" w:rsidRPr="002F42B5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2340" w:type="dxa"/>
            <w:vAlign w:val="center"/>
          </w:tcPr>
          <w:p w:rsidR="00DA0459" w:rsidRPr="004F36B3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Identifier un animal</w:t>
            </w:r>
          </w:p>
        </w:tc>
        <w:tc>
          <w:tcPr>
            <w:tcW w:w="900" w:type="dxa"/>
            <w:vAlign w:val="center"/>
          </w:tcPr>
          <w:p w:rsidR="00DA0459" w:rsidRPr="003978E7" w:rsidRDefault="00DA0459" w:rsidP="002D6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A0459" w:rsidRPr="003978E7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, флеш картице</w:t>
            </w:r>
          </w:p>
        </w:tc>
        <w:tc>
          <w:tcPr>
            <w:tcW w:w="1662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>
              <w:rPr>
                <w:rFonts w:ascii="Times New Roman" w:hAnsi="Times New Roman"/>
              </w:rPr>
              <w:t>, свет око нас</w:t>
            </w:r>
          </w:p>
        </w:tc>
        <w:tc>
          <w:tcPr>
            <w:tcW w:w="2790" w:type="dxa"/>
            <w:vAlign w:val="center"/>
          </w:tcPr>
          <w:p w:rsidR="00DA0459" w:rsidRPr="00AB178F" w:rsidRDefault="00DA0459" w:rsidP="00AB178F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/>
              </w:rPr>
              <w:t>препозна и именује бића, предмете и места из непосредног окружења</w:t>
            </w:r>
            <w:r w:rsidRPr="00AB178F">
              <w:rPr>
                <w:rFonts w:ascii="Times New Roman" w:hAnsi="Times New Roman"/>
                <w:lang w:val="sr-Latn-CS"/>
              </w:rPr>
              <w:t>;</w:t>
            </w:r>
          </w:p>
          <w:p w:rsidR="00DA0459" w:rsidRPr="00AB178F" w:rsidRDefault="00DA0459" w:rsidP="00AB178F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/>
              </w:rPr>
              <w:t>разуме једноставне описе бића, предмета и места</w:t>
            </w:r>
          </w:p>
          <w:p w:rsidR="00DA0459" w:rsidRPr="00AB178F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</w:p>
        </w:tc>
      </w:tr>
      <w:tr w:rsidR="00DA0459" w:rsidRPr="00AB178F" w:rsidTr="00122222">
        <w:trPr>
          <w:trHeight w:val="674"/>
        </w:trPr>
        <w:tc>
          <w:tcPr>
            <w:tcW w:w="648" w:type="dxa"/>
            <w:vAlign w:val="center"/>
          </w:tcPr>
          <w:p w:rsidR="00DA0459" w:rsidRPr="002F42B5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2340" w:type="dxa"/>
            <w:vAlign w:val="center"/>
          </w:tcPr>
          <w:p w:rsidR="00DA0459" w:rsidRPr="00243231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</w:t>
            </w: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es couleurs</w:t>
            </w:r>
          </w:p>
        </w:tc>
        <w:tc>
          <w:tcPr>
            <w:tcW w:w="900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D0EF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A0459" w:rsidRPr="00151F50" w:rsidRDefault="00DA0459" w:rsidP="00397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978E7">
              <w:rPr>
                <w:rFonts w:ascii="Times New Roman" w:hAnsi="Times New Roman"/>
                <w:lang w:val="sr-Cyrl-CS"/>
              </w:rPr>
              <w:t>унутар предмета</w:t>
            </w:r>
            <w:r>
              <w:rPr>
                <w:rFonts w:ascii="Times New Roman" w:hAnsi="Times New Roman"/>
              </w:rPr>
              <w:t>, ликовна култура</w:t>
            </w:r>
          </w:p>
        </w:tc>
        <w:tc>
          <w:tcPr>
            <w:tcW w:w="2790" w:type="dxa"/>
            <w:vAlign w:val="center"/>
          </w:tcPr>
          <w:p w:rsidR="00DA0459" w:rsidRPr="00AB178F" w:rsidRDefault="00DA0459" w:rsidP="00AB178F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/>
              </w:rPr>
              <w:t>препозна и именује бића, предмете и места из непосредног окружења</w:t>
            </w:r>
            <w:r w:rsidRPr="00AB178F">
              <w:rPr>
                <w:rFonts w:ascii="Times New Roman" w:hAnsi="Times New Roman"/>
                <w:lang w:val="sr-Latn-CS"/>
              </w:rPr>
              <w:t>;</w:t>
            </w:r>
          </w:p>
          <w:p w:rsidR="00DA0459" w:rsidRPr="00AB178F" w:rsidRDefault="00DA0459" w:rsidP="00AB178F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/>
              </w:rPr>
              <w:t>разуме једноставне описе бића, предмета и места</w:t>
            </w:r>
          </w:p>
          <w:p w:rsidR="00DA0459" w:rsidRPr="00AB178F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</w:p>
        </w:tc>
      </w:tr>
      <w:tr w:rsidR="00DA0459" w:rsidRPr="00151F50" w:rsidTr="003978E7">
        <w:trPr>
          <w:trHeight w:val="422"/>
        </w:trPr>
        <w:tc>
          <w:tcPr>
            <w:tcW w:w="648" w:type="dxa"/>
            <w:vAlign w:val="center"/>
          </w:tcPr>
          <w:p w:rsidR="00DA0459" w:rsidRPr="002F42B5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7.</w:t>
            </w:r>
          </w:p>
        </w:tc>
        <w:tc>
          <w:tcPr>
            <w:tcW w:w="2340" w:type="dxa"/>
            <w:vAlign w:val="center"/>
          </w:tcPr>
          <w:p w:rsidR="00DA0459" w:rsidRPr="00AB178F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</w:t>
            </w:r>
            <w:r w:rsidRPr="00243231"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es couleurs</w:t>
            </w:r>
          </w:p>
        </w:tc>
        <w:tc>
          <w:tcPr>
            <w:tcW w:w="900" w:type="dxa"/>
            <w:vAlign w:val="center"/>
          </w:tcPr>
          <w:p w:rsidR="00DA0459" w:rsidRPr="003978E7" w:rsidRDefault="00DA0459" w:rsidP="002D6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A0459" w:rsidRPr="00D66466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, флеш картице</w:t>
            </w:r>
          </w:p>
        </w:tc>
        <w:tc>
          <w:tcPr>
            <w:tcW w:w="1662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18"/>
                <w:lang w:val="sr-Cyrl-CS"/>
              </w:rPr>
              <w:t>монолошка, практични рад</w:t>
            </w:r>
          </w:p>
        </w:tc>
        <w:tc>
          <w:tcPr>
            <w:tcW w:w="1260" w:type="dxa"/>
            <w:vAlign w:val="center"/>
          </w:tcPr>
          <w:p w:rsidR="00DA0459" w:rsidRPr="003978E7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предмета, ликовна култура</w:t>
            </w:r>
          </w:p>
        </w:tc>
        <w:tc>
          <w:tcPr>
            <w:tcW w:w="2790" w:type="dxa"/>
            <w:vAlign w:val="center"/>
          </w:tcPr>
          <w:p w:rsidR="00DA0459" w:rsidRPr="00AB178F" w:rsidRDefault="00DA0459" w:rsidP="00AB178F">
            <w:pPr>
              <w:spacing w:after="200" w:line="276" w:lineRule="auto"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 w:val="sr-Cyrl-CS"/>
              </w:rPr>
              <w:t>разуме поруке и питања која се односе на једноставне информације</w:t>
            </w:r>
          </w:p>
          <w:p w:rsidR="00DA0459" w:rsidRPr="00AB178F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DA0459" w:rsidRPr="00AB178F" w:rsidTr="00122222">
        <w:trPr>
          <w:trHeight w:val="620"/>
        </w:trPr>
        <w:tc>
          <w:tcPr>
            <w:tcW w:w="648" w:type="dxa"/>
            <w:tcBorders>
              <w:bottom w:val="dashDotStroked" w:sz="24" w:space="0" w:color="FF0000"/>
            </w:tcBorders>
            <w:vAlign w:val="center"/>
          </w:tcPr>
          <w:p w:rsidR="00DA0459" w:rsidRPr="002F42B5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tcBorders>
              <w:bottom w:val="dashDotStroked" w:sz="24" w:space="0" w:color="FF0000"/>
            </w:tcBorders>
            <w:vAlign w:val="center"/>
          </w:tcPr>
          <w:p w:rsidR="00DA0459" w:rsidRPr="00243231" w:rsidRDefault="00DA0459" w:rsidP="00A14E8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Les activités quotidiennes</w:t>
            </w:r>
          </w:p>
        </w:tc>
        <w:tc>
          <w:tcPr>
            <w:tcW w:w="900" w:type="dxa"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индивидуални,</w:t>
            </w:r>
            <w:r w:rsidRPr="00151F50">
              <w:rPr>
                <w:rFonts w:ascii="Times New Roman" w:hAnsi="Times New Roman"/>
              </w:rPr>
              <w:t xml:space="preserve"> групни рад</w:t>
            </w:r>
          </w:p>
        </w:tc>
        <w:tc>
          <w:tcPr>
            <w:tcW w:w="1800" w:type="dxa"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sr-Cyrl-CS"/>
              </w:rPr>
            </w:pPr>
            <w:r>
              <w:rPr>
                <w:rFonts w:ascii="Times New Roman" w:hAnsi="Times New Roman"/>
                <w:szCs w:val="18"/>
                <w:lang w:val="sr-Cyrl-CS"/>
              </w:rPr>
              <w:t>монолошка, практични рад</w:t>
            </w:r>
            <w:bookmarkStart w:id="0" w:name="_GoBack"/>
            <w:bookmarkEnd w:id="0"/>
          </w:p>
        </w:tc>
        <w:tc>
          <w:tcPr>
            <w:tcW w:w="1260" w:type="dxa"/>
            <w:tcBorders>
              <w:bottom w:val="dashDotStroked" w:sz="24" w:space="0" w:color="FF0000"/>
            </w:tcBorders>
            <w:vAlign w:val="center"/>
          </w:tcPr>
          <w:p w:rsidR="00DA0459" w:rsidRPr="003978E7" w:rsidRDefault="00DA0459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предмета, музичка култура</w:t>
            </w:r>
          </w:p>
        </w:tc>
        <w:tc>
          <w:tcPr>
            <w:tcW w:w="2790" w:type="dxa"/>
            <w:tcBorders>
              <w:bottom w:val="dashDotStroked" w:sz="24" w:space="0" w:color="FF0000"/>
            </w:tcBorders>
            <w:vAlign w:val="center"/>
          </w:tcPr>
          <w:p w:rsidR="00DA0459" w:rsidRPr="00AB178F" w:rsidRDefault="00DA0459" w:rsidP="00AB178F">
            <w:pPr>
              <w:spacing w:after="200" w:line="276" w:lineRule="auto"/>
              <w:rPr>
                <w:rFonts w:ascii="Times New Roman" w:hAnsi="Times New Roman"/>
                <w:lang w:val="sr-Latn-CS"/>
              </w:rPr>
            </w:pPr>
            <w:r w:rsidRPr="00AB178F">
              <w:rPr>
                <w:rFonts w:ascii="Times New Roman" w:hAnsi="Times New Roman"/>
                <w:lang w:val="sr-Cyrl-CS"/>
              </w:rPr>
              <w:t>поставља и одговара на кратка питања питања у вези са учионицом и предметима у учионици</w:t>
            </w:r>
          </w:p>
        </w:tc>
      </w:tr>
    </w:tbl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DA0459" w:rsidRPr="00AB178F" w:rsidRDefault="00DA0459" w:rsidP="00AB178F">
      <w:pPr>
        <w:spacing w:after="60" w:line="276" w:lineRule="auto"/>
        <w:rPr>
          <w:rFonts w:ascii="Times New Roman" w:hAnsi="Times New Roman"/>
          <w:b/>
          <w:sz w:val="36"/>
          <w:lang w:val="sr-Latn-CS"/>
        </w:rPr>
      </w:pPr>
    </w:p>
    <w:p w:rsidR="00DA0459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ОПЕРАТИВНИ ПЛАН РАДА</w:t>
      </w:r>
    </w:p>
    <w:p w:rsidR="00DA0459" w:rsidRPr="00014B15" w:rsidRDefault="00DA0459" w:rsidP="00014B15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октобар</w:t>
      </w:r>
    </w:p>
    <w:p w:rsidR="00DA0459" w:rsidRDefault="00DA0459" w:rsidP="00014B15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Школа: 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ФРАНЦУСКИ ЈЕЗИК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DA0459" w:rsidRDefault="00DA0459" w:rsidP="00014B15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други</w:t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900"/>
        <w:gridCol w:w="2118"/>
        <w:gridCol w:w="1662"/>
        <w:gridCol w:w="1800"/>
        <w:gridCol w:w="1260"/>
        <w:gridCol w:w="2790"/>
      </w:tblGrid>
      <w:tr w:rsidR="00DA0459" w:rsidRPr="00151F50" w:rsidTr="001D018B">
        <w:tc>
          <w:tcPr>
            <w:tcW w:w="1320" w:type="dxa"/>
            <w:gridSpan w:val="2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9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2118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</w:p>
        </w:tc>
        <w:tc>
          <w:tcPr>
            <w:tcW w:w="126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</w:p>
        </w:tc>
        <w:tc>
          <w:tcPr>
            <w:tcW w:w="279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Исходи</w:t>
            </w:r>
          </w:p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0"/>
              </w:rPr>
              <w:t>по завршеној лекцији ученик ће бити у стању 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</w:tr>
      <w:tr w:rsidR="00DA0459" w:rsidRPr="00151F50" w:rsidTr="001D018B">
        <w:tc>
          <w:tcPr>
            <w:tcW w:w="648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bottom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A0459" w:rsidRPr="00AB178F" w:rsidTr="001D018B">
        <w:trPr>
          <w:trHeight w:val="606"/>
        </w:trPr>
        <w:tc>
          <w:tcPr>
            <w:tcW w:w="648" w:type="dxa"/>
            <w:tcBorders>
              <w:top w:val="dashDotStroked" w:sz="24" w:space="0" w:color="FF0000"/>
            </w:tcBorders>
            <w:vAlign w:val="center"/>
          </w:tcPr>
          <w:p w:rsidR="00DA0459" w:rsidRPr="002F42B5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top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tcBorders>
              <w:top w:val="dashDotStroked" w:sz="24" w:space="0" w:color="FF0000"/>
            </w:tcBorders>
            <w:vAlign w:val="center"/>
          </w:tcPr>
          <w:p w:rsidR="00DA0459" w:rsidRPr="00243231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Les activités quotidiennes</w:t>
            </w:r>
          </w:p>
        </w:tc>
        <w:tc>
          <w:tcPr>
            <w:tcW w:w="900" w:type="dxa"/>
            <w:tcBorders>
              <w:top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tcBorders>
              <w:top w:val="dashDotStroked" w:sz="24" w:space="0" w:color="FF0000"/>
            </w:tcBorders>
            <w:vAlign w:val="center"/>
          </w:tcPr>
          <w:p w:rsidR="00DA0459" w:rsidRPr="00151F50" w:rsidRDefault="00DA0459" w:rsidP="00536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 </w:t>
            </w:r>
          </w:p>
        </w:tc>
        <w:tc>
          <w:tcPr>
            <w:tcW w:w="1662" w:type="dxa"/>
            <w:tcBorders>
              <w:top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51F50">
              <w:rPr>
                <w:rFonts w:ascii="Times New Roman" w:hAnsi="Times New Roman"/>
              </w:rPr>
              <w:t>групни рад</w:t>
            </w:r>
          </w:p>
        </w:tc>
        <w:tc>
          <w:tcPr>
            <w:tcW w:w="1800" w:type="dxa"/>
            <w:tcBorders>
              <w:top w:val="dashDotStroked" w:sz="24" w:space="0" w:color="FF0000"/>
            </w:tcBorders>
            <w:vAlign w:val="center"/>
          </w:tcPr>
          <w:p w:rsidR="00DA0459" w:rsidRPr="00151F50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sr-Cyrl-CS"/>
              </w:rPr>
            </w:pPr>
            <w:r>
              <w:rPr>
                <w:rFonts w:ascii="Times New Roman" w:hAnsi="Times New Roman"/>
                <w:szCs w:val="18"/>
              </w:rPr>
              <w:t>дија</w:t>
            </w:r>
            <w:r>
              <w:rPr>
                <w:rFonts w:ascii="Times New Roman" w:hAnsi="Times New Roman"/>
                <w:szCs w:val="18"/>
                <w:lang w:val="sr-Cyrl-CS"/>
              </w:rPr>
              <w:t>лошка, практични рад</w:t>
            </w:r>
          </w:p>
        </w:tc>
        <w:tc>
          <w:tcPr>
            <w:tcW w:w="1260" w:type="dxa"/>
            <w:tcBorders>
              <w:top w:val="dashDotStroked" w:sz="24" w:space="0" w:color="FF0000"/>
            </w:tcBorders>
            <w:vAlign w:val="center"/>
          </w:tcPr>
          <w:p w:rsidR="00DA0459" w:rsidRPr="003978E7" w:rsidRDefault="00DA0459" w:rsidP="00014B1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унутар предмета, ликовна култура</w:t>
            </w:r>
          </w:p>
        </w:tc>
        <w:tc>
          <w:tcPr>
            <w:tcW w:w="2790" w:type="dxa"/>
            <w:tcBorders>
              <w:top w:val="dashDotStroked" w:sz="24" w:space="0" w:color="FF0000"/>
            </w:tcBorders>
            <w:vAlign w:val="center"/>
          </w:tcPr>
          <w:p w:rsidR="00DA0459" w:rsidRPr="006F76A3" w:rsidRDefault="00DA0459" w:rsidP="00AB178F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AB178F">
              <w:rPr>
                <w:rFonts w:ascii="Times New Roman" w:hAnsi="Times New Roman"/>
                <w:lang/>
              </w:rPr>
              <w:t>разуме једноставна обавештења о положају у простору и реагује н</w:t>
            </w:r>
            <w:r w:rsidRPr="00AB178F">
              <w:rPr>
                <w:rFonts w:ascii="Times New Roman" w:hAnsi="Times New Roman"/>
              </w:rPr>
              <w:t>a</w:t>
            </w:r>
            <w:r w:rsidRPr="00AB178F">
              <w:rPr>
                <w:rFonts w:ascii="Times New Roman" w:hAnsi="Times New Roman"/>
                <w:lang/>
              </w:rPr>
              <w:t xml:space="preserve"> њих </w:t>
            </w:r>
          </w:p>
          <w:p w:rsidR="00DA0459" w:rsidRPr="00AB178F" w:rsidRDefault="00DA0459" w:rsidP="00AB178F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AB178F">
              <w:rPr>
                <w:rFonts w:ascii="Times New Roman" w:hAnsi="Times New Roman"/>
                <w:lang/>
              </w:rPr>
              <w:t>тражи и пружи кратка и једноставна обавештења о положају у простору</w:t>
            </w:r>
          </w:p>
          <w:p w:rsidR="00DA0459" w:rsidRPr="00AB178F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</w:p>
        </w:tc>
      </w:tr>
      <w:tr w:rsidR="00DA0459" w:rsidRPr="004F36B3" w:rsidTr="001D018B">
        <w:trPr>
          <w:trHeight w:val="620"/>
        </w:trPr>
        <w:tc>
          <w:tcPr>
            <w:tcW w:w="648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2340" w:type="dxa"/>
            <w:vAlign w:val="center"/>
          </w:tcPr>
          <w:p w:rsidR="00DA0459" w:rsidRDefault="00DA0459" w:rsidP="001F0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orange …</w:t>
            </w:r>
          </w:p>
          <w:p w:rsidR="00DA0459" w:rsidRPr="00243231" w:rsidRDefault="00DA0459" w:rsidP="001F0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Ce n’est pas jaune …</w:t>
            </w:r>
          </w:p>
          <w:p w:rsidR="00DA0459" w:rsidRPr="00243231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обрада.</w:t>
            </w:r>
          </w:p>
        </w:tc>
        <w:tc>
          <w:tcPr>
            <w:tcW w:w="2118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</w:t>
            </w:r>
            <w:r>
              <w:rPr>
                <w:rFonts w:ascii="Times New Roman" w:hAnsi="Times New Roman"/>
                <w:lang w:val="sr-Cyrl-CS"/>
              </w:rPr>
              <w:t> </w:t>
            </w:r>
            <w:r w:rsidRPr="0053673B">
              <w:rPr>
                <w:rFonts w:ascii="Times New Roman" w:hAnsi="Times New Roman"/>
              </w:rPr>
              <w:t xml:space="preserve">; </w:t>
            </w:r>
            <w:r w:rsidRPr="00192EBD">
              <w:rPr>
                <w:rFonts w:ascii="Times New Roman" w:hAnsi="Times New Roman"/>
                <w:lang w:val="sr-Cyrl-CS"/>
              </w:rPr>
              <w:t>стикери</w:t>
            </w:r>
          </w:p>
        </w:tc>
        <w:tc>
          <w:tcPr>
            <w:tcW w:w="1662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унутар предмета</w:t>
            </w:r>
          </w:p>
          <w:p w:rsidR="00DA0459" w:rsidRPr="00192EBD" w:rsidRDefault="00DA0459" w:rsidP="001D018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790" w:type="dxa"/>
            <w:vAlign w:val="center"/>
          </w:tcPr>
          <w:p w:rsidR="00DA0459" w:rsidRPr="006F76A3" w:rsidRDefault="00DA0459" w:rsidP="006F76A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6F76A3">
              <w:rPr>
                <w:rFonts w:ascii="Times New Roman" w:hAnsi="Times New Roman"/>
                <w:lang w:val="sr-Cyrl-CS"/>
              </w:rPr>
              <w:t>разуме јасно постављена питања личне природе и одговара на њих</w:t>
            </w:r>
          </w:p>
          <w:p w:rsidR="00DA0459" w:rsidRPr="006F76A3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</w:p>
        </w:tc>
      </w:tr>
      <w:tr w:rsidR="00DA0459" w:rsidRPr="00192EBD" w:rsidTr="001D018B">
        <w:tc>
          <w:tcPr>
            <w:tcW w:w="648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11.</w:t>
            </w:r>
          </w:p>
        </w:tc>
        <w:tc>
          <w:tcPr>
            <w:tcW w:w="2340" w:type="dxa"/>
            <w:vAlign w:val="center"/>
          </w:tcPr>
          <w:p w:rsidR="00DA0459" w:rsidRDefault="00DA0459" w:rsidP="001F0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Je te présente …</w:t>
            </w:r>
          </w:p>
          <w:p w:rsidR="00DA0459" w:rsidRPr="00192EBD" w:rsidRDefault="00DA0459" w:rsidP="001F00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C’est mon ami …</w:t>
            </w:r>
          </w:p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A0459" w:rsidRPr="00243231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свеска, стикери</w:t>
            </w:r>
          </w:p>
        </w:tc>
        <w:tc>
          <w:tcPr>
            <w:tcW w:w="1662" w:type="dxa"/>
            <w:vAlign w:val="center"/>
          </w:tcPr>
          <w:p w:rsidR="00DA0459" w:rsidRPr="00243231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</w:t>
            </w:r>
            <w:r w:rsidRPr="00243231">
              <w:rPr>
                <w:rFonts w:ascii="Times New Roman" w:hAnsi="Times New Roman"/>
              </w:rPr>
              <w:t xml:space="preserve">, </w:t>
            </w:r>
            <w:r w:rsidRPr="00192EBD">
              <w:rPr>
                <w:rFonts w:ascii="Times New Roman" w:hAnsi="Times New Roman"/>
              </w:rPr>
              <w:t>индивидуални</w:t>
            </w:r>
            <w:r w:rsidRPr="00243231">
              <w:rPr>
                <w:rFonts w:ascii="Times New Roman" w:hAnsi="Times New Roman"/>
              </w:rPr>
              <w:t xml:space="preserve">, </w:t>
            </w:r>
            <w:r w:rsidRPr="00192EBD">
              <w:rPr>
                <w:rFonts w:ascii="Times New Roman" w:hAnsi="Times New Roman"/>
              </w:rPr>
              <w:t>рад</w:t>
            </w:r>
            <w:r w:rsidRPr="00243231">
              <w:rPr>
                <w:rFonts w:ascii="Times New Roman" w:hAnsi="Times New Roman"/>
              </w:rPr>
              <w:t xml:space="preserve"> </w:t>
            </w:r>
            <w:r w:rsidRPr="00192EBD">
              <w:rPr>
                <w:rFonts w:ascii="Times New Roman" w:hAnsi="Times New Roman"/>
              </w:rPr>
              <w:t>у</w:t>
            </w:r>
            <w:r w:rsidRPr="00243231">
              <w:rPr>
                <w:rFonts w:ascii="Times New Roman" w:hAnsi="Times New Roman"/>
              </w:rPr>
              <w:t xml:space="preserve"> </w:t>
            </w:r>
            <w:r w:rsidRPr="00192EBD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унутар предмета, физичко и здравстве-но васпитање</w:t>
            </w:r>
          </w:p>
        </w:tc>
        <w:tc>
          <w:tcPr>
            <w:tcW w:w="2790" w:type="dxa"/>
            <w:vAlign w:val="center"/>
          </w:tcPr>
          <w:p w:rsidR="00DA0459" w:rsidRPr="006F76A3" w:rsidRDefault="00DA0459" w:rsidP="006F76A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6F76A3">
              <w:rPr>
                <w:rFonts w:ascii="Times New Roman" w:hAnsi="Times New Roman"/>
                <w:lang w:val="sr-Cyrl-CS"/>
              </w:rPr>
              <w:t>поздрави и отпоздрави примењујући најједноставнија језичка средства;</w:t>
            </w:r>
          </w:p>
          <w:p w:rsidR="00DA0459" w:rsidRPr="006F76A3" w:rsidRDefault="00DA0459" w:rsidP="006F76A3">
            <w:pPr>
              <w:tabs>
                <w:tab w:val="left" w:pos="284"/>
              </w:tabs>
              <w:spacing w:line="259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6F76A3">
              <w:rPr>
                <w:rFonts w:ascii="Times New Roman" w:hAnsi="Times New Roman"/>
                <w:lang w:val="sr-Cyrl-CS"/>
              </w:rPr>
              <w:t>представи себе и другог</w:t>
            </w:r>
          </w:p>
        </w:tc>
      </w:tr>
      <w:tr w:rsidR="00DA0459" w:rsidRPr="004F36B3" w:rsidTr="001D018B">
        <w:tc>
          <w:tcPr>
            <w:tcW w:w="648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12.</w:t>
            </w:r>
          </w:p>
        </w:tc>
        <w:tc>
          <w:tcPr>
            <w:tcW w:w="2340" w:type="dxa"/>
            <w:vAlign w:val="center"/>
          </w:tcPr>
          <w:p w:rsidR="00DA0459" w:rsidRPr="0053673B" w:rsidRDefault="00DA0459" w:rsidP="0053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fr-FR"/>
              </w:rPr>
              <w:t>Les contes de fée</w:t>
            </w: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s</w:t>
            </w:r>
            <w:r w:rsidRPr="0053673B"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9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</w:t>
            </w:r>
          </w:p>
        </w:tc>
        <w:tc>
          <w:tcPr>
            <w:tcW w:w="2118" w:type="dxa"/>
            <w:vAlign w:val="center"/>
          </w:tcPr>
          <w:p w:rsidR="00DA0459" w:rsidRPr="00192EBD" w:rsidRDefault="00DA0459" w:rsidP="0053673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 xml:space="preserve">уџбеник CD, радна свеска, </w:t>
            </w:r>
          </w:p>
        </w:tc>
        <w:tc>
          <w:tcPr>
            <w:tcW w:w="1662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A0459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fr-FR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  <w:p w:rsidR="00DA0459" w:rsidRPr="0053673B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fr-FR"/>
              </w:rPr>
            </w:pPr>
            <w:r>
              <w:rPr>
                <w:rFonts w:ascii="Times New Roman" w:hAnsi="Times New Roman"/>
                <w:szCs w:val="18"/>
                <w:lang w:val="sr-Cyrl-CS"/>
              </w:rPr>
              <w:t>практични рад</w:t>
            </w:r>
          </w:p>
        </w:tc>
        <w:tc>
          <w:tcPr>
            <w:tcW w:w="126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2EBD">
              <w:rPr>
                <w:rFonts w:ascii="Times New Roman" w:hAnsi="Times New Roman"/>
                <w:lang w:val="sr-Cyrl-CS"/>
              </w:rPr>
              <w:t>унутар предмета, свет око нас</w:t>
            </w:r>
          </w:p>
        </w:tc>
        <w:tc>
          <w:tcPr>
            <w:tcW w:w="2790" w:type="dxa"/>
            <w:vAlign w:val="center"/>
          </w:tcPr>
          <w:p w:rsidR="00DA0459" w:rsidRPr="006F76A3" w:rsidRDefault="00DA0459" w:rsidP="006F76A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6F76A3">
              <w:rPr>
                <w:rFonts w:ascii="Times New Roman" w:hAnsi="Times New Roman"/>
                <w:lang/>
              </w:rPr>
              <w:t>разуме и упути кратке и једноставне молбе и реагује на њих</w:t>
            </w:r>
            <w:r w:rsidRPr="006F76A3">
              <w:rPr>
                <w:rFonts w:ascii="Times New Roman" w:hAnsi="Times New Roman"/>
                <w:lang w:val="sr-Latn-CS"/>
              </w:rPr>
              <w:t xml:space="preserve">; </w:t>
            </w:r>
          </w:p>
        </w:tc>
      </w:tr>
      <w:tr w:rsidR="00DA0459" w:rsidRPr="006F76A3" w:rsidTr="001D018B">
        <w:trPr>
          <w:trHeight w:val="674"/>
        </w:trPr>
        <w:tc>
          <w:tcPr>
            <w:tcW w:w="648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13.</w:t>
            </w:r>
          </w:p>
        </w:tc>
        <w:tc>
          <w:tcPr>
            <w:tcW w:w="2340" w:type="dxa"/>
            <w:vAlign w:val="center"/>
          </w:tcPr>
          <w:p w:rsidR="00DA0459" w:rsidRPr="0053673B" w:rsidRDefault="00DA0459" w:rsidP="006F76A3">
            <w:pPr>
              <w:tabs>
                <w:tab w:val="left" w:pos="1120"/>
              </w:tabs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Identifier une activité</w:t>
            </w:r>
          </w:p>
          <w:p w:rsidR="00DA0459" w:rsidRPr="0053673B" w:rsidRDefault="00DA0459" w:rsidP="0053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</w:p>
        </w:tc>
        <w:tc>
          <w:tcPr>
            <w:tcW w:w="9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свеска, флеш картице</w:t>
            </w:r>
          </w:p>
        </w:tc>
        <w:tc>
          <w:tcPr>
            <w:tcW w:w="1662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унутар предмета</w:t>
            </w:r>
            <w:r w:rsidRPr="00192EBD">
              <w:rPr>
                <w:rFonts w:ascii="Times New Roman" w:hAnsi="Times New Roman"/>
              </w:rPr>
              <w:t>, свет око нас</w:t>
            </w:r>
          </w:p>
        </w:tc>
        <w:tc>
          <w:tcPr>
            <w:tcW w:w="2790" w:type="dxa"/>
            <w:vAlign w:val="center"/>
          </w:tcPr>
          <w:p w:rsidR="00DA0459" w:rsidRPr="006F76A3" w:rsidRDefault="00DA0459" w:rsidP="006F76A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6F76A3">
              <w:rPr>
                <w:rFonts w:ascii="Times New Roman" w:hAnsi="Times New Roman"/>
                <w:lang w:val="sr-Cyrl-CS"/>
              </w:rPr>
              <w:t>даје кратка и једноставна упутства и налоге;</w:t>
            </w:r>
            <w:r w:rsidRPr="006F76A3">
              <w:rPr>
                <w:rFonts w:ascii="Times New Roman" w:hAnsi="Times New Roman"/>
                <w:lang w:val="sr-Latn-CS"/>
              </w:rPr>
              <w:t>.</w:t>
            </w:r>
          </w:p>
          <w:p w:rsidR="00DA0459" w:rsidRPr="006F76A3" w:rsidRDefault="00DA0459" w:rsidP="006F76A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hr-HR"/>
              </w:rPr>
            </w:pPr>
          </w:p>
        </w:tc>
      </w:tr>
      <w:tr w:rsidR="00DA0459" w:rsidRPr="006F76A3" w:rsidTr="001D018B">
        <w:trPr>
          <w:trHeight w:val="674"/>
        </w:trPr>
        <w:tc>
          <w:tcPr>
            <w:tcW w:w="648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14.</w:t>
            </w:r>
          </w:p>
        </w:tc>
        <w:tc>
          <w:tcPr>
            <w:tcW w:w="2340" w:type="dxa"/>
            <w:vAlign w:val="center"/>
          </w:tcPr>
          <w:p w:rsidR="00DA0459" w:rsidRPr="00AB178F" w:rsidRDefault="00DA0459" w:rsidP="005367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B178F">
              <w:rPr>
                <w:rFonts w:ascii="Times New Roman" w:hAnsi="Times New Roman"/>
                <w:b/>
                <w:sz w:val="24"/>
                <w:szCs w:val="24"/>
              </w:rPr>
              <w:t>Que fait-il ?/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Que fait-elle ? </w:t>
            </w:r>
          </w:p>
        </w:tc>
        <w:tc>
          <w:tcPr>
            <w:tcW w:w="9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 xml:space="preserve">фронтални, индивидуални, </w:t>
            </w:r>
          </w:p>
        </w:tc>
        <w:tc>
          <w:tcPr>
            <w:tcW w:w="18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унутар предмета</w:t>
            </w:r>
            <w:r w:rsidRPr="00192EBD">
              <w:rPr>
                <w:rFonts w:ascii="Times New Roman" w:hAnsi="Times New Roman"/>
              </w:rPr>
              <w:t>, ликовна култура</w:t>
            </w:r>
          </w:p>
        </w:tc>
        <w:tc>
          <w:tcPr>
            <w:tcW w:w="2790" w:type="dxa"/>
            <w:vAlign w:val="center"/>
          </w:tcPr>
          <w:p w:rsidR="00DA0459" w:rsidRPr="006F76A3" w:rsidRDefault="00DA0459" w:rsidP="006F76A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6F76A3">
              <w:rPr>
                <w:rFonts w:ascii="Times New Roman" w:hAnsi="Times New Roman"/>
                <w:lang/>
              </w:rPr>
              <w:t>разуме и упути позив на заједничку активност</w:t>
            </w:r>
          </w:p>
          <w:p w:rsidR="00DA0459" w:rsidRPr="006F76A3" w:rsidRDefault="00DA0459" w:rsidP="006F76A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/>
              </w:rPr>
            </w:pPr>
            <w:r w:rsidRPr="006F76A3">
              <w:rPr>
                <w:rFonts w:ascii="Times New Roman" w:hAnsi="Times New Roman"/>
                <w:lang/>
              </w:rPr>
              <w:t>траћи информацију о ту</w:t>
            </w:r>
            <w:r w:rsidRPr="006F76A3">
              <w:rPr>
                <w:rFonts w:ascii="Times New Roman" w:hAnsi="Times New Roman"/>
                <w:lang w:val="sr-Cyrl-CS"/>
              </w:rPr>
              <w:t>ђ</w:t>
            </w:r>
            <w:r w:rsidRPr="006F76A3">
              <w:rPr>
                <w:rFonts w:ascii="Times New Roman" w:hAnsi="Times New Roman"/>
                <w:lang/>
              </w:rPr>
              <w:t>им способностима</w:t>
            </w:r>
          </w:p>
        </w:tc>
      </w:tr>
      <w:tr w:rsidR="00DA0459" w:rsidRPr="00192EBD" w:rsidTr="001D018B">
        <w:trPr>
          <w:trHeight w:val="422"/>
        </w:trPr>
        <w:tc>
          <w:tcPr>
            <w:tcW w:w="648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15.</w:t>
            </w:r>
          </w:p>
        </w:tc>
        <w:tc>
          <w:tcPr>
            <w:tcW w:w="2340" w:type="dxa"/>
            <w:vAlign w:val="center"/>
          </w:tcPr>
          <w:p w:rsidR="00DA0459" w:rsidRPr="00AB178F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Latn-CS"/>
              </w:rPr>
              <w:t>BD</w:t>
            </w:r>
          </w:p>
        </w:tc>
        <w:tc>
          <w:tcPr>
            <w:tcW w:w="9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 xml:space="preserve">утврђ </w:t>
            </w:r>
          </w:p>
        </w:tc>
        <w:tc>
          <w:tcPr>
            <w:tcW w:w="2118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свеска, флеш картице</w:t>
            </w:r>
          </w:p>
        </w:tc>
        <w:tc>
          <w:tcPr>
            <w:tcW w:w="1662" w:type="dxa"/>
            <w:vAlign w:val="center"/>
          </w:tcPr>
          <w:p w:rsidR="00DA0459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192EBD">
              <w:rPr>
                <w:rFonts w:ascii="Times New Roman" w:hAnsi="Times New Roman"/>
              </w:rPr>
              <w:t xml:space="preserve">рад у пару </w:t>
            </w:r>
            <w:r>
              <w:rPr>
                <w:rFonts w:ascii="Times New Roman" w:hAnsi="Times New Roman"/>
                <w:lang w:val="sr-Cyrl-CS"/>
              </w:rPr>
              <w:t>,</w:t>
            </w:r>
          </w:p>
          <w:p w:rsidR="00DA0459" w:rsidRPr="00AB178F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групни рад</w:t>
            </w:r>
          </w:p>
        </w:tc>
        <w:tc>
          <w:tcPr>
            <w:tcW w:w="180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Cs w:val="18"/>
                <w:lang w:val="sr-Cyrl-CS"/>
              </w:rPr>
              <w:t>дијалошка</w:t>
            </w:r>
            <w:r w:rsidRPr="00192EBD">
              <w:rPr>
                <w:rFonts w:ascii="Times New Roman" w:hAnsi="Times New Roman"/>
                <w:szCs w:val="18"/>
                <w:lang w:val="sr-Cyrl-CS"/>
              </w:rPr>
              <w:t>, практични рад</w:t>
            </w:r>
          </w:p>
        </w:tc>
        <w:tc>
          <w:tcPr>
            <w:tcW w:w="1260" w:type="dxa"/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192EBD">
              <w:rPr>
                <w:rFonts w:ascii="Times New Roman" w:hAnsi="Times New Roman"/>
              </w:rPr>
              <w:t>унутар предмета, ликовна култура</w:t>
            </w:r>
          </w:p>
        </w:tc>
        <w:tc>
          <w:tcPr>
            <w:tcW w:w="2790" w:type="dxa"/>
            <w:vAlign w:val="center"/>
          </w:tcPr>
          <w:p w:rsidR="00DA0459" w:rsidRPr="006F76A3" w:rsidRDefault="00DA0459" w:rsidP="006F76A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Cyrl-CS"/>
              </w:rPr>
            </w:pPr>
            <w:r w:rsidRPr="006F76A3">
              <w:rPr>
                <w:rFonts w:ascii="Times New Roman" w:hAnsi="Times New Roman"/>
                <w:lang/>
              </w:rPr>
              <w:t>разуме и упути позив на заједничку активност</w:t>
            </w:r>
          </w:p>
        </w:tc>
      </w:tr>
      <w:tr w:rsidR="00DA0459" w:rsidRPr="004F36B3" w:rsidTr="001D018B">
        <w:trPr>
          <w:trHeight w:val="620"/>
        </w:trPr>
        <w:tc>
          <w:tcPr>
            <w:tcW w:w="648" w:type="dxa"/>
            <w:tcBorders>
              <w:bottom w:val="dashDotStroked" w:sz="24" w:space="0" w:color="FF0000"/>
            </w:tcBorders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II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192EBD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2340" w:type="dxa"/>
            <w:tcBorders>
              <w:bottom w:val="dashDotStroked" w:sz="24" w:space="0" w:color="FF0000"/>
            </w:tcBorders>
            <w:vAlign w:val="center"/>
          </w:tcPr>
          <w:p w:rsidR="00DA0459" w:rsidRPr="00243231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  <w:lang w:val="it-IT"/>
              </w:rPr>
            </w:pPr>
            <w:r>
              <w:rPr>
                <w:rFonts w:ascii="Times New Roman" w:hAnsi="Times New Roman"/>
                <w:b/>
                <w:sz w:val="24"/>
                <w:szCs w:val="20"/>
                <w:lang w:val="it-IT"/>
              </w:rPr>
              <w:t>Accepter / Refuser</w:t>
            </w:r>
          </w:p>
        </w:tc>
        <w:tc>
          <w:tcPr>
            <w:tcW w:w="900" w:type="dxa"/>
            <w:tcBorders>
              <w:bottom w:val="dashDotStroked" w:sz="24" w:space="0" w:color="FF0000"/>
            </w:tcBorders>
            <w:vAlign w:val="center"/>
          </w:tcPr>
          <w:p w:rsidR="00DA0459" w:rsidRPr="00B77BCA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92EBD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tcBorders>
              <w:bottom w:val="dashDotStroked" w:sz="24" w:space="0" w:color="FF0000"/>
            </w:tcBorders>
            <w:vAlign w:val="center"/>
          </w:tcPr>
          <w:p w:rsidR="00DA0459" w:rsidRPr="00B77BCA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92EBD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tcBorders>
              <w:bottom w:val="dashDotStroked" w:sz="24" w:space="0" w:color="FF0000"/>
            </w:tcBorders>
            <w:vAlign w:val="center"/>
          </w:tcPr>
          <w:p w:rsidR="00DA0459" w:rsidRPr="00B77BCA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92EBD">
              <w:rPr>
                <w:rFonts w:ascii="Times New Roman" w:hAnsi="Times New Roman"/>
              </w:rPr>
              <w:t>индивидуални</w:t>
            </w:r>
            <w:r w:rsidRPr="00B77BCA">
              <w:rPr>
                <w:rFonts w:ascii="Times New Roman" w:hAnsi="Times New Roman"/>
                <w:lang w:val="es-ES"/>
              </w:rPr>
              <w:t xml:space="preserve">, </w:t>
            </w:r>
            <w:r w:rsidRPr="00192EBD">
              <w:rPr>
                <w:rFonts w:ascii="Times New Roman" w:hAnsi="Times New Roman"/>
              </w:rPr>
              <w:t>групни</w:t>
            </w:r>
            <w:r w:rsidRPr="00B77BCA">
              <w:rPr>
                <w:rFonts w:ascii="Times New Roman" w:hAnsi="Times New Roman"/>
                <w:lang w:val="es-ES"/>
              </w:rPr>
              <w:t xml:space="preserve"> </w:t>
            </w:r>
            <w:r w:rsidRPr="00192EBD">
              <w:rPr>
                <w:rFonts w:ascii="Times New Roman" w:hAnsi="Times New Roman"/>
              </w:rPr>
              <w:t>рад</w:t>
            </w:r>
          </w:p>
        </w:tc>
        <w:tc>
          <w:tcPr>
            <w:tcW w:w="1800" w:type="dxa"/>
            <w:tcBorders>
              <w:bottom w:val="dashDotStroked" w:sz="24" w:space="0" w:color="FF0000"/>
            </w:tcBorders>
            <w:vAlign w:val="center"/>
          </w:tcPr>
          <w:p w:rsidR="00DA0459" w:rsidRPr="00192EBD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szCs w:val="18"/>
                <w:lang w:val="sr-Cyrl-CS"/>
              </w:rPr>
            </w:pPr>
            <w:r w:rsidRPr="00192EBD">
              <w:rPr>
                <w:rFonts w:ascii="Times New Roman" w:hAnsi="Times New Roman"/>
                <w:szCs w:val="18"/>
                <w:lang w:val="sr-Cyrl-CS"/>
              </w:rPr>
              <w:t>монолошка, практични рад</w:t>
            </w:r>
          </w:p>
        </w:tc>
        <w:tc>
          <w:tcPr>
            <w:tcW w:w="1260" w:type="dxa"/>
            <w:tcBorders>
              <w:bottom w:val="dashDotStroked" w:sz="24" w:space="0" w:color="FF0000"/>
            </w:tcBorders>
            <w:vAlign w:val="center"/>
          </w:tcPr>
          <w:p w:rsidR="00DA0459" w:rsidRPr="00B77BCA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192EBD">
              <w:rPr>
                <w:rFonts w:ascii="Times New Roman" w:hAnsi="Times New Roman"/>
              </w:rPr>
              <w:t>унутар</w:t>
            </w:r>
            <w:r w:rsidRPr="00B77BCA">
              <w:rPr>
                <w:rFonts w:ascii="Times New Roman" w:hAnsi="Times New Roman"/>
                <w:lang w:val="es-ES"/>
              </w:rPr>
              <w:t xml:space="preserve"> </w:t>
            </w:r>
            <w:r w:rsidRPr="00192EBD">
              <w:rPr>
                <w:rFonts w:ascii="Times New Roman" w:hAnsi="Times New Roman"/>
              </w:rPr>
              <w:t>предмета</w:t>
            </w:r>
            <w:r w:rsidRPr="00B77BCA">
              <w:rPr>
                <w:rFonts w:ascii="Times New Roman" w:hAnsi="Times New Roman"/>
                <w:lang w:val="es-ES"/>
              </w:rPr>
              <w:t xml:space="preserve">, </w:t>
            </w:r>
            <w:r w:rsidRPr="00192EBD">
              <w:rPr>
                <w:rFonts w:ascii="Times New Roman" w:hAnsi="Times New Roman"/>
              </w:rPr>
              <w:t>музичка</w:t>
            </w:r>
            <w:r w:rsidRPr="00B77BCA">
              <w:rPr>
                <w:rFonts w:ascii="Times New Roman" w:hAnsi="Times New Roman"/>
                <w:lang w:val="es-ES"/>
              </w:rPr>
              <w:t xml:space="preserve"> </w:t>
            </w:r>
            <w:r w:rsidRPr="00192EBD">
              <w:rPr>
                <w:rFonts w:ascii="Times New Roman" w:hAnsi="Times New Roman"/>
              </w:rPr>
              <w:t>култура</w:t>
            </w:r>
          </w:p>
        </w:tc>
        <w:tc>
          <w:tcPr>
            <w:tcW w:w="2790" w:type="dxa"/>
            <w:tcBorders>
              <w:bottom w:val="dashDotStroked" w:sz="24" w:space="0" w:color="FF0000"/>
            </w:tcBorders>
            <w:vAlign w:val="center"/>
          </w:tcPr>
          <w:p w:rsidR="00DA0459" w:rsidRPr="006F76A3" w:rsidRDefault="00DA0459" w:rsidP="006F76A3">
            <w:pPr>
              <w:tabs>
                <w:tab w:val="left" w:pos="284"/>
              </w:tabs>
              <w:spacing w:after="0" w:line="240" w:lineRule="auto"/>
              <w:contextualSpacing/>
              <w:rPr>
                <w:rFonts w:ascii="Times New Roman" w:hAnsi="Times New Roman"/>
                <w:lang w:val="sr-Latn-CS"/>
              </w:rPr>
            </w:pPr>
            <w:r w:rsidRPr="006F76A3">
              <w:rPr>
                <w:rFonts w:ascii="Times New Roman" w:hAnsi="Times New Roman"/>
                <w:lang/>
              </w:rPr>
              <w:t>изражава допадање и недопадање једноставним језичким средствима</w:t>
            </w:r>
          </w:p>
          <w:p w:rsidR="00DA0459" w:rsidRPr="006F76A3" w:rsidRDefault="00DA0459" w:rsidP="001D018B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</w:p>
        </w:tc>
      </w:tr>
    </w:tbl>
    <w:p w:rsidR="00DA0459" w:rsidRPr="00B77BCA" w:rsidRDefault="00DA0459" w:rsidP="00014B15">
      <w:pPr>
        <w:rPr>
          <w:lang w:val="es-ES"/>
        </w:rPr>
      </w:pPr>
    </w:p>
    <w:p w:rsidR="00DA0459" w:rsidRPr="00B77BCA" w:rsidRDefault="00DA0459">
      <w:pPr>
        <w:rPr>
          <w:lang w:val="es-ES"/>
        </w:rPr>
      </w:pPr>
    </w:p>
    <w:p w:rsidR="00DA0459" w:rsidRPr="00B77BCA" w:rsidRDefault="00DA0459">
      <w:pPr>
        <w:rPr>
          <w:lang w:val="es-ES"/>
        </w:rPr>
      </w:pPr>
    </w:p>
    <w:p w:rsidR="00DA0459" w:rsidRPr="00B77BCA" w:rsidRDefault="00DA0459">
      <w:pPr>
        <w:rPr>
          <w:lang w:val="es-ES"/>
        </w:rPr>
      </w:pPr>
    </w:p>
    <w:p w:rsidR="00DA0459" w:rsidRPr="00B77BCA" w:rsidRDefault="00DA0459">
      <w:pPr>
        <w:rPr>
          <w:lang w:val="es-ES"/>
        </w:rPr>
      </w:pPr>
    </w:p>
    <w:p w:rsidR="00DA0459" w:rsidRPr="00B77BCA" w:rsidRDefault="00DA0459">
      <w:pPr>
        <w:rPr>
          <w:lang w:val="es-ES"/>
        </w:rPr>
      </w:pPr>
    </w:p>
    <w:p w:rsidR="00DA0459" w:rsidRPr="00B77BCA" w:rsidRDefault="00DA0459">
      <w:pPr>
        <w:rPr>
          <w:lang w:val="es-ES"/>
        </w:rPr>
      </w:pPr>
    </w:p>
    <w:p w:rsidR="00DA0459" w:rsidRPr="00B77BCA" w:rsidRDefault="00DA0459">
      <w:pPr>
        <w:rPr>
          <w:lang w:val="es-ES"/>
        </w:rPr>
      </w:pPr>
    </w:p>
    <w:p w:rsidR="00DA0459" w:rsidRPr="00B77BCA" w:rsidRDefault="00DA0459">
      <w:pPr>
        <w:rPr>
          <w:lang w:val="es-ES"/>
        </w:rPr>
      </w:pPr>
    </w:p>
    <w:p w:rsidR="00DA0459" w:rsidRPr="00AB178F" w:rsidRDefault="00DA0459">
      <w:pPr>
        <w:rPr>
          <w:lang w:val="sr-Cyrl-CS"/>
        </w:rPr>
      </w:pPr>
    </w:p>
    <w:sectPr w:rsidR="00DA0459" w:rsidRPr="00AB178F" w:rsidSect="00151F50">
      <w:pgSz w:w="15840" w:h="12240" w:orient="landscape"/>
      <w:pgMar w:top="540" w:right="72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78710E"/>
    <w:multiLevelType w:val="hybridMultilevel"/>
    <w:tmpl w:val="57B4094E"/>
    <w:lvl w:ilvl="0" w:tplc="B2A04264">
      <w:start w:val="8"/>
      <w:numFmt w:val="bullet"/>
      <w:lvlText w:val="–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F4337D"/>
    <w:multiLevelType w:val="hybridMultilevel"/>
    <w:tmpl w:val="8AD81BDE"/>
    <w:lvl w:ilvl="0" w:tplc="FC8C207C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hint="default"/>
      </w:rPr>
    </w:lvl>
    <w:lvl w:ilvl="1" w:tplc="08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84541C"/>
    <w:multiLevelType w:val="hybridMultilevel"/>
    <w:tmpl w:val="1D161ED0"/>
    <w:lvl w:ilvl="0" w:tplc="31F04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F50"/>
    <w:rsid w:val="00014B15"/>
    <w:rsid w:val="00122222"/>
    <w:rsid w:val="00151F50"/>
    <w:rsid w:val="001569DC"/>
    <w:rsid w:val="001810C2"/>
    <w:rsid w:val="00192EBD"/>
    <w:rsid w:val="001D018B"/>
    <w:rsid w:val="001F001D"/>
    <w:rsid w:val="00243231"/>
    <w:rsid w:val="002A30A3"/>
    <w:rsid w:val="002D0EFD"/>
    <w:rsid w:val="002D60F0"/>
    <w:rsid w:val="002D794F"/>
    <w:rsid w:val="002F42B5"/>
    <w:rsid w:val="003978E7"/>
    <w:rsid w:val="003B2194"/>
    <w:rsid w:val="003B6235"/>
    <w:rsid w:val="003E3A71"/>
    <w:rsid w:val="004306AD"/>
    <w:rsid w:val="004F36B3"/>
    <w:rsid w:val="0053673B"/>
    <w:rsid w:val="006255F9"/>
    <w:rsid w:val="006A57FA"/>
    <w:rsid w:val="006F76A3"/>
    <w:rsid w:val="0076008D"/>
    <w:rsid w:val="0079312D"/>
    <w:rsid w:val="007A4F02"/>
    <w:rsid w:val="007D39BF"/>
    <w:rsid w:val="007E12B2"/>
    <w:rsid w:val="00846E9A"/>
    <w:rsid w:val="00951AEB"/>
    <w:rsid w:val="009E01C5"/>
    <w:rsid w:val="00A14E81"/>
    <w:rsid w:val="00A32D17"/>
    <w:rsid w:val="00A476C4"/>
    <w:rsid w:val="00A61481"/>
    <w:rsid w:val="00AB178F"/>
    <w:rsid w:val="00B704AC"/>
    <w:rsid w:val="00B77BCA"/>
    <w:rsid w:val="00B92B24"/>
    <w:rsid w:val="00BB6A8C"/>
    <w:rsid w:val="00BE269F"/>
    <w:rsid w:val="00C9375A"/>
    <w:rsid w:val="00D66466"/>
    <w:rsid w:val="00DA0459"/>
    <w:rsid w:val="00DC7C6E"/>
    <w:rsid w:val="00E06986"/>
    <w:rsid w:val="00E125C1"/>
    <w:rsid w:val="00EB2437"/>
    <w:rsid w:val="00FF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F50"/>
    <w:pPr>
      <w:spacing w:after="160" w:line="256" w:lineRule="auto"/>
    </w:pPr>
    <w:rPr>
      <w:rFonts w:ascii="Calibri" w:hAnsi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aliases w:val="Numbered List Paragraph,References,Numbered Paragraph,Main numbered paragraph,Colorful List - Accent 11,List_Paragraph,Multilevel para_II,Bullets,123 List Paragraph,List Paragraph nowy,Liste 1,Bullet paras,Citation List"/>
    <w:basedOn w:val="Normal"/>
    <w:link w:val="ListParagraphChar"/>
    <w:uiPriority w:val="99"/>
    <w:rsid w:val="0053673B"/>
    <w:pPr>
      <w:ind w:left="720"/>
      <w:contextualSpacing/>
    </w:pPr>
    <w:rPr>
      <w:sz w:val="20"/>
      <w:szCs w:val="20"/>
      <w:lang w:val="uz-Cyrl-UZ" w:eastAsia="sr-Latn-CS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Bullets Char,123 List Paragraph Char"/>
    <w:link w:val="ListParagraph1"/>
    <w:uiPriority w:val="99"/>
    <w:locked/>
    <w:rsid w:val="0053673B"/>
    <w:rPr>
      <w:rFonts w:ascii="Calibri" w:hAnsi="Calibri"/>
      <w:sz w:val="20"/>
      <w:lang w:val="uz-Cyrl-U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303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4</Pages>
  <Words>690</Words>
  <Characters>3937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ОПЕРАТИВНИ ПЛАН РАДА</dc:title>
  <dc:subject/>
  <dc:creator>danijela nela</dc:creator>
  <cp:keywords/>
  <dc:description/>
  <cp:lastModifiedBy>Sonja Maksimović</cp:lastModifiedBy>
  <cp:revision>3</cp:revision>
  <dcterms:created xsi:type="dcterms:W3CDTF">2019-10-11T08:09:00Z</dcterms:created>
  <dcterms:modified xsi:type="dcterms:W3CDTF">2019-10-11T08:31:00Z</dcterms:modified>
</cp:coreProperties>
</file>