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C6E" w:rsidRDefault="00DC7C6E" w:rsidP="00151F50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ОПЕРАТИВНИ ПЛАН РАДА</w:t>
      </w:r>
    </w:p>
    <w:p w:rsidR="00DC7C6E" w:rsidRDefault="00DC7C6E" w:rsidP="00151F50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септембар</w:t>
      </w:r>
    </w:p>
    <w:p w:rsidR="00DC7C6E" w:rsidRDefault="00DC7C6E" w:rsidP="00151F50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Школа: 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ФРАНЦУСКИ ЈЕЗИК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DC7C6E" w:rsidRDefault="00DC7C6E" w:rsidP="00151F50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први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900"/>
        <w:gridCol w:w="2118"/>
        <w:gridCol w:w="1662"/>
        <w:gridCol w:w="1800"/>
        <w:gridCol w:w="1260"/>
        <w:gridCol w:w="2790"/>
      </w:tblGrid>
      <w:tr w:rsidR="00DC7C6E" w:rsidRPr="00151F50" w:rsidTr="00122222">
        <w:tc>
          <w:tcPr>
            <w:tcW w:w="1320" w:type="dxa"/>
            <w:gridSpan w:val="2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9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2118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</w:p>
        </w:tc>
        <w:tc>
          <w:tcPr>
            <w:tcW w:w="126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</w:p>
        </w:tc>
        <w:tc>
          <w:tcPr>
            <w:tcW w:w="279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</w:p>
          <w:p w:rsidR="00DC7C6E" w:rsidRPr="00151F50" w:rsidRDefault="00DC7C6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0"/>
              </w:rPr>
              <w:t>по завршеној лекцији ученик ће бити у стању 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</w:tr>
      <w:tr w:rsidR="00DC7C6E" w:rsidRPr="00151F50" w:rsidTr="00122222">
        <w:tc>
          <w:tcPr>
            <w:tcW w:w="648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C6E" w:rsidRPr="00243231" w:rsidTr="00122222">
        <w:trPr>
          <w:trHeight w:val="606"/>
        </w:trPr>
        <w:tc>
          <w:tcPr>
            <w:tcW w:w="648" w:type="dxa"/>
            <w:tcBorders>
              <w:top w:val="dashDotStroked" w:sz="24" w:space="0" w:color="FF0000"/>
            </w:tcBorders>
            <w:vAlign w:val="center"/>
          </w:tcPr>
          <w:p w:rsidR="00DC7C6E" w:rsidRPr="002F42B5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1.</w:t>
            </w:r>
          </w:p>
        </w:tc>
        <w:tc>
          <w:tcPr>
            <w:tcW w:w="2340" w:type="dxa"/>
            <w:tcBorders>
              <w:top w:val="dashDotStroked" w:sz="24" w:space="0" w:color="FF0000"/>
            </w:tcBorders>
            <w:vAlign w:val="center"/>
          </w:tcPr>
          <w:p w:rsidR="00DC7C6E" w:rsidRDefault="00DC7C6E" w:rsidP="00E12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Bonjour</w:t>
            </w:r>
          </w:p>
          <w:p w:rsidR="00DC7C6E" w:rsidRPr="003E3A71" w:rsidRDefault="00DC7C6E" w:rsidP="00E125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Je m’appelle …</w:t>
            </w:r>
          </w:p>
        </w:tc>
        <w:tc>
          <w:tcPr>
            <w:tcW w:w="900" w:type="dxa"/>
            <w:tcBorders>
              <w:top w:val="dashDotStroked" w:sz="24" w:space="0" w:color="FF0000"/>
            </w:tcBorders>
            <w:vAlign w:val="center"/>
          </w:tcPr>
          <w:p w:rsidR="00DC7C6E" w:rsidRPr="003E3A71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</w:rPr>
              <w:t>обрада</w:t>
            </w:r>
          </w:p>
        </w:tc>
        <w:tc>
          <w:tcPr>
            <w:tcW w:w="2118" w:type="dxa"/>
            <w:tcBorders>
              <w:top w:val="dashDotStroked" w:sz="24" w:space="0" w:color="FF0000"/>
            </w:tcBorders>
            <w:vAlign w:val="center"/>
          </w:tcPr>
          <w:p w:rsidR="00DC7C6E" w:rsidRPr="003E3A71" w:rsidRDefault="00DC7C6E" w:rsidP="00951AE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</w:t>
            </w:r>
          </w:p>
        </w:tc>
        <w:tc>
          <w:tcPr>
            <w:tcW w:w="1662" w:type="dxa"/>
            <w:tcBorders>
              <w:top w:val="dashDotStroked" w:sz="24" w:space="0" w:color="FF0000"/>
            </w:tcBorders>
            <w:vAlign w:val="center"/>
          </w:tcPr>
          <w:p w:rsidR="00DC7C6E" w:rsidRPr="003E3A71" w:rsidRDefault="00DC7C6E" w:rsidP="00A32D17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3E3A71">
              <w:rPr>
                <w:rFonts w:ascii="Times New Roman" w:hAnsi="Times New Roman"/>
                <w:lang w:val="es-E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3E3A71">
              <w:rPr>
                <w:rFonts w:ascii="Times New Roman" w:hAnsi="Times New Roman"/>
                <w:lang w:val="es-ES"/>
              </w:rPr>
              <w:t xml:space="preserve"> </w:t>
            </w:r>
          </w:p>
        </w:tc>
        <w:tc>
          <w:tcPr>
            <w:tcW w:w="1800" w:type="dxa"/>
            <w:tcBorders>
              <w:top w:val="dashDotStroked" w:sz="24" w:space="0" w:color="FF0000"/>
            </w:tcBorders>
            <w:vAlign w:val="center"/>
          </w:tcPr>
          <w:p w:rsidR="00DC7C6E" w:rsidRPr="003E3A71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дијалошка</w:t>
            </w:r>
            <w:r w:rsidRPr="003E3A71">
              <w:rPr>
                <w:rFonts w:ascii="Times New Roman" w:hAnsi="Times New Roman"/>
                <w:lang w:val="es-ES"/>
              </w:rPr>
              <w:t xml:space="preserve">, </w:t>
            </w:r>
            <w:r>
              <w:rPr>
                <w:rFonts w:ascii="Times New Roman" w:hAnsi="Times New Roman"/>
              </w:rPr>
              <w:t>монолошка</w:t>
            </w:r>
          </w:p>
        </w:tc>
        <w:tc>
          <w:tcPr>
            <w:tcW w:w="1260" w:type="dxa"/>
            <w:tcBorders>
              <w:top w:val="dashDotStroked" w:sz="24" w:space="0" w:color="FF0000"/>
            </w:tcBorders>
            <w:vAlign w:val="center"/>
          </w:tcPr>
          <w:p w:rsidR="00DC7C6E" w:rsidRPr="003E3A71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унутар</w:t>
            </w:r>
            <w:r w:rsidRPr="003E3A71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</w:rPr>
              <w:t>предмета</w:t>
            </w:r>
          </w:p>
        </w:tc>
        <w:tc>
          <w:tcPr>
            <w:tcW w:w="2790" w:type="dxa"/>
            <w:tcBorders>
              <w:top w:val="dashDotStroked" w:sz="24" w:space="0" w:color="FF0000"/>
            </w:tcBorders>
            <w:vAlign w:val="center"/>
          </w:tcPr>
          <w:p w:rsidR="00DC7C6E" w:rsidRPr="00014B15" w:rsidRDefault="00DC7C6E" w:rsidP="00951AE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7D39BF">
              <w:rPr>
                <w:rFonts w:ascii="Times New Roman" w:hAnsi="Times New Roman"/>
                <w:lang w:val="hr-HR"/>
              </w:rPr>
              <w:t>разуме кратка и једноставна упутства и налоге и реагује на њих</w:t>
            </w:r>
          </w:p>
        </w:tc>
      </w:tr>
      <w:tr w:rsidR="00DC7C6E" w:rsidRPr="00151F50" w:rsidTr="00122222">
        <w:trPr>
          <w:trHeight w:val="620"/>
        </w:trPr>
        <w:tc>
          <w:tcPr>
            <w:tcW w:w="648" w:type="dxa"/>
            <w:vAlign w:val="center"/>
          </w:tcPr>
          <w:p w:rsidR="00DC7C6E" w:rsidRPr="002F42B5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340" w:type="dxa"/>
            <w:vAlign w:val="center"/>
          </w:tcPr>
          <w:p w:rsidR="00DC7C6E" w:rsidRDefault="00DC7C6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Bonjour.</w:t>
            </w:r>
          </w:p>
          <w:p w:rsidR="00DC7C6E" w:rsidRPr="00E125C1" w:rsidRDefault="00DC7C6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Je m’appelle !</w:t>
            </w:r>
            <w:r w:rsidRPr="00E125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DC7C6E" w:rsidRPr="003978E7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DC7C6E" w:rsidRPr="003978E7" w:rsidRDefault="00DC7C6E" w:rsidP="00397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C7C6E" w:rsidRPr="00151F50" w:rsidRDefault="00DC7C6E" w:rsidP="002D0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3978E7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</w:t>
            </w:r>
          </w:p>
          <w:p w:rsidR="00DC7C6E" w:rsidRPr="00151F50" w:rsidRDefault="00DC7C6E" w:rsidP="00951A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9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39BF">
              <w:rPr>
                <w:rFonts w:ascii="Times New Roman" w:hAnsi="Times New Roman"/>
                <w:lang w:val="hr-HR"/>
              </w:rPr>
              <w:t>поздрави и отпоздрави, примењујући  најједноставнија језичка средства</w:t>
            </w:r>
          </w:p>
        </w:tc>
      </w:tr>
      <w:tr w:rsidR="00DC7C6E" w:rsidRPr="00151F50" w:rsidTr="00122222">
        <w:tc>
          <w:tcPr>
            <w:tcW w:w="648" w:type="dxa"/>
            <w:vAlign w:val="center"/>
          </w:tcPr>
          <w:p w:rsidR="00DC7C6E" w:rsidRPr="002F42B5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3.</w:t>
            </w:r>
          </w:p>
        </w:tc>
        <w:tc>
          <w:tcPr>
            <w:tcW w:w="2340" w:type="dxa"/>
            <w:vAlign w:val="center"/>
          </w:tcPr>
          <w:p w:rsidR="00DC7C6E" w:rsidRPr="00E125C1" w:rsidRDefault="00DC7C6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125C1">
              <w:rPr>
                <w:rFonts w:ascii="Times New Roman" w:hAnsi="Times New Roman"/>
                <w:b/>
                <w:sz w:val="24"/>
                <w:szCs w:val="24"/>
              </w:rPr>
              <w:t>Salut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DC7C6E" w:rsidRPr="00151F50" w:rsidRDefault="00DC7C6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E125C1">
              <w:rPr>
                <w:rFonts w:ascii="Times New Roman" w:hAnsi="Times New Roman"/>
                <w:b/>
                <w:sz w:val="24"/>
                <w:szCs w:val="24"/>
              </w:rPr>
              <w:t>Tu t’appelles comment ?</w:t>
            </w:r>
          </w:p>
        </w:tc>
        <w:tc>
          <w:tcPr>
            <w:tcW w:w="900" w:type="dxa"/>
            <w:vAlign w:val="center"/>
          </w:tcPr>
          <w:p w:rsidR="00DC7C6E" w:rsidRPr="003978E7" w:rsidRDefault="00DC7C6E" w:rsidP="002D6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243231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, стикери</w:t>
            </w:r>
          </w:p>
        </w:tc>
        <w:tc>
          <w:tcPr>
            <w:tcW w:w="1662" w:type="dxa"/>
            <w:vAlign w:val="center"/>
          </w:tcPr>
          <w:p w:rsidR="00DC7C6E" w:rsidRPr="00243231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243231">
              <w:rPr>
                <w:rFonts w:ascii="Times New Roman" w:hAnsi="Times New Roman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243231">
              <w:rPr>
                <w:rFonts w:ascii="Times New Roman" w:hAnsi="Times New Roman"/>
              </w:rPr>
              <w:t xml:space="preserve">, </w:t>
            </w:r>
            <w:r w:rsidRPr="00151F50">
              <w:rPr>
                <w:rFonts w:ascii="Times New Roman" w:hAnsi="Times New Roman"/>
              </w:rPr>
              <w:t>рад</w:t>
            </w:r>
            <w:r w:rsidRPr="00243231">
              <w:rPr>
                <w:rFonts w:ascii="Times New Roman" w:hAnsi="Times New Roman"/>
              </w:rPr>
              <w:t xml:space="preserve"> </w:t>
            </w:r>
            <w:r w:rsidRPr="00151F50">
              <w:rPr>
                <w:rFonts w:ascii="Times New Roman" w:hAnsi="Times New Roman"/>
              </w:rPr>
              <w:t>у</w:t>
            </w:r>
            <w:r w:rsidRPr="00243231">
              <w:rPr>
                <w:rFonts w:ascii="Times New Roman" w:hAnsi="Times New Roman"/>
              </w:rPr>
              <w:t xml:space="preserve"> </w:t>
            </w:r>
            <w:r w:rsidRPr="00151F50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3978E7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предмета, физичко и здравстве-но васпитање</w:t>
            </w:r>
          </w:p>
        </w:tc>
        <w:tc>
          <w:tcPr>
            <w:tcW w:w="2790" w:type="dxa"/>
            <w:vAlign w:val="center"/>
          </w:tcPr>
          <w:p w:rsidR="00DC7C6E" w:rsidRPr="003978E7" w:rsidRDefault="00DC7C6E" w:rsidP="003978E7">
            <w:pPr>
              <w:tabs>
                <w:tab w:val="left" w:pos="284"/>
              </w:tabs>
              <w:spacing w:line="259" w:lineRule="auto"/>
              <w:ind w:left="284"/>
              <w:contextualSpacing/>
              <w:jc w:val="center"/>
              <w:rPr>
                <w:rFonts w:ascii="Times New Roman" w:hAnsi="Times New Roman"/>
              </w:rPr>
            </w:pPr>
            <w:r w:rsidRPr="007D39BF">
              <w:rPr>
                <w:rFonts w:ascii="Times New Roman" w:hAnsi="Times New Roman"/>
                <w:lang w:val="hr-HR"/>
              </w:rPr>
              <w:t>представи себе и другог</w:t>
            </w:r>
            <w:r w:rsidRPr="007D39BF">
              <w:rPr>
                <w:rFonts w:ascii="Times New Roman" w:hAnsi="Times New Roman"/>
              </w:rPr>
              <w:t>;</w:t>
            </w:r>
            <w:r>
              <w:rPr>
                <w:rFonts w:ascii="Times New Roman" w:hAnsi="Times New Roman"/>
              </w:rPr>
              <w:t xml:space="preserve"> </w:t>
            </w:r>
            <w:r w:rsidRPr="007D39BF">
              <w:rPr>
                <w:rFonts w:ascii="Times New Roman" w:hAnsi="Times New Roman"/>
                <w:lang w:val="hr-HR"/>
              </w:rPr>
              <w:t>разуме кратка и једноставна упутства и налоге и реагује на њих</w:t>
            </w:r>
          </w:p>
          <w:p w:rsidR="00DC7C6E" w:rsidRPr="003978E7" w:rsidRDefault="00DC7C6E" w:rsidP="003978E7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DC7C6E" w:rsidRPr="00243231" w:rsidTr="00122222">
        <w:tc>
          <w:tcPr>
            <w:tcW w:w="648" w:type="dxa"/>
            <w:vAlign w:val="center"/>
          </w:tcPr>
          <w:p w:rsidR="00DC7C6E" w:rsidRPr="002F42B5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4.</w:t>
            </w:r>
          </w:p>
        </w:tc>
        <w:tc>
          <w:tcPr>
            <w:tcW w:w="2340" w:type="dxa"/>
            <w:vAlign w:val="center"/>
          </w:tcPr>
          <w:p w:rsidR="00DC7C6E" w:rsidRDefault="00DC7C6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Qui est-ce</w:t>
            </w: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 ?</w:t>
            </w:r>
          </w:p>
          <w:p w:rsidR="00DC7C6E" w:rsidRPr="002F42B5" w:rsidRDefault="00DC7C6E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…</w:t>
            </w:r>
          </w:p>
        </w:tc>
        <w:tc>
          <w:tcPr>
            <w:tcW w:w="900" w:type="dxa"/>
            <w:vAlign w:val="center"/>
          </w:tcPr>
          <w:p w:rsidR="00DC7C6E" w:rsidRPr="003978E7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увежб.</w:t>
            </w:r>
          </w:p>
        </w:tc>
        <w:tc>
          <w:tcPr>
            <w:tcW w:w="2118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, стикери</w:t>
            </w:r>
          </w:p>
        </w:tc>
        <w:tc>
          <w:tcPr>
            <w:tcW w:w="166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014B15" w:rsidRDefault="00DC7C6E" w:rsidP="003978E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 w:rsidRPr="00014B15">
              <w:rPr>
                <w:rFonts w:ascii="Times New Roman" w:hAnsi="Times New Roman"/>
                <w:lang w:val="sr-Cyrl-CS"/>
              </w:rPr>
              <w:t>, свет око нас</w:t>
            </w:r>
          </w:p>
        </w:tc>
        <w:tc>
          <w:tcPr>
            <w:tcW w:w="2790" w:type="dxa"/>
            <w:vAlign w:val="center"/>
          </w:tcPr>
          <w:p w:rsidR="00DC7C6E" w:rsidRPr="007D39BF" w:rsidRDefault="00DC7C6E" w:rsidP="003978E7">
            <w:pPr>
              <w:tabs>
                <w:tab w:val="left" w:pos="284"/>
              </w:tabs>
              <w:spacing w:line="259" w:lineRule="auto"/>
              <w:contextualSpacing/>
              <w:jc w:val="center"/>
              <w:rPr>
                <w:rFonts w:ascii="Times New Roman" w:hAnsi="Times New Roman"/>
                <w:lang w:val="hr-HR"/>
              </w:rPr>
            </w:pPr>
            <w:r w:rsidRPr="007D39BF">
              <w:rPr>
                <w:rFonts w:ascii="Times New Roman" w:hAnsi="Times New Roman"/>
                <w:lang w:val="hr-HR"/>
              </w:rPr>
              <w:t>представи себе и другог</w:t>
            </w:r>
            <w:r w:rsidRPr="00014B15">
              <w:rPr>
                <w:rFonts w:ascii="Times New Roman" w:hAnsi="Times New Roman"/>
                <w:lang w:val="sr-Cyrl-CS"/>
              </w:rPr>
              <w:t xml:space="preserve">; </w:t>
            </w:r>
            <w:r w:rsidRPr="007D39BF">
              <w:rPr>
                <w:rFonts w:ascii="Times New Roman" w:hAnsi="Times New Roman"/>
                <w:lang w:val="hr-HR"/>
              </w:rPr>
              <w:t>разуме кратка и једноставна упутства и налоге и реагује на њих</w:t>
            </w:r>
            <w:r w:rsidRPr="003B6235">
              <w:rPr>
                <w:rFonts w:ascii="Times New Roman" w:hAnsi="Times New Roman"/>
                <w:lang w:val="hr-HR"/>
              </w:rPr>
              <w:t>;</w:t>
            </w:r>
          </w:p>
          <w:p w:rsidR="00DC7C6E" w:rsidRPr="00951AEB" w:rsidRDefault="00DC7C6E" w:rsidP="00951AEB">
            <w:pPr>
              <w:tabs>
                <w:tab w:val="left" w:pos="284"/>
              </w:tabs>
              <w:spacing w:after="0" w:line="240" w:lineRule="auto"/>
              <w:ind w:left="284"/>
              <w:contextualSpacing/>
              <w:rPr>
                <w:rFonts w:ascii="Times New Roman" w:hAnsi="Times New Roman"/>
                <w:lang w:val="hr-HR"/>
              </w:rPr>
            </w:pPr>
          </w:p>
        </w:tc>
      </w:tr>
      <w:tr w:rsidR="00DC7C6E" w:rsidRPr="00151F50" w:rsidTr="00122222">
        <w:trPr>
          <w:trHeight w:val="674"/>
        </w:trPr>
        <w:tc>
          <w:tcPr>
            <w:tcW w:w="648" w:type="dxa"/>
            <w:vAlign w:val="center"/>
          </w:tcPr>
          <w:p w:rsidR="00DC7C6E" w:rsidRPr="002F42B5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340" w:type="dxa"/>
            <w:vAlign w:val="center"/>
          </w:tcPr>
          <w:p w:rsidR="00DC7C6E" w:rsidRPr="00243231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Les nombres et les couleurs</w:t>
            </w:r>
          </w:p>
        </w:tc>
        <w:tc>
          <w:tcPr>
            <w:tcW w:w="900" w:type="dxa"/>
            <w:vAlign w:val="center"/>
          </w:tcPr>
          <w:p w:rsidR="00DC7C6E" w:rsidRPr="003978E7" w:rsidRDefault="00DC7C6E" w:rsidP="002D6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3978E7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, флеш картице</w:t>
            </w:r>
          </w:p>
        </w:tc>
        <w:tc>
          <w:tcPr>
            <w:tcW w:w="166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>
              <w:rPr>
                <w:rFonts w:ascii="Times New Roman" w:hAnsi="Times New Roman"/>
              </w:rPr>
              <w:t>, свет око нас</w:t>
            </w:r>
          </w:p>
        </w:tc>
        <w:tc>
          <w:tcPr>
            <w:tcW w:w="2790" w:type="dxa"/>
            <w:vAlign w:val="center"/>
          </w:tcPr>
          <w:p w:rsidR="00DC7C6E" w:rsidRPr="00951AEB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препознаје и изговара бројеве до 10 и основне боје</w:t>
            </w:r>
          </w:p>
        </w:tc>
      </w:tr>
      <w:tr w:rsidR="00DC7C6E" w:rsidRPr="00151F50" w:rsidTr="00122222">
        <w:trPr>
          <w:trHeight w:val="674"/>
        </w:trPr>
        <w:tc>
          <w:tcPr>
            <w:tcW w:w="648" w:type="dxa"/>
            <w:vAlign w:val="center"/>
          </w:tcPr>
          <w:p w:rsidR="00DC7C6E" w:rsidRPr="002F42B5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340" w:type="dxa"/>
            <w:vAlign w:val="center"/>
          </w:tcPr>
          <w:p w:rsidR="00DC7C6E" w:rsidRPr="00243231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Les nombres et les couleurs</w:t>
            </w:r>
          </w:p>
        </w:tc>
        <w:tc>
          <w:tcPr>
            <w:tcW w:w="90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51F50" w:rsidRDefault="00DC7C6E" w:rsidP="00397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>
              <w:rPr>
                <w:rFonts w:ascii="Times New Roman" w:hAnsi="Times New Roman"/>
              </w:rPr>
              <w:t>, ликовна култура</w:t>
            </w:r>
          </w:p>
        </w:tc>
        <w:tc>
          <w:tcPr>
            <w:tcW w:w="279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препознаје и изговара бројеве до 10 и основне боје</w:t>
            </w:r>
          </w:p>
        </w:tc>
      </w:tr>
      <w:tr w:rsidR="00DC7C6E" w:rsidRPr="00151F50" w:rsidTr="003978E7">
        <w:trPr>
          <w:trHeight w:val="422"/>
        </w:trPr>
        <w:tc>
          <w:tcPr>
            <w:tcW w:w="648" w:type="dxa"/>
            <w:vAlign w:val="center"/>
          </w:tcPr>
          <w:p w:rsidR="00DC7C6E" w:rsidRPr="002F42B5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7.</w:t>
            </w:r>
          </w:p>
        </w:tc>
        <w:tc>
          <w:tcPr>
            <w:tcW w:w="2340" w:type="dxa"/>
            <w:vAlign w:val="center"/>
          </w:tcPr>
          <w:p w:rsidR="00DC7C6E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une école.</w:t>
            </w:r>
          </w:p>
          <w:p w:rsidR="00DC7C6E" w:rsidRPr="00A14E81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une classe.</w:t>
            </w:r>
          </w:p>
        </w:tc>
        <w:tc>
          <w:tcPr>
            <w:tcW w:w="900" w:type="dxa"/>
            <w:vAlign w:val="center"/>
          </w:tcPr>
          <w:p w:rsidR="00DC7C6E" w:rsidRPr="003978E7" w:rsidRDefault="00DC7C6E" w:rsidP="002D6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D66466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, флеш картице</w:t>
            </w:r>
          </w:p>
        </w:tc>
        <w:tc>
          <w:tcPr>
            <w:tcW w:w="1662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</w:p>
        </w:tc>
        <w:tc>
          <w:tcPr>
            <w:tcW w:w="1260" w:type="dxa"/>
            <w:vAlign w:val="center"/>
          </w:tcPr>
          <w:p w:rsidR="00DC7C6E" w:rsidRPr="003978E7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предмета, ликовна култура</w:t>
            </w:r>
          </w:p>
        </w:tc>
        <w:tc>
          <w:tcPr>
            <w:tcW w:w="2790" w:type="dxa"/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39BF">
              <w:rPr>
                <w:rFonts w:ascii="Times New Roman" w:hAnsi="Times New Roman"/>
                <w:lang w:val="hr-HR"/>
              </w:rPr>
              <w:t>препозна и именује жива бића, предмете и места из непосредног окружења</w:t>
            </w:r>
          </w:p>
        </w:tc>
      </w:tr>
      <w:tr w:rsidR="00DC7C6E" w:rsidRPr="00151F50" w:rsidTr="00122222">
        <w:trPr>
          <w:trHeight w:val="620"/>
        </w:trPr>
        <w:tc>
          <w:tcPr>
            <w:tcW w:w="648" w:type="dxa"/>
            <w:tcBorders>
              <w:bottom w:val="dashDotStroked" w:sz="24" w:space="0" w:color="FF0000"/>
            </w:tcBorders>
            <w:vAlign w:val="center"/>
          </w:tcPr>
          <w:p w:rsidR="00DC7C6E" w:rsidRPr="002F42B5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bottom w:val="dashDotStroked" w:sz="24" w:space="0" w:color="FF0000"/>
            </w:tcBorders>
            <w:vAlign w:val="center"/>
          </w:tcPr>
          <w:p w:rsidR="00DC7C6E" w:rsidRDefault="00DC7C6E" w:rsidP="00A14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une école.</w:t>
            </w:r>
          </w:p>
          <w:p w:rsidR="00DC7C6E" w:rsidRPr="00243231" w:rsidRDefault="00DC7C6E" w:rsidP="00A14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une classe</w:t>
            </w:r>
          </w:p>
        </w:tc>
        <w:tc>
          <w:tcPr>
            <w:tcW w:w="900" w:type="dxa"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индивидуални,</w:t>
            </w:r>
            <w:r w:rsidRPr="00151F50">
              <w:rPr>
                <w:rFonts w:ascii="Times New Roman" w:hAnsi="Times New Roman"/>
              </w:rPr>
              <w:t xml:space="preserve"> групни рад</w:t>
            </w:r>
          </w:p>
        </w:tc>
        <w:tc>
          <w:tcPr>
            <w:tcW w:w="1800" w:type="dxa"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  <w:bookmarkStart w:id="0" w:name="_GoBack"/>
            <w:bookmarkEnd w:id="0"/>
          </w:p>
        </w:tc>
        <w:tc>
          <w:tcPr>
            <w:tcW w:w="1260" w:type="dxa"/>
            <w:tcBorders>
              <w:bottom w:val="dashDotStroked" w:sz="24" w:space="0" w:color="FF0000"/>
            </w:tcBorders>
            <w:vAlign w:val="center"/>
          </w:tcPr>
          <w:p w:rsidR="00DC7C6E" w:rsidRPr="003978E7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предмета, музичка култура</w:t>
            </w:r>
          </w:p>
        </w:tc>
        <w:tc>
          <w:tcPr>
            <w:tcW w:w="2790" w:type="dxa"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39BF">
              <w:rPr>
                <w:rFonts w:ascii="Times New Roman" w:hAnsi="Times New Roman"/>
                <w:lang w:val="hr-HR"/>
              </w:rPr>
              <w:t>препозна и именује жива бића, предмете и места из непосредног окружења</w:t>
            </w:r>
          </w:p>
        </w:tc>
      </w:tr>
    </w:tbl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DC7C6E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ОПЕРАТИВНИ ПЛАН РАДА</w:t>
      </w:r>
    </w:p>
    <w:p w:rsidR="00DC7C6E" w:rsidRPr="00014B15" w:rsidRDefault="00DC7C6E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октобар</w:t>
      </w:r>
    </w:p>
    <w:p w:rsidR="00DC7C6E" w:rsidRDefault="00DC7C6E" w:rsidP="00014B15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Школа: 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ФРАНЦУСКИ ЈЕЗИК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DC7C6E" w:rsidRDefault="00DC7C6E" w:rsidP="00014B15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први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900"/>
        <w:gridCol w:w="2118"/>
        <w:gridCol w:w="1662"/>
        <w:gridCol w:w="1800"/>
        <w:gridCol w:w="1260"/>
        <w:gridCol w:w="2790"/>
      </w:tblGrid>
      <w:tr w:rsidR="00DC7C6E" w:rsidRPr="00151F50" w:rsidTr="001D018B">
        <w:tc>
          <w:tcPr>
            <w:tcW w:w="1320" w:type="dxa"/>
            <w:gridSpan w:val="2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9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2118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</w:p>
        </w:tc>
        <w:tc>
          <w:tcPr>
            <w:tcW w:w="126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</w:p>
        </w:tc>
        <w:tc>
          <w:tcPr>
            <w:tcW w:w="279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</w:p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0"/>
              </w:rPr>
              <w:t>по завршеној лекцији ученик ће бити у стању 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</w:tr>
      <w:tr w:rsidR="00DC7C6E" w:rsidRPr="00151F50" w:rsidTr="001D018B">
        <w:tc>
          <w:tcPr>
            <w:tcW w:w="648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C6E" w:rsidRPr="00014B15" w:rsidTr="001D018B">
        <w:trPr>
          <w:trHeight w:val="606"/>
        </w:trPr>
        <w:tc>
          <w:tcPr>
            <w:tcW w:w="648" w:type="dxa"/>
            <w:tcBorders>
              <w:top w:val="dashDotStroked" w:sz="24" w:space="0" w:color="FF0000"/>
            </w:tcBorders>
            <w:vAlign w:val="center"/>
          </w:tcPr>
          <w:p w:rsidR="00DC7C6E" w:rsidRPr="002F42B5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top w:val="dashDotStroked" w:sz="24" w:space="0" w:color="FF0000"/>
            </w:tcBorders>
            <w:vAlign w:val="center"/>
          </w:tcPr>
          <w:p w:rsidR="00DC7C6E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une école.</w:t>
            </w:r>
          </w:p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une classe</w:t>
            </w:r>
          </w:p>
        </w:tc>
        <w:tc>
          <w:tcPr>
            <w:tcW w:w="900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536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 </w:t>
            </w:r>
          </w:p>
        </w:tc>
        <w:tc>
          <w:tcPr>
            <w:tcW w:w="1662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групни рад</w:t>
            </w:r>
          </w:p>
        </w:tc>
        <w:tc>
          <w:tcPr>
            <w:tcW w:w="1800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r>
              <w:rPr>
                <w:rFonts w:ascii="Times New Roman" w:hAnsi="Times New Roman"/>
                <w:szCs w:val="18"/>
              </w:rPr>
              <w:t>дија</w:t>
            </w:r>
            <w:r>
              <w:rPr>
                <w:rFonts w:ascii="Times New Roman" w:hAnsi="Times New Roman"/>
                <w:szCs w:val="18"/>
                <w:lang w:val="sr-Cyrl-CS"/>
              </w:rPr>
              <w:t>лошка, практични рад</w:t>
            </w:r>
          </w:p>
        </w:tc>
        <w:tc>
          <w:tcPr>
            <w:tcW w:w="1260" w:type="dxa"/>
            <w:tcBorders>
              <w:top w:val="dashDotStroked" w:sz="24" w:space="0" w:color="FF0000"/>
            </w:tcBorders>
            <w:vAlign w:val="center"/>
          </w:tcPr>
          <w:p w:rsidR="00DC7C6E" w:rsidRPr="003978E7" w:rsidRDefault="00DC7C6E" w:rsidP="00014B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предмета, ликовна култура</w:t>
            </w:r>
          </w:p>
        </w:tc>
        <w:tc>
          <w:tcPr>
            <w:tcW w:w="2790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39BF">
              <w:rPr>
                <w:rFonts w:ascii="Times New Roman" w:hAnsi="Times New Roman"/>
                <w:lang w:val="hr-HR"/>
              </w:rPr>
              <w:t>препозна и именује жива бића, предмете и места из непосредног окружења</w:t>
            </w:r>
          </w:p>
        </w:tc>
      </w:tr>
      <w:tr w:rsidR="00DC7C6E" w:rsidRPr="00243231" w:rsidTr="001D018B">
        <w:trPr>
          <w:trHeight w:val="620"/>
        </w:trPr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2340" w:type="dxa"/>
            <w:vAlign w:val="center"/>
          </w:tcPr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À quoi joue-il ?</w:t>
            </w:r>
          </w:p>
          <w:p w:rsidR="00DC7C6E" w:rsidRPr="00243231" w:rsidRDefault="00DC7C6E" w:rsidP="001F0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À quoi joue-</w:t>
            </w: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elle </w:t>
            </w: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?</w:t>
            </w:r>
          </w:p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обрада.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 </w:t>
            </w:r>
            <w:r w:rsidRPr="0053673B">
              <w:rPr>
                <w:rFonts w:ascii="Times New Roman" w:hAnsi="Times New Roman"/>
              </w:rPr>
              <w:t xml:space="preserve">; </w:t>
            </w:r>
            <w:r w:rsidRPr="00192EBD">
              <w:rPr>
                <w:rFonts w:ascii="Times New Roman" w:hAnsi="Times New Roman"/>
                <w:lang w:val="sr-Cyrl-CS"/>
              </w:rPr>
              <w:t>стикери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</w:t>
            </w:r>
          </w:p>
          <w:p w:rsidR="00DC7C6E" w:rsidRPr="00192EBD" w:rsidRDefault="00DC7C6E" w:rsidP="001D01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90" w:type="dxa"/>
            <w:vAlign w:val="center"/>
          </w:tcPr>
          <w:p w:rsidR="00DC7C6E" w:rsidRPr="0053673B" w:rsidRDefault="00DC7C6E" w:rsidP="00B77BCA">
            <w:pPr>
              <w:pStyle w:val="ListParagraph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hr-HR" w:eastAsia="en-US"/>
              </w:rPr>
            </w:pPr>
            <w:r w:rsidRPr="0053673B">
              <w:rPr>
                <w:rFonts w:ascii="Times New Roman" w:hAnsi="Times New Roman"/>
                <w:sz w:val="22"/>
                <w:szCs w:val="22"/>
              </w:rPr>
              <w:t xml:space="preserve">поздрави и представи себе и друге ; </w:t>
            </w:r>
          </w:p>
          <w:p w:rsidR="00DC7C6E" w:rsidRPr="0053673B" w:rsidRDefault="00DC7C6E" w:rsidP="00B77BCA">
            <w:pPr>
              <w:spacing w:after="200" w:line="276" w:lineRule="auto"/>
              <w:rPr>
                <w:rFonts w:ascii="Times New Roman" w:hAnsi="Times New Roman"/>
                <w:lang w:val="sr-Latn-CS"/>
              </w:rPr>
            </w:pPr>
            <w:r w:rsidRPr="0053673B">
              <w:rPr>
                <w:rFonts w:ascii="Times New Roman" w:hAnsi="Times New Roman"/>
                <w:lang w:val="sr-Cyrl-CS"/>
              </w:rPr>
              <w:t>представља и кратко описује школске другове</w:t>
            </w:r>
          </w:p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DC7C6E" w:rsidRPr="00192EBD" w:rsidTr="001D018B"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11.</w:t>
            </w:r>
          </w:p>
        </w:tc>
        <w:tc>
          <w:tcPr>
            <w:tcW w:w="2340" w:type="dxa"/>
            <w:vAlign w:val="center"/>
          </w:tcPr>
          <w:p w:rsidR="00DC7C6E" w:rsidRPr="00192EBD" w:rsidRDefault="00DC7C6E" w:rsidP="001F0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À</w:t>
            </w: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quoi joue-il </w:t>
            </w: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?</w:t>
            </w:r>
          </w:p>
          <w:p w:rsidR="00DC7C6E" w:rsidRPr="00192EBD" w:rsidRDefault="00DC7C6E" w:rsidP="001F0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À</w:t>
            </w: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quoi joue-</w:t>
            </w: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elle ?</w:t>
            </w:r>
          </w:p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свеска, стикери</w:t>
            </w:r>
          </w:p>
        </w:tc>
        <w:tc>
          <w:tcPr>
            <w:tcW w:w="1662" w:type="dxa"/>
            <w:vAlign w:val="center"/>
          </w:tcPr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</w:t>
            </w:r>
            <w:r w:rsidRPr="00243231">
              <w:rPr>
                <w:rFonts w:ascii="Times New Roman" w:hAnsi="Times New Roman"/>
              </w:rPr>
              <w:t xml:space="preserve">, </w:t>
            </w:r>
            <w:r w:rsidRPr="00192EBD">
              <w:rPr>
                <w:rFonts w:ascii="Times New Roman" w:hAnsi="Times New Roman"/>
              </w:rPr>
              <w:t>индивидуални</w:t>
            </w:r>
            <w:r w:rsidRPr="00243231">
              <w:rPr>
                <w:rFonts w:ascii="Times New Roman" w:hAnsi="Times New Roman"/>
              </w:rPr>
              <w:t xml:space="preserve">, </w:t>
            </w:r>
            <w:r w:rsidRPr="00192EBD">
              <w:rPr>
                <w:rFonts w:ascii="Times New Roman" w:hAnsi="Times New Roman"/>
              </w:rPr>
              <w:t>рад</w:t>
            </w:r>
            <w:r w:rsidRPr="00243231">
              <w:rPr>
                <w:rFonts w:ascii="Times New Roman" w:hAnsi="Times New Roman"/>
              </w:rPr>
              <w:t xml:space="preserve"> </w:t>
            </w:r>
            <w:r w:rsidRPr="00192EBD">
              <w:rPr>
                <w:rFonts w:ascii="Times New Roman" w:hAnsi="Times New Roman"/>
              </w:rPr>
              <w:t>у</w:t>
            </w:r>
            <w:r w:rsidRPr="00243231">
              <w:rPr>
                <w:rFonts w:ascii="Times New Roman" w:hAnsi="Times New Roman"/>
              </w:rPr>
              <w:t xml:space="preserve"> </w:t>
            </w:r>
            <w:r w:rsidRPr="00192EBD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предмета, физичко и здравстве-но васпитање</w:t>
            </w:r>
          </w:p>
        </w:tc>
        <w:tc>
          <w:tcPr>
            <w:tcW w:w="2790" w:type="dxa"/>
            <w:vAlign w:val="center"/>
          </w:tcPr>
          <w:p w:rsidR="00DC7C6E" w:rsidRPr="00192EBD" w:rsidRDefault="00DC7C6E" w:rsidP="001F001D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hr-HR"/>
              </w:rPr>
            </w:pPr>
            <w:r w:rsidRPr="00192EBD">
              <w:rPr>
                <w:rFonts w:ascii="Times New Roman" w:hAnsi="Times New Roman"/>
                <w:lang w:val="hr-HR"/>
              </w:rPr>
              <w:t>препозна и именује жива бића, предмете и места из непосредног окружења;</w:t>
            </w:r>
          </w:p>
          <w:p w:rsidR="00DC7C6E" w:rsidRPr="00192EBD" w:rsidRDefault="00DC7C6E" w:rsidP="001F001D">
            <w:pPr>
              <w:tabs>
                <w:tab w:val="left" w:pos="284"/>
              </w:tabs>
              <w:spacing w:line="259" w:lineRule="auto"/>
              <w:ind w:left="284"/>
              <w:contextualSpacing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DC7C6E" w:rsidRPr="00243231" w:rsidTr="001D018B"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12.</w:t>
            </w:r>
          </w:p>
        </w:tc>
        <w:tc>
          <w:tcPr>
            <w:tcW w:w="2340" w:type="dxa"/>
            <w:vAlign w:val="center"/>
          </w:tcPr>
          <w:p w:rsidR="00DC7C6E" w:rsidRPr="0053673B" w:rsidRDefault="00DC7C6E" w:rsidP="0053673B">
            <w:pPr>
              <w:tabs>
                <w:tab w:val="left" w:pos="112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Qu’est-ce qu’il fait</w:t>
            </w:r>
            <w:r w:rsidRPr="005367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?/ Qu‘est-ce qu’elle fait ?</w:t>
            </w:r>
          </w:p>
          <w:p w:rsidR="00DC7C6E" w:rsidRPr="0053673B" w:rsidRDefault="00DC7C6E" w:rsidP="0053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536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 xml:space="preserve">уџбеник CD, радна свеска, 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C7C6E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fr-FR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  <w:p w:rsidR="00DC7C6E" w:rsidRPr="0053673B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>практични рад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2EBD">
              <w:rPr>
                <w:rFonts w:ascii="Times New Roman" w:hAnsi="Times New Roman"/>
                <w:lang w:val="sr-Cyrl-CS"/>
              </w:rPr>
              <w:t>унутар предмета, свет око нас</w:t>
            </w:r>
          </w:p>
        </w:tc>
        <w:tc>
          <w:tcPr>
            <w:tcW w:w="2790" w:type="dxa"/>
            <w:vAlign w:val="center"/>
          </w:tcPr>
          <w:p w:rsidR="00DC7C6E" w:rsidRPr="00192EBD" w:rsidRDefault="00DC7C6E" w:rsidP="00B77BC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hr-HR"/>
              </w:rPr>
            </w:pPr>
            <w:r w:rsidRPr="00192EBD">
              <w:rPr>
                <w:rFonts w:ascii="Times New Roman" w:hAnsi="Times New Roman"/>
                <w:lang w:val="hr-HR"/>
              </w:rPr>
              <w:t>препозна и именује жива бића, предмете и места из непосредног окружења;</w:t>
            </w:r>
          </w:p>
          <w:p w:rsidR="00DC7C6E" w:rsidRPr="00B77BCA" w:rsidRDefault="00DC7C6E" w:rsidP="001F001D">
            <w:pPr>
              <w:tabs>
                <w:tab w:val="left" w:pos="284"/>
              </w:tabs>
              <w:spacing w:line="259" w:lineRule="auto"/>
              <w:contextualSpacing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DC7C6E" w:rsidRPr="00192EBD" w:rsidTr="001D018B">
        <w:trPr>
          <w:trHeight w:val="674"/>
        </w:trPr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2340" w:type="dxa"/>
            <w:vAlign w:val="center"/>
          </w:tcPr>
          <w:p w:rsidR="00DC7C6E" w:rsidRPr="0053673B" w:rsidRDefault="00DC7C6E" w:rsidP="0053673B">
            <w:pPr>
              <w:tabs>
                <w:tab w:val="left" w:pos="112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Qu’est-ce qu’il fait</w:t>
            </w:r>
            <w:r w:rsidRPr="005367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?/ Qu‘est-ce qu’elle fait ?</w:t>
            </w:r>
          </w:p>
          <w:p w:rsidR="00DC7C6E" w:rsidRPr="0053673B" w:rsidRDefault="00DC7C6E" w:rsidP="0053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свеска, флеш картице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унутар предмета</w:t>
            </w:r>
            <w:r w:rsidRPr="00192EBD">
              <w:rPr>
                <w:rFonts w:ascii="Times New Roman" w:hAnsi="Times New Roman"/>
              </w:rPr>
              <w:t>, свет око нас</w:t>
            </w:r>
          </w:p>
        </w:tc>
        <w:tc>
          <w:tcPr>
            <w:tcW w:w="2790" w:type="dxa"/>
            <w:vAlign w:val="center"/>
          </w:tcPr>
          <w:p w:rsidR="00DC7C6E" w:rsidRPr="00192EBD" w:rsidRDefault="00DC7C6E" w:rsidP="00243231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hr-HR"/>
              </w:rPr>
            </w:pPr>
            <w:r w:rsidRPr="00192EBD">
              <w:rPr>
                <w:rFonts w:ascii="Times New Roman" w:hAnsi="Times New Roman"/>
                <w:lang w:val="hr-HR"/>
              </w:rPr>
              <w:t>препозна и именује жива бића, предмете и места из непосредног окружења;</w:t>
            </w:r>
          </w:p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DC7C6E" w:rsidRPr="00192EBD" w:rsidTr="001D018B">
        <w:trPr>
          <w:trHeight w:val="674"/>
        </w:trPr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2340" w:type="dxa"/>
            <w:vAlign w:val="center"/>
          </w:tcPr>
          <w:p w:rsidR="00DC7C6E" w:rsidRPr="00243231" w:rsidRDefault="00DC7C6E" w:rsidP="0053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Mon chat rouge/ ma tortue verte</w:t>
            </w: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унутар предмета</w:t>
            </w:r>
            <w:r w:rsidRPr="00192EBD">
              <w:rPr>
                <w:rFonts w:ascii="Times New Roman" w:hAnsi="Times New Roman"/>
              </w:rPr>
              <w:t>, ликовна култура</w:t>
            </w:r>
          </w:p>
        </w:tc>
        <w:tc>
          <w:tcPr>
            <w:tcW w:w="2790" w:type="dxa"/>
            <w:vAlign w:val="center"/>
          </w:tcPr>
          <w:p w:rsidR="00DC7C6E" w:rsidRPr="00B77BCA" w:rsidRDefault="00DC7C6E" w:rsidP="00B77BCA">
            <w:pPr>
              <w:spacing w:after="200" w:line="276" w:lineRule="auto"/>
              <w:rPr>
                <w:rFonts w:ascii="Times New Roman" w:hAnsi="Times New Roman"/>
                <w:lang w:val="hr-HR"/>
              </w:rPr>
            </w:pPr>
            <w:r w:rsidRPr="00B77BCA">
              <w:rPr>
                <w:rFonts w:ascii="Times New Roman" w:hAnsi="Times New Roman"/>
                <w:lang w:val="hr-HR"/>
              </w:rPr>
              <w:t>разуме једноставне исказе којима се изражава припадање / неприпадање, поседовање / непоседовање и реагује на њих</w:t>
            </w:r>
          </w:p>
        </w:tc>
      </w:tr>
      <w:tr w:rsidR="00DC7C6E" w:rsidRPr="00192EBD" w:rsidTr="001D018B">
        <w:trPr>
          <w:trHeight w:val="422"/>
        </w:trPr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15.</w:t>
            </w:r>
          </w:p>
        </w:tc>
        <w:tc>
          <w:tcPr>
            <w:tcW w:w="234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Mon chat rouge/ ma tortue verte</w:t>
            </w: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свеска, флеш картице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предмета, ликовна култура</w:t>
            </w:r>
          </w:p>
        </w:tc>
        <w:tc>
          <w:tcPr>
            <w:tcW w:w="2790" w:type="dxa"/>
            <w:vAlign w:val="center"/>
          </w:tcPr>
          <w:p w:rsidR="00DC7C6E" w:rsidRPr="00B77BCA" w:rsidRDefault="00DC7C6E" w:rsidP="00B77BCA">
            <w:pPr>
              <w:spacing w:after="200" w:line="276" w:lineRule="auto"/>
              <w:rPr>
                <w:rFonts w:ascii="Times New Roman" w:hAnsi="Times New Roman"/>
                <w:lang w:val="sr-Latn-CS"/>
              </w:rPr>
            </w:pPr>
            <w:r w:rsidRPr="00B77BCA">
              <w:rPr>
                <w:rFonts w:ascii="Times New Roman" w:hAnsi="Times New Roman"/>
                <w:lang w:val="hr-HR"/>
              </w:rPr>
              <w:t>разуме једноставне исказе којима се изражава припадање / неприпадање, поседовање / непоседовање и реагује на њих</w:t>
            </w:r>
          </w:p>
        </w:tc>
      </w:tr>
      <w:tr w:rsidR="00DC7C6E" w:rsidRPr="00243231" w:rsidTr="001D018B">
        <w:trPr>
          <w:trHeight w:val="620"/>
        </w:trPr>
        <w:tc>
          <w:tcPr>
            <w:tcW w:w="648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340" w:type="dxa"/>
            <w:tcBorders>
              <w:bottom w:val="dashDotStroked" w:sz="24" w:space="0" w:color="FF0000"/>
            </w:tcBorders>
            <w:vAlign w:val="center"/>
          </w:tcPr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it-IT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J’ai in chat. / J’ai un chien.</w:t>
            </w:r>
          </w:p>
        </w:tc>
        <w:tc>
          <w:tcPr>
            <w:tcW w:w="900" w:type="dxa"/>
            <w:tcBorders>
              <w:bottom w:val="dashDotStroked" w:sz="24" w:space="0" w:color="FF0000"/>
            </w:tcBorders>
            <w:vAlign w:val="center"/>
          </w:tcPr>
          <w:p w:rsidR="00DC7C6E" w:rsidRPr="00B77BCA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92EBD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tcBorders>
              <w:bottom w:val="dashDotStroked" w:sz="24" w:space="0" w:color="FF0000"/>
            </w:tcBorders>
            <w:vAlign w:val="center"/>
          </w:tcPr>
          <w:p w:rsidR="00DC7C6E" w:rsidRPr="00B77BCA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tcBorders>
              <w:bottom w:val="dashDotStroked" w:sz="24" w:space="0" w:color="FF0000"/>
            </w:tcBorders>
            <w:vAlign w:val="center"/>
          </w:tcPr>
          <w:p w:rsidR="00DC7C6E" w:rsidRPr="00B77BCA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92EBD">
              <w:rPr>
                <w:rFonts w:ascii="Times New Roman" w:hAnsi="Times New Roman"/>
              </w:rPr>
              <w:t>индивидуални</w:t>
            </w:r>
            <w:r w:rsidRPr="00B77BCA">
              <w:rPr>
                <w:rFonts w:ascii="Times New Roman" w:hAnsi="Times New Roman"/>
                <w:lang w:val="es-ES"/>
              </w:rPr>
              <w:t xml:space="preserve">, </w:t>
            </w:r>
            <w:r w:rsidRPr="00192EBD">
              <w:rPr>
                <w:rFonts w:ascii="Times New Roman" w:hAnsi="Times New Roman"/>
              </w:rPr>
              <w:t>групни</w:t>
            </w:r>
            <w:r w:rsidRPr="00B77BCA">
              <w:rPr>
                <w:rFonts w:ascii="Times New Roman" w:hAnsi="Times New Roman"/>
                <w:lang w:val="es-ES"/>
              </w:rPr>
              <w:t xml:space="preserve"> </w:t>
            </w:r>
            <w:r w:rsidRPr="00192EBD">
              <w:rPr>
                <w:rFonts w:ascii="Times New Roman" w:hAnsi="Times New Roman"/>
              </w:rPr>
              <w:t>рад</w:t>
            </w:r>
          </w:p>
        </w:tc>
        <w:tc>
          <w:tcPr>
            <w:tcW w:w="1800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</w:p>
        </w:tc>
        <w:tc>
          <w:tcPr>
            <w:tcW w:w="1260" w:type="dxa"/>
            <w:tcBorders>
              <w:bottom w:val="dashDotStroked" w:sz="24" w:space="0" w:color="FF0000"/>
            </w:tcBorders>
            <w:vAlign w:val="center"/>
          </w:tcPr>
          <w:p w:rsidR="00DC7C6E" w:rsidRPr="00B77BCA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92EBD">
              <w:rPr>
                <w:rFonts w:ascii="Times New Roman" w:hAnsi="Times New Roman"/>
              </w:rPr>
              <w:t>унутар</w:t>
            </w:r>
            <w:r w:rsidRPr="00B77BCA">
              <w:rPr>
                <w:rFonts w:ascii="Times New Roman" w:hAnsi="Times New Roman"/>
                <w:lang w:val="es-ES"/>
              </w:rPr>
              <w:t xml:space="preserve"> </w:t>
            </w:r>
            <w:r w:rsidRPr="00192EBD">
              <w:rPr>
                <w:rFonts w:ascii="Times New Roman" w:hAnsi="Times New Roman"/>
              </w:rPr>
              <w:t>предмета</w:t>
            </w:r>
            <w:r w:rsidRPr="00B77BCA">
              <w:rPr>
                <w:rFonts w:ascii="Times New Roman" w:hAnsi="Times New Roman"/>
                <w:lang w:val="es-ES"/>
              </w:rPr>
              <w:t xml:space="preserve">, </w:t>
            </w:r>
            <w:r w:rsidRPr="00192EBD">
              <w:rPr>
                <w:rFonts w:ascii="Times New Roman" w:hAnsi="Times New Roman"/>
              </w:rPr>
              <w:t>музичка</w:t>
            </w:r>
            <w:r w:rsidRPr="00B77BCA">
              <w:rPr>
                <w:rFonts w:ascii="Times New Roman" w:hAnsi="Times New Roman"/>
                <w:lang w:val="es-ES"/>
              </w:rPr>
              <w:t xml:space="preserve"> </w:t>
            </w:r>
            <w:r w:rsidRPr="00192EBD">
              <w:rPr>
                <w:rFonts w:ascii="Times New Roman" w:hAnsi="Times New Roman"/>
              </w:rPr>
              <w:t>култура</w:t>
            </w:r>
          </w:p>
        </w:tc>
        <w:tc>
          <w:tcPr>
            <w:tcW w:w="2790" w:type="dxa"/>
            <w:tcBorders>
              <w:bottom w:val="dashDotStroked" w:sz="24" w:space="0" w:color="FF0000"/>
            </w:tcBorders>
            <w:vAlign w:val="center"/>
          </w:tcPr>
          <w:p w:rsidR="00DC7C6E" w:rsidRPr="00B77BCA" w:rsidRDefault="00DC7C6E" w:rsidP="00B77BCA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hr-HR"/>
              </w:rPr>
            </w:pPr>
            <w:r w:rsidRPr="00B77BCA">
              <w:rPr>
                <w:rFonts w:ascii="Times New Roman" w:hAnsi="Times New Roman"/>
                <w:lang w:val="hr-HR"/>
              </w:rPr>
              <w:t>разуме позив и реагује на њега;  упути позив на заједничку активност</w:t>
            </w:r>
            <w:r w:rsidRPr="00B77BCA">
              <w:rPr>
                <w:rFonts w:ascii="Times New Roman" w:hAnsi="Times New Roman"/>
                <w:lang w:val="sr-Cyrl-CS"/>
              </w:rPr>
              <w:t>.</w:t>
            </w:r>
          </w:p>
          <w:p w:rsidR="00DC7C6E" w:rsidRPr="00B77BCA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</w:tbl>
    <w:p w:rsidR="00DC7C6E" w:rsidRPr="00B77BCA" w:rsidRDefault="00DC7C6E" w:rsidP="00014B15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Pr="00B77BCA" w:rsidRDefault="00DC7C6E">
      <w:pPr>
        <w:rPr>
          <w:lang w:val="es-ES"/>
        </w:rPr>
      </w:pPr>
    </w:p>
    <w:p w:rsidR="00DC7C6E" w:rsidRDefault="00DC7C6E" w:rsidP="0053673B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C7C6E" w:rsidRDefault="00DC7C6E" w:rsidP="0053673B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C7C6E" w:rsidRPr="00243231" w:rsidRDefault="00DC7C6E" w:rsidP="0053673B">
      <w:pPr>
        <w:spacing w:after="60" w:line="276" w:lineRule="auto"/>
        <w:jc w:val="center"/>
        <w:rPr>
          <w:rFonts w:ascii="Times New Roman" w:hAnsi="Times New Roman"/>
          <w:b/>
          <w:sz w:val="36"/>
          <w:lang w:val="es-ES"/>
        </w:rPr>
      </w:pPr>
      <w:r>
        <w:rPr>
          <w:rFonts w:ascii="Times New Roman" w:hAnsi="Times New Roman"/>
          <w:b/>
          <w:sz w:val="36"/>
        </w:rPr>
        <w:t>ОПЕРАТИВНИ</w:t>
      </w:r>
      <w:r w:rsidRPr="00243231">
        <w:rPr>
          <w:rFonts w:ascii="Times New Roman" w:hAnsi="Times New Roman"/>
          <w:b/>
          <w:sz w:val="36"/>
          <w:lang w:val="es-ES"/>
        </w:rPr>
        <w:t xml:space="preserve"> </w:t>
      </w:r>
      <w:r>
        <w:rPr>
          <w:rFonts w:ascii="Times New Roman" w:hAnsi="Times New Roman"/>
          <w:b/>
          <w:sz w:val="36"/>
        </w:rPr>
        <w:t>ПЛАН</w:t>
      </w:r>
      <w:r w:rsidRPr="00243231">
        <w:rPr>
          <w:rFonts w:ascii="Times New Roman" w:hAnsi="Times New Roman"/>
          <w:b/>
          <w:sz w:val="36"/>
          <w:lang w:val="es-ES"/>
        </w:rPr>
        <w:t xml:space="preserve"> </w:t>
      </w:r>
      <w:r>
        <w:rPr>
          <w:rFonts w:ascii="Times New Roman" w:hAnsi="Times New Roman"/>
          <w:b/>
          <w:sz w:val="36"/>
        </w:rPr>
        <w:t>РАДА</w:t>
      </w:r>
    </w:p>
    <w:p w:rsidR="00DC7C6E" w:rsidRPr="00243231" w:rsidRDefault="00DC7C6E" w:rsidP="0053673B">
      <w:pPr>
        <w:spacing w:after="60" w:line="276" w:lineRule="auto"/>
        <w:jc w:val="center"/>
        <w:rPr>
          <w:rFonts w:ascii="Times New Roman" w:hAnsi="Times New Roman"/>
          <w:b/>
          <w:sz w:val="36"/>
          <w:lang w:val="es-ES"/>
        </w:rPr>
      </w:pPr>
      <w:r>
        <w:rPr>
          <w:rFonts w:ascii="Times New Roman" w:hAnsi="Times New Roman"/>
          <w:b/>
          <w:sz w:val="36"/>
        </w:rPr>
        <w:t>новембар</w:t>
      </w:r>
    </w:p>
    <w:p w:rsidR="00DC7C6E" w:rsidRPr="00243231" w:rsidRDefault="00DC7C6E" w:rsidP="0053673B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  <w:lang w:val="es-ES"/>
        </w:rPr>
      </w:pPr>
      <w:r>
        <w:rPr>
          <w:rFonts w:ascii="Times New Roman" w:hAnsi="Times New Roman"/>
          <w:b/>
          <w:sz w:val="28"/>
          <w:szCs w:val="28"/>
        </w:rPr>
        <w:t>Школа</w:t>
      </w:r>
      <w:r w:rsidRPr="00243231">
        <w:rPr>
          <w:rFonts w:ascii="Times New Roman" w:hAnsi="Times New Roman"/>
          <w:b/>
          <w:sz w:val="28"/>
          <w:szCs w:val="28"/>
          <w:lang w:val="es-ES"/>
        </w:rPr>
        <w:t>: _____________________________</w:t>
      </w:r>
      <w:r w:rsidRPr="00243231">
        <w:rPr>
          <w:rFonts w:ascii="Times New Roman" w:hAnsi="Times New Roman"/>
          <w:b/>
          <w:sz w:val="28"/>
          <w:szCs w:val="28"/>
          <w:lang w:val="es-ES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ФРАНЦУСКИ ЈЕЗИК</w:t>
      </w:r>
      <w:r w:rsidRPr="00243231">
        <w:rPr>
          <w:rFonts w:ascii="Times New Roman" w:hAnsi="Times New Roman"/>
          <w:b/>
          <w:i/>
          <w:sz w:val="28"/>
          <w:szCs w:val="28"/>
          <w:u w:val="single"/>
          <w:lang w:val="es-E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 </w:t>
      </w:r>
      <w:r w:rsidRPr="00243231">
        <w:rPr>
          <w:rFonts w:ascii="Times New Roman" w:hAnsi="Times New Roman"/>
          <w:b/>
          <w:i/>
          <w:sz w:val="28"/>
          <w:szCs w:val="28"/>
          <w:u w:val="single"/>
          <w:lang w:val="es-ES"/>
        </w:rPr>
        <w:t xml:space="preserve"> </w:t>
      </w:r>
    </w:p>
    <w:p w:rsidR="00DC7C6E" w:rsidRPr="00243231" w:rsidRDefault="00DC7C6E" w:rsidP="0053673B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lang w:val="es-ES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 w:rsidRPr="00243231">
        <w:rPr>
          <w:rFonts w:ascii="Times New Roman" w:hAnsi="Times New Roman"/>
          <w:b/>
          <w:i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 w:rsidRPr="00243231">
        <w:rPr>
          <w:rFonts w:ascii="Times New Roman" w:hAnsi="Times New Roman"/>
          <w:b/>
          <w:i/>
          <w:sz w:val="28"/>
          <w:szCs w:val="28"/>
          <w:lang w:val="es-E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>
        <w:rPr>
          <w:rFonts w:ascii="Times New Roman" w:hAnsi="Times New Roman"/>
          <w:b/>
          <w:i/>
          <w:sz w:val="28"/>
          <w:szCs w:val="28"/>
          <w:u w:val="single"/>
        </w:rPr>
        <w:t>први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Наставник</w:t>
      </w:r>
      <w:r w:rsidRPr="00243231">
        <w:rPr>
          <w:rFonts w:ascii="Times New Roman" w:hAnsi="Times New Roman"/>
          <w:b/>
          <w:sz w:val="28"/>
          <w:szCs w:val="28"/>
          <w:lang w:val="es-ES"/>
        </w:rPr>
        <w:t>:_________________________________________</w:t>
      </w:r>
    </w:p>
    <w:tbl>
      <w:tblPr>
        <w:tblW w:w="1419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900"/>
        <w:gridCol w:w="2118"/>
        <w:gridCol w:w="1662"/>
        <w:gridCol w:w="1800"/>
        <w:gridCol w:w="1260"/>
        <w:gridCol w:w="2790"/>
      </w:tblGrid>
      <w:tr w:rsidR="00DC7C6E" w:rsidRPr="00151F50" w:rsidTr="001D018B">
        <w:tc>
          <w:tcPr>
            <w:tcW w:w="1320" w:type="dxa"/>
            <w:gridSpan w:val="2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9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2118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</w:p>
        </w:tc>
        <w:tc>
          <w:tcPr>
            <w:tcW w:w="126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</w:p>
        </w:tc>
        <w:tc>
          <w:tcPr>
            <w:tcW w:w="279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</w:p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0"/>
              </w:rPr>
              <w:t>по завршеној лекцији ученик ће бити у стању 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</w:tr>
      <w:tr w:rsidR="00DC7C6E" w:rsidRPr="00151F50" w:rsidTr="001D018B">
        <w:tc>
          <w:tcPr>
            <w:tcW w:w="648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bottom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7C6E" w:rsidRPr="00014B15" w:rsidTr="001D018B">
        <w:trPr>
          <w:trHeight w:val="606"/>
        </w:trPr>
        <w:tc>
          <w:tcPr>
            <w:tcW w:w="648" w:type="dxa"/>
            <w:tcBorders>
              <w:top w:val="dashDotStroked" w:sz="24" w:space="0" w:color="FF0000"/>
            </w:tcBorders>
            <w:vAlign w:val="center"/>
          </w:tcPr>
          <w:p w:rsidR="00DC7C6E" w:rsidRPr="0053673B" w:rsidRDefault="00DC7C6E" w:rsidP="0053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 xml:space="preserve"> </w:t>
            </w:r>
          </w:p>
        </w:tc>
        <w:tc>
          <w:tcPr>
            <w:tcW w:w="672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top w:val="dashDotStroked" w:sz="24" w:space="0" w:color="FF0000"/>
            </w:tcBorders>
            <w:vAlign w:val="center"/>
          </w:tcPr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it-IT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J’ai in chat. / J’ai un chien.</w:t>
            </w:r>
          </w:p>
        </w:tc>
        <w:tc>
          <w:tcPr>
            <w:tcW w:w="900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 </w:t>
            </w:r>
          </w:p>
        </w:tc>
        <w:tc>
          <w:tcPr>
            <w:tcW w:w="1662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групни рад</w:t>
            </w:r>
          </w:p>
        </w:tc>
        <w:tc>
          <w:tcPr>
            <w:tcW w:w="1800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r>
              <w:rPr>
                <w:rFonts w:ascii="Times New Roman" w:hAnsi="Times New Roman"/>
                <w:szCs w:val="18"/>
              </w:rPr>
              <w:t>дија</w:t>
            </w:r>
            <w:r>
              <w:rPr>
                <w:rFonts w:ascii="Times New Roman" w:hAnsi="Times New Roman"/>
                <w:szCs w:val="18"/>
                <w:lang w:val="sr-Cyrl-CS"/>
              </w:rPr>
              <w:t>лошка, практични рад</w:t>
            </w:r>
          </w:p>
        </w:tc>
        <w:tc>
          <w:tcPr>
            <w:tcW w:w="1260" w:type="dxa"/>
            <w:tcBorders>
              <w:top w:val="dashDotStroked" w:sz="24" w:space="0" w:color="FF0000"/>
            </w:tcBorders>
            <w:vAlign w:val="center"/>
          </w:tcPr>
          <w:p w:rsidR="00DC7C6E" w:rsidRPr="003978E7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предмета, ликовна култура</w:t>
            </w:r>
          </w:p>
        </w:tc>
        <w:tc>
          <w:tcPr>
            <w:tcW w:w="2790" w:type="dxa"/>
            <w:tcBorders>
              <w:top w:val="dashDotStroked" w:sz="24" w:space="0" w:color="FF0000"/>
            </w:tcBorders>
            <w:vAlign w:val="center"/>
          </w:tcPr>
          <w:p w:rsidR="00DC7C6E" w:rsidRPr="00151F50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D39BF">
              <w:rPr>
                <w:rFonts w:ascii="Times New Roman" w:hAnsi="Times New Roman"/>
                <w:lang w:val="hr-HR"/>
              </w:rPr>
              <w:t>препозна и именује жива бића, предмете и места из непосредног окружења</w:t>
            </w:r>
          </w:p>
        </w:tc>
      </w:tr>
      <w:tr w:rsidR="00DC7C6E" w:rsidRPr="00192EBD" w:rsidTr="001D018B">
        <w:trPr>
          <w:trHeight w:val="620"/>
        </w:trPr>
        <w:tc>
          <w:tcPr>
            <w:tcW w:w="648" w:type="dxa"/>
            <w:vAlign w:val="center"/>
          </w:tcPr>
          <w:p w:rsidR="00DC7C6E" w:rsidRPr="0053673B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  <w:vAlign w:val="center"/>
          </w:tcPr>
          <w:p w:rsidR="00DC7C6E" w:rsidRPr="0053673B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53673B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À</w:t>
            </w: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quoi joue-il </w:t>
            </w:r>
            <w:r w:rsidRPr="0053673B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?</w:t>
            </w:r>
          </w:p>
          <w:p w:rsidR="00DC7C6E" w:rsidRPr="0053673B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53673B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À</w:t>
            </w: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quoi joue-</w:t>
            </w: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elle </w:t>
            </w:r>
            <w:r w:rsidRPr="0053673B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?</w:t>
            </w:r>
          </w:p>
          <w:p w:rsidR="00DC7C6E" w:rsidRPr="0053673B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обрада.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 </w:t>
            </w:r>
            <w:r w:rsidRPr="0053673B">
              <w:rPr>
                <w:rFonts w:ascii="Times New Roman" w:hAnsi="Times New Roman"/>
              </w:rPr>
              <w:t xml:space="preserve">; </w:t>
            </w:r>
            <w:r w:rsidRPr="00192EBD">
              <w:rPr>
                <w:rFonts w:ascii="Times New Roman" w:hAnsi="Times New Roman"/>
                <w:lang w:val="sr-Cyrl-CS"/>
              </w:rPr>
              <w:t>стикери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</w:t>
            </w:r>
          </w:p>
          <w:p w:rsidR="00DC7C6E" w:rsidRPr="00192EBD" w:rsidRDefault="00DC7C6E" w:rsidP="001D01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90" w:type="dxa"/>
            <w:vAlign w:val="center"/>
          </w:tcPr>
          <w:p w:rsidR="00DC7C6E" w:rsidRPr="00192EBD" w:rsidRDefault="00DC7C6E" w:rsidP="001D018B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hr-HR"/>
              </w:rPr>
            </w:pPr>
            <w:r w:rsidRPr="00192EBD">
              <w:rPr>
                <w:rFonts w:ascii="Times New Roman" w:hAnsi="Times New Roman"/>
                <w:lang w:val="hr-HR"/>
              </w:rPr>
              <w:t>препозна и именује жива бића, предмете и места из непосредног окружења;</w:t>
            </w:r>
          </w:p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DC7C6E" w:rsidRPr="00192EBD" w:rsidTr="001D018B"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19</w:t>
            </w: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À</w:t>
            </w: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quoi joue-il </w:t>
            </w: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?</w:t>
            </w:r>
          </w:p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À</w:t>
            </w: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quoi joue-</w:t>
            </w: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elle ?</w:t>
            </w:r>
          </w:p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свеска, стикери</w:t>
            </w:r>
          </w:p>
        </w:tc>
        <w:tc>
          <w:tcPr>
            <w:tcW w:w="1662" w:type="dxa"/>
            <w:vAlign w:val="center"/>
          </w:tcPr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</w:t>
            </w:r>
            <w:r w:rsidRPr="00243231">
              <w:rPr>
                <w:rFonts w:ascii="Times New Roman" w:hAnsi="Times New Roman"/>
              </w:rPr>
              <w:t xml:space="preserve">, </w:t>
            </w:r>
            <w:r w:rsidRPr="00192EBD">
              <w:rPr>
                <w:rFonts w:ascii="Times New Roman" w:hAnsi="Times New Roman"/>
              </w:rPr>
              <w:t>индивидуални</w:t>
            </w:r>
            <w:r w:rsidRPr="00243231">
              <w:rPr>
                <w:rFonts w:ascii="Times New Roman" w:hAnsi="Times New Roman"/>
              </w:rPr>
              <w:t xml:space="preserve">, </w:t>
            </w:r>
            <w:r w:rsidRPr="00192EBD">
              <w:rPr>
                <w:rFonts w:ascii="Times New Roman" w:hAnsi="Times New Roman"/>
              </w:rPr>
              <w:t>рад</w:t>
            </w:r>
            <w:r w:rsidRPr="00243231">
              <w:rPr>
                <w:rFonts w:ascii="Times New Roman" w:hAnsi="Times New Roman"/>
              </w:rPr>
              <w:t xml:space="preserve"> </w:t>
            </w:r>
            <w:r w:rsidRPr="00192EBD">
              <w:rPr>
                <w:rFonts w:ascii="Times New Roman" w:hAnsi="Times New Roman"/>
              </w:rPr>
              <w:t>у</w:t>
            </w:r>
            <w:r w:rsidRPr="00243231">
              <w:rPr>
                <w:rFonts w:ascii="Times New Roman" w:hAnsi="Times New Roman"/>
              </w:rPr>
              <w:t xml:space="preserve"> </w:t>
            </w:r>
            <w:r w:rsidRPr="00192EBD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предмета, физичко и здравстве-но васпитање</w:t>
            </w:r>
          </w:p>
        </w:tc>
        <w:tc>
          <w:tcPr>
            <w:tcW w:w="2790" w:type="dxa"/>
            <w:vAlign w:val="center"/>
          </w:tcPr>
          <w:p w:rsidR="00DC7C6E" w:rsidRPr="00192EBD" w:rsidRDefault="00DC7C6E" w:rsidP="001D018B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hr-HR"/>
              </w:rPr>
            </w:pPr>
            <w:r w:rsidRPr="00192EBD">
              <w:rPr>
                <w:rFonts w:ascii="Times New Roman" w:hAnsi="Times New Roman"/>
                <w:lang w:val="hr-HR"/>
              </w:rPr>
              <w:t>препозна и именује жива бића, предмете и места из непосредног окружења;</w:t>
            </w:r>
          </w:p>
          <w:p w:rsidR="00DC7C6E" w:rsidRPr="00192EBD" w:rsidRDefault="00DC7C6E" w:rsidP="001D018B">
            <w:pPr>
              <w:tabs>
                <w:tab w:val="left" w:pos="284"/>
              </w:tabs>
              <w:spacing w:line="259" w:lineRule="auto"/>
              <w:ind w:left="284"/>
              <w:contextualSpacing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DC7C6E" w:rsidRPr="00243231" w:rsidTr="001D018B"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20</w:t>
            </w: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vAlign w:val="center"/>
          </w:tcPr>
          <w:p w:rsidR="00DC7C6E" w:rsidRPr="0053673B" w:rsidRDefault="00DC7C6E" w:rsidP="001D018B">
            <w:pPr>
              <w:tabs>
                <w:tab w:val="left" w:pos="112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Qu’est-ce qu’il fait</w:t>
            </w:r>
            <w:r w:rsidRPr="005367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?/ Qu‘est-ce qu’elle fait ?</w:t>
            </w:r>
          </w:p>
          <w:p w:rsidR="00DC7C6E" w:rsidRPr="0053673B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 xml:space="preserve">уџбеник CD, радна свеска, 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C7C6E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fr-FR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  <w:p w:rsidR="00DC7C6E" w:rsidRPr="0053673B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>практични рад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2EBD">
              <w:rPr>
                <w:rFonts w:ascii="Times New Roman" w:hAnsi="Times New Roman"/>
                <w:lang w:val="sr-Cyrl-CS"/>
              </w:rPr>
              <w:t>унутар предмета, свет око нас</w:t>
            </w:r>
          </w:p>
        </w:tc>
        <w:tc>
          <w:tcPr>
            <w:tcW w:w="2790" w:type="dxa"/>
            <w:vAlign w:val="center"/>
          </w:tcPr>
          <w:p w:rsidR="00DC7C6E" w:rsidRPr="0053673B" w:rsidRDefault="00DC7C6E" w:rsidP="001D018B">
            <w:pPr>
              <w:pStyle w:val="ListParagraph1"/>
              <w:tabs>
                <w:tab w:val="left" w:pos="284"/>
              </w:tabs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hr-HR" w:eastAsia="en-US"/>
              </w:rPr>
            </w:pPr>
            <w:r w:rsidRPr="0053673B">
              <w:rPr>
                <w:rFonts w:ascii="Times New Roman" w:hAnsi="Times New Roman"/>
                <w:sz w:val="22"/>
                <w:szCs w:val="22"/>
              </w:rPr>
              <w:t xml:space="preserve">поздрави и представи себе и друге ; </w:t>
            </w:r>
          </w:p>
          <w:p w:rsidR="00DC7C6E" w:rsidRPr="0053673B" w:rsidRDefault="00DC7C6E" w:rsidP="001D018B">
            <w:pPr>
              <w:spacing w:after="200" w:line="276" w:lineRule="auto"/>
              <w:rPr>
                <w:rFonts w:ascii="Times New Roman" w:hAnsi="Times New Roman"/>
                <w:lang w:val="sr-Latn-CS"/>
              </w:rPr>
            </w:pPr>
            <w:r w:rsidRPr="0053673B">
              <w:rPr>
                <w:rFonts w:ascii="Times New Roman" w:hAnsi="Times New Roman"/>
                <w:lang w:val="sr-Cyrl-CS"/>
              </w:rPr>
              <w:t>представља и кратко описује школске другове</w:t>
            </w:r>
          </w:p>
          <w:p w:rsidR="00DC7C6E" w:rsidRPr="0053673B" w:rsidRDefault="00DC7C6E" w:rsidP="001D018B">
            <w:pPr>
              <w:tabs>
                <w:tab w:val="left" w:pos="284"/>
              </w:tabs>
              <w:spacing w:line="259" w:lineRule="auto"/>
              <w:contextualSpacing/>
              <w:jc w:val="center"/>
              <w:rPr>
                <w:rFonts w:ascii="Times New Roman" w:hAnsi="Times New Roman"/>
                <w:lang w:val="sr-Latn-CS"/>
              </w:rPr>
            </w:pPr>
          </w:p>
        </w:tc>
      </w:tr>
      <w:tr w:rsidR="00DC7C6E" w:rsidRPr="00192EBD" w:rsidTr="001D018B">
        <w:trPr>
          <w:trHeight w:val="674"/>
        </w:trPr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  <w:vAlign w:val="center"/>
          </w:tcPr>
          <w:p w:rsidR="00DC7C6E" w:rsidRPr="0053673B" w:rsidRDefault="00DC7C6E" w:rsidP="001D018B">
            <w:pPr>
              <w:tabs>
                <w:tab w:val="left" w:pos="112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Qu’est-ce qu’il fait</w:t>
            </w:r>
            <w:r w:rsidRPr="0053673B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?/ Qu‘est-ce qu’elle fait ?</w:t>
            </w:r>
          </w:p>
          <w:p w:rsidR="00DC7C6E" w:rsidRPr="0053673B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свеска, флеш картице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унутар предмета</w:t>
            </w:r>
            <w:r w:rsidRPr="00192EBD">
              <w:rPr>
                <w:rFonts w:ascii="Times New Roman" w:hAnsi="Times New Roman"/>
              </w:rPr>
              <w:t>, свет око нас</w:t>
            </w:r>
          </w:p>
        </w:tc>
        <w:tc>
          <w:tcPr>
            <w:tcW w:w="279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7C6E" w:rsidRPr="00192EBD" w:rsidTr="001D018B">
        <w:trPr>
          <w:trHeight w:val="674"/>
        </w:trPr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  <w:vAlign w:val="center"/>
          </w:tcPr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Mon chat rouge/ ma tortue verte</w:t>
            </w: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унутар предмета</w:t>
            </w:r>
            <w:r w:rsidRPr="00192EBD">
              <w:rPr>
                <w:rFonts w:ascii="Times New Roman" w:hAnsi="Times New Roman"/>
              </w:rPr>
              <w:t>, ликовна култура</w:t>
            </w:r>
          </w:p>
        </w:tc>
        <w:tc>
          <w:tcPr>
            <w:tcW w:w="279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7C6E" w:rsidRPr="00192EBD" w:rsidTr="001D018B">
        <w:trPr>
          <w:trHeight w:val="422"/>
        </w:trPr>
        <w:tc>
          <w:tcPr>
            <w:tcW w:w="64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67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23</w:t>
            </w: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Mon chat rouge/ ma tortue verte</w:t>
            </w:r>
          </w:p>
        </w:tc>
        <w:tc>
          <w:tcPr>
            <w:tcW w:w="9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свеска, флеш картице</w:t>
            </w:r>
          </w:p>
        </w:tc>
        <w:tc>
          <w:tcPr>
            <w:tcW w:w="1662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</w:p>
        </w:tc>
        <w:tc>
          <w:tcPr>
            <w:tcW w:w="126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предмета, ликовна култура</w:t>
            </w:r>
          </w:p>
        </w:tc>
        <w:tc>
          <w:tcPr>
            <w:tcW w:w="2790" w:type="dxa"/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C7C6E" w:rsidRPr="00014B15" w:rsidTr="001D018B">
        <w:trPr>
          <w:trHeight w:val="620"/>
        </w:trPr>
        <w:tc>
          <w:tcPr>
            <w:tcW w:w="648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III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2340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une école.</w:t>
            </w:r>
          </w:p>
          <w:p w:rsidR="00DC7C6E" w:rsidRPr="00243231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fr-FR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une classe</w:t>
            </w:r>
          </w:p>
        </w:tc>
        <w:tc>
          <w:tcPr>
            <w:tcW w:w="900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индивидуални, групни рад</w:t>
            </w:r>
          </w:p>
        </w:tc>
        <w:tc>
          <w:tcPr>
            <w:tcW w:w="1800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</w:p>
        </w:tc>
        <w:tc>
          <w:tcPr>
            <w:tcW w:w="1260" w:type="dxa"/>
            <w:tcBorders>
              <w:bottom w:val="dashDotStroked" w:sz="24" w:space="0" w:color="FF0000"/>
            </w:tcBorders>
            <w:vAlign w:val="center"/>
          </w:tcPr>
          <w:p w:rsidR="00DC7C6E" w:rsidRPr="00192EBD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предмета, музичка култура</w:t>
            </w:r>
          </w:p>
        </w:tc>
        <w:tc>
          <w:tcPr>
            <w:tcW w:w="2790" w:type="dxa"/>
            <w:tcBorders>
              <w:bottom w:val="dashDotStroked" w:sz="24" w:space="0" w:color="FF0000"/>
            </w:tcBorders>
            <w:vAlign w:val="center"/>
          </w:tcPr>
          <w:p w:rsidR="00DC7C6E" w:rsidRPr="00014B15" w:rsidRDefault="00DC7C6E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C7C6E" w:rsidRPr="00014B15" w:rsidRDefault="00DC7C6E" w:rsidP="0053673B"/>
    <w:p w:rsidR="00DC7C6E" w:rsidRPr="00014B15" w:rsidRDefault="00DC7C6E" w:rsidP="0053673B"/>
    <w:p w:rsidR="00DC7C6E" w:rsidRPr="00014B15" w:rsidRDefault="00DC7C6E"/>
    <w:sectPr w:rsidR="00DC7C6E" w:rsidRPr="00014B15" w:rsidSect="00151F50">
      <w:pgSz w:w="15840" w:h="12240" w:orient="landscape"/>
      <w:pgMar w:top="540" w:right="72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4337D"/>
    <w:multiLevelType w:val="hybridMultilevel"/>
    <w:tmpl w:val="8AD81BDE"/>
    <w:lvl w:ilvl="0" w:tplc="FC8C207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84541C"/>
    <w:multiLevelType w:val="hybridMultilevel"/>
    <w:tmpl w:val="1D161ED0"/>
    <w:lvl w:ilvl="0" w:tplc="31F04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F50"/>
    <w:rsid w:val="00014B15"/>
    <w:rsid w:val="00122222"/>
    <w:rsid w:val="00151F50"/>
    <w:rsid w:val="001569DC"/>
    <w:rsid w:val="001810C2"/>
    <w:rsid w:val="00192EBD"/>
    <w:rsid w:val="001D018B"/>
    <w:rsid w:val="001F001D"/>
    <w:rsid w:val="00243231"/>
    <w:rsid w:val="002A30A3"/>
    <w:rsid w:val="002D0EFD"/>
    <w:rsid w:val="002D60F0"/>
    <w:rsid w:val="002D794F"/>
    <w:rsid w:val="002F42B5"/>
    <w:rsid w:val="003978E7"/>
    <w:rsid w:val="003B2194"/>
    <w:rsid w:val="003B6235"/>
    <w:rsid w:val="003E3A71"/>
    <w:rsid w:val="004306AD"/>
    <w:rsid w:val="0053673B"/>
    <w:rsid w:val="006255F9"/>
    <w:rsid w:val="006A57FA"/>
    <w:rsid w:val="0076008D"/>
    <w:rsid w:val="0079312D"/>
    <w:rsid w:val="007D39BF"/>
    <w:rsid w:val="007E12B2"/>
    <w:rsid w:val="00846E9A"/>
    <w:rsid w:val="00951AEB"/>
    <w:rsid w:val="009E01C5"/>
    <w:rsid w:val="00A14E81"/>
    <w:rsid w:val="00A32D17"/>
    <w:rsid w:val="00A61481"/>
    <w:rsid w:val="00B704AC"/>
    <w:rsid w:val="00B77BCA"/>
    <w:rsid w:val="00B92B24"/>
    <w:rsid w:val="00BE269F"/>
    <w:rsid w:val="00C9375A"/>
    <w:rsid w:val="00D66466"/>
    <w:rsid w:val="00DC7C6E"/>
    <w:rsid w:val="00E06986"/>
    <w:rsid w:val="00E125C1"/>
    <w:rsid w:val="00EB2437"/>
    <w:rsid w:val="00FF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F50"/>
    <w:pPr>
      <w:spacing w:after="160" w:line="256" w:lineRule="auto"/>
    </w:pPr>
    <w:rPr>
      <w:rFonts w:ascii="Calibri" w:hAnsi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rsid w:val="0053673B"/>
    <w:pPr>
      <w:ind w:left="720"/>
      <w:contextualSpacing/>
    </w:pPr>
    <w:rPr>
      <w:rFonts w:eastAsia="Times New Roman"/>
      <w:sz w:val="20"/>
      <w:szCs w:val="20"/>
      <w:lang w:val="uz-Cyrl-UZ" w:eastAsia="sr-Latn-CS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673B"/>
    <w:rPr>
      <w:rFonts w:ascii="Calibri" w:hAnsi="Calibri"/>
      <w:sz w:val="20"/>
      <w:lang w:val="uz-Cyrl-U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26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6</Pages>
  <Words>998</Words>
  <Characters>5694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ОПЕРАТИВНИ ПЛАН РАДА</dc:title>
  <dc:subject/>
  <dc:creator>danijela nela</dc:creator>
  <cp:keywords/>
  <dc:description/>
  <cp:lastModifiedBy>Sonja Maksimović</cp:lastModifiedBy>
  <cp:revision>2</cp:revision>
  <dcterms:created xsi:type="dcterms:W3CDTF">2019-10-09T13:19:00Z</dcterms:created>
  <dcterms:modified xsi:type="dcterms:W3CDTF">2019-10-09T13:19:00Z</dcterms:modified>
</cp:coreProperties>
</file>